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3F2E0B" w:rsidR="003F2E0B" w:rsidP="003F2E0B" w:rsidRDefault="00C347A3" w14:paraId="115CDA70" w14:textId="35176453">
      <w:pPr>
        <w:pStyle w:val="Heading2"/>
        <w:rPr>
          <w:lang w:val="fr-FR"/>
        </w:rPr>
      </w:pPr>
      <w:r w:rsidRPr="6E0A9FC8" w:rsidR="00C347A3">
        <w:rPr>
          <w:lang w:val="fr-FR"/>
        </w:rPr>
        <w:t xml:space="preserve">RISA </w:t>
      </w:r>
      <w:r w:rsidRPr="6E0A9FC8" w:rsidR="00B9274B">
        <w:rPr>
          <w:lang w:val="fr-FR"/>
        </w:rPr>
        <w:t xml:space="preserve">Programme Concept Note Application Template </w:t>
      </w:r>
    </w:p>
    <w:p w:rsidRPr="003F2E0B" w:rsidR="003F2E0B" w:rsidP="003F2E0B" w:rsidRDefault="003F2E0B" w14:paraId="3234B296" w14:textId="77777777">
      <w:pPr>
        <w:spacing w:before="240"/>
        <w:outlineLvl w:val="2"/>
        <w:rPr>
          <w:rFonts w:ascii="Arial Nova" w:hAnsi="Arial Nova"/>
          <w:b/>
          <w:bCs/>
          <w:color w:val="2C2E82" w:themeColor="accent4"/>
          <w:sz w:val="28"/>
          <w:szCs w:val="28"/>
        </w:rPr>
      </w:pPr>
      <w:bookmarkStart w:name="_Toc108103896" w:id="0"/>
      <w:r w:rsidRPr="003F2E0B">
        <w:rPr>
          <w:rFonts w:ascii="Arial Nova" w:hAnsi="Arial Nova"/>
          <w:b/>
          <w:bCs/>
          <w:color w:val="2C2E82" w:themeColor="accent4"/>
          <w:sz w:val="28"/>
          <w:szCs w:val="28"/>
        </w:rPr>
        <w:t>1. Section One: Organisation Profile</w:t>
      </w:r>
      <w:bookmarkEnd w:id="0"/>
    </w:p>
    <w:p w:rsidRPr="003F2E0B" w:rsidR="003F2E0B" w:rsidP="003F2E0B" w:rsidRDefault="003F2E0B" w14:paraId="2AB3EB4D" w14:textId="77777777">
      <w:pPr>
        <w:spacing w:line="360" w:lineRule="auto"/>
      </w:pPr>
      <w:r w:rsidRPr="003F2E0B">
        <w:t>Please complete this section with details of the lead implementing organisation. If the information is not accurate, the application may be delayed.</w:t>
      </w:r>
    </w:p>
    <w:p w:rsidRPr="003F2E0B" w:rsidR="003F2E0B" w:rsidP="003F2E0B" w:rsidRDefault="003F2E0B" w14:paraId="5356B566" w14:textId="77777777">
      <w:pPr>
        <w:spacing w:line="360" w:lineRule="auto"/>
        <w:rPr>
          <w:b/>
          <w:bCs/>
        </w:rPr>
      </w:pPr>
      <w:r w:rsidRPr="003F2E0B">
        <w:rPr>
          <w:b/>
          <w:bCs/>
        </w:rPr>
        <w:t>Government Departments, ministries and agencies cannot receive direct funding but are eligible for technical assistance from an implementer selected by the Fund Manager.</w:t>
      </w:r>
    </w:p>
    <w:p w:rsidRPr="003F2E0B" w:rsidR="003F2E0B" w:rsidP="003F2E0B" w:rsidRDefault="003F2E0B" w14:paraId="4079EE62" w14:textId="77777777">
      <w:pPr>
        <w:numPr>
          <w:ilvl w:val="0"/>
          <w:numId w:val="31"/>
        </w:numPr>
        <w:spacing w:after="0" w:line="360" w:lineRule="auto"/>
        <w:ind w:left="360"/>
        <w:outlineLvl w:val="9"/>
        <w:rPr>
          <w:rFonts w:cs="Open Sans"/>
          <w:color w:val="1C1C1C" w:themeColor="text1"/>
        </w:rPr>
      </w:pPr>
      <w:r w:rsidRPr="003F2E0B">
        <w:rPr>
          <w:rFonts w:cs="Open Sans"/>
          <w:color w:val="1C1C1C" w:themeColor="text1"/>
        </w:rPr>
        <w:t>Organisation legal name:</w:t>
      </w:r>
    </w:p>
    <w:sdt>
      <w:sdtPr>
        <w:rPr>
          <w:rFonts w:cs="Open Sans"/>
          <w:color w:val="1C1C1C" w:themeColor="text1"/>
        </w:rPr>
        <w:id w:val="1428922440"/>
        <w15:repeatingSection/>
      </w:sdtPr>
      <w:sdtEndPr/>
      <w:sdtContent>
        <w:sdt>
          <w:sdtPr>
            <w:rPr>
              <w:rFonts w:cs="Open Sans"/>
              <w:color w:val="1C1C1C" w:themeColor="text1"/>
            </w:rPr>
            <w:id w:val="1862474742"/>
            <w:placeholder>
              <w:docPart w:val="A1BD1AD03CBC4B1F8A22A8F6749F9111"/>
            </w:placeholder>
            <w15:repeatingSectionItem/>
          </w:sdtPr>
          <w:sdtEndPr/>
          <w:sdtContent>
            <w:p w:rsidRPr="003F2E0B" w:rsidR="003F2E0B" w:rsidP="003F2E0B" w:rsidRDefault="003F2E0B" w14:paraId="20BB07C3" w14:textId="77777777">
              <w:pPr>
                <w:spacing w:after="0" w:line="360" w:lineRule="auto"/>
                <w:ind w:left="360"/>
                <w:outlineLvl w:val="9"/>
                <w:rPr>
                  <w:rFonts w:cs="Open Sans"/>
                  <w:color w:val="1C1C1C" w:themeColor="text1"/>
                </w:rPr>
              </w:pPr>
              <w:r w:rsidRPr="003F2E0B">
                <w:rPr>
                  <w:rFonts w:cs="Open Sans"/>
                  <w:i/>
                  <w:iCs/>
                  <w:color w:val="1C1C1C" w:themeColor="text1"/>
                </w:rPr>
                <w:t>Enter text here</w:t>
              </w:r>
              <w:r w:rsidRPr="003F2E0B">
                <w:rPr>
                  <w:rFonts w:cs="Open Sans"/>
                  <w:i/>
                  <w:iCs/>
                  <w:color w:val="1C1C1C" w:themeColor="text1"/>
                </w:rPr>
                <w:tab/>
              </w:r>
            </w:p>
          </w:sdtContent>
        </w:sdt>
      </w:sdtContent>
    </w:sdt>
    <w:p w:rsidRPr="003F2E0B" w:rsidR="003F2E0B" w:rsidP="003F2E0B" w:rsidRDefault="003F2E0B" w14:paraId="4225755E" w14:textId="77777777">
      <w:pPr>
        <w:numPr>
          <w:ilvl w:val="0"/>
          <w:numId w:val="31"/>
        </w:numPr>
        <w:spacing w:after="0" w:line="360" w:lineRule="auto"/>
        <w:ind w:left="360"/>
        <w:outlineLvl w:val="9"/>
        <w:rPr>
          <w:rFonts w:cs="Open Sans"/>
          <w:color w:val="1C1C1C" w:themeColor="text1"/>
        </w:rPr>
      </w:pPr>
      <w:r w:rsidRPr="003F2E0B">
        <w:rPr>
          <w:rFonts w:cs="Open Sans"/>
          <w:color w:val="1C1C1C" w:themeColor="text1"/>
        </w:rPr>
        <w:t>Physical Address:</w:t>
      </w:r>
    </w:p>
    <w:sdt>
      <w:sdtPr>
        <w:rPr>
          <w:rFonts w:cs="Open Sans"/>
          <w:color w:val="1C1C1C" w:themeColor="text1"/>
        </w:rPr>
        <w:id w:val="-418480886"/>
        <w15:repeatingSection/>
      </w:sdtPr>
      <w:sdtEndPr/>
      <w:sdtContent>
        <w:sdt>
          <w:sdtPr>
            <w:rPr>
              <w:rFonts w:cs="Open Sans"/>
              <w:i/>
              <w:iCs/>
              <w:color w:val="1C1C1C" w:themeColor="text1"/>
            </w:rPr>
            <w:id w:val="-1840076270"/>
            <w:placeholder>
              <w:docPart w:val="A1BD1AD03CBC4B1F8A22A8F6749F9111"/>
            </w:placeholder>
            <w15:repeatingSectionItem/>
          </w:sdtPr>
          <w:sdtEndPr>
            <w:rPr>
              <w:i w:val="0"/>
              <w:iCs w:val="0"/>
            </w:rPr>
          </w:sdtEndPr>
          <w:sdtContent>
            <w:p w:rsidRPr="003F2E0B" w:rsidR="003F2E0B" w:rsidP="003F2E0B" w:rsidRDefault="003F2E0B" w14:paraId="32147376" w14:textId="77777777">
              <w:pPr>
                <w:spacing w:after="0" w:line="360" w:lineRule="auto"/>
                <w:ind w:left="360"/>
                <w:outlineLvl w:val="9"/>
                <w:rPr>
                  <w:rFonts w:cs="Open San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559E4750" w14:textId="77777777">
      <w:pPr>
        <w:numPr>
          <w:ilvl w:val="0"/>
          <w:numId w:val="31"/>
        </w:numPr>
        <w:spacing w:after="0" w:line="360" w:lineRule="auto"/>
        <w:ind w:left="360"/>
        <w:outlineLvl w:val="9"/>
        <w:rPr>
          <w:rFonts w:cs="Open Sans"/>
          <w:color w:val="1C1C1C" w:themeColor="text1"/>
        </w:rPr>
      </w:pPr>
      <w:r w:rsidRPr="003F2E0B">
        <w:rPr>
          <w:rFonts w:cs="Open Sans"/>
          <w:color w:val="1C1C1C" w:themeColor="text1"/>
        </w:rPr>
        <w:t xml:space="preserve">Point of Contact Details </w:t>
      </w:r>
    </w:p>
    <w:sdt>
      <w:sdtPr>
        <w:rPr>
          <w:rFonts w:cs="Open Sans"/>
          <w:color w:val="1C1C1C" w:themeColor="text1"/>
        </w:rPr>
        <w:id w:val="-1897741649"/>
        <w15:repeatingSection/>
      </w:sdtPr>
      <w:sdtEndPr>
        <w:rPr>
          <w:i/>
          <w:iCs/>
        </w:rPr>
      </w:sdtEndPr>
      <w:sdtContent>
        <w:sdt>
          <w:sdtPr>
            <w:rPr>
              <w:rFonts w:cs="Open Sans"/>
              <w:i/>
              <w:iCs/>
              <w:color w:val="1C1C1C" w:themeColor="text1"/>
            </w:rPr>
            <w:id w:val="1876029279"/>
            <w:placeholder>
              <w:docPart w:val="A1BD1AD03CBC4B1F8A22A8F6749F9111"/>
            </w:placeholder>
            <w15:repeatingSectionItem/>
          </w:sdtPr>
          <w:sdtEndPr/>
          <w:sdtContent>
            <w:p w:rsidRPr="003F2E0B" w:rsidR="003F2E0B" w:rsidP="003F2E0B" w:rsidRDefault="003F2E0B" w14:paraId="3422B2E9" w14:textId="77777777">
              <w:pPr>
                <w:spacing w:after="0" w:line="360" w:lineRule="auto"/>
                <w:ind w:left="360"/>
                <w:outlineLvl w:val="9"/>
                <w:rPr>
                  <w:rFonts w:cs="Open Sans"/>
                  <w:i/>
                  <w:iCs/>
                  <w:color w:val="1C1C1C" w:themeColor="text1"/>
                </w:rPr>
              </w:pPr>
              <w:r w:rsidRPr="003F2E0B">
                <w:rPr>
                  <w:rFonts w:cs="Open Sans"/>
                  <w:i/>
                  <w:iCs/>
                  <w:color w:val="1C1C1C" w:themeColor="text1"/>
                </w:rPr>
                <w:t>Full Name:</w:t>
              </w:r>
            </w:p>
            <w:p w:rsidRPr="003F2E0B" w:rsidR="003F2E0B" w:rsidP="003F2E0B" w:rsidRDefault="003F2E0B" w14:paraId="32366F3C" w14:textId="77777777">
              <w:pPr>
                <w:spacing w:after="0" w:line="360" w:lineRule="auto"/>
                <w:ind w:left="360"/>
                <w:outlineLvl w:val="9"/>
                <w:rPr>
                  <w:rFonts w:cs="Open Sans"/>
                  <w:i/>
                  <w:iCs/>
                  <w:color w:val="1C1C1C" w:themeColor="text1"/>
                </w:rPr>
              </w:pPr>
              <w:r w:rsidRPr="003F2E0B">
                <w:rPr>
                  <w:rFonts w:cs="Open Sans"/>
                  <w:i/>
                  <w:iCs/>
                  <w:color w:val="1C1C1C" w:themeColor="text1"/>
                </w:rPr>
                <w:t>Title/ Role in the organisation:</w:t>
              </w:r>
            </w:p>
            <w:p w:rsidRPr="003F2E0B" w:rsidR="003F2E0B" w:rsidP="003F2E0B" w:rsidRDefault="003F2E0B" w14:paraId="6D561B6C" w14:textId="77777777">
              <w:pPr>
                <w:spacing w:after="0" w:line="360" w:lineRule="auto"/>
                <w:ind w:left="360"/>
                <w:outlineLvl w:val="9"/>
                <w:rPr>
                  <w:rFonts w:cs="Open Sans"/>
                  <w:i/>
                  <w:iCs/>
                  <w:color w:val="1C1C1C" w:themeColor="text1"/>
                </w:rPr>
              </w:pPr>
              <w:r w:rsidRPr="003F2E0B">
                <w:rPr>
                  <w:rFonts w:cs="Open Sans"/>
                  <w:i/>
                  <w:iCs/>
                  <w:color w:val="1C1C1C" w:themeColor="text1"/>
                </w:rPr>
                <w:t>Telephone Number:</w:t>
              </w:r>
            </w:p>
            <w:p w:rsidRPr="003F2E0B" w:rsidR="003F2E0B" w:rsidP="003F2E0B" w:rsidRDefault="003F2E0B" w14:paraId="1B66FB24" w14:textId="77777777">
              <w:pPr>
                <w:spacing w:after="0" w:line="360" w:lineRule="auto"/>
                <w:ind w:left="360"/>
                <w:outlineLvl w:val="9"/>
                <w:rPr>
                  <w:rFonts w:cs="Open Sans"/>
                  <w:i/>
                  <w:iCs/>
                  <w:color w:val="1C1C1C" w:themeColor="text1"/>
                </w:rPr>
              </w:pPr>
              <w:r w:rsidRPr="003F2E0B">
                <w:rPr>
                  <w:rFonts w:cs="Open Sans"/>
                  <w:i/>
                  <w:iCs/>
                  <w:color w:val="1C1C1C" w:themeColor="text1"/>
                </w:rPr>
                <w:t>E-mail address:</w:t>
              </w:r>
            </w:p>
          </w:sdtContent>
        </w:sdt>
      </w:sdtContent>
    </w:sdt>
    <w:p w:rsidRPr="003F2E0B" w:rsidR="003F2E0B" w:rsidP="003F2E0B" w:rsidRDefault="003F2E0B" w14:paraId="58BD6620" w14:textId="77777777">
      <w:pPr>
        <w:numPr>
          <w:ilvl w:val="0"/>
          <w:numId w:val="31"/>
        </w:numPr>
        <w:spacing w:after="0" w:line="360" w:lineRule="auto"/>
        <w:ind w:left="360"/>
        <w:outlineLvl w:val="9"/>
        <w:rPr>
          <w:rFonts w:cs="Open Sans"/>
          <w:color w:val="1C1C1C" w:themeColor="text1"/>
        </w:rPr>
      </w:pPr>
      <w:r w:rsidRPr="003F2E0B">
        <w:rPr>
          <w:rFonts w:cs="Open Sans"/>
          <w:color w:val="1C1C1C" w:themeColor="text1"/>
        </w:rPr>
        <w:t>Organisation website.</w:t>
      </w:r>
    </w:p>
    <w:sdt>
      <w:sdtPr>
        <w:rPr>
          <w:rFonts w:cs="Open Sans"/>
          <w:color w:val="1C1C1C" w:themeColor="text1"/>
        </w:rPr>
        <w:id w:val="1187170971"/>
        <w15:repeatingSection/>
      </w:sdtPr>
      <w:sdtEndPr/>
      <w:sdtContent>
        <w:sdt>
          <w:sdtPr>
            <w:rPr>
              <w:rFonts w:cs="Open Sans"/>
              <w:i/>
              <w:iCs/>
              <w:color w:val="1C1C1C" w:themeColor="text1"/>
            </w:rPr>
            <w:id w:val="-1966961799"/>
            <w:placeholder>
              <w:docPart w:val="A1BD1AD03CBC4B1F8A22A8F6749F9111"/>
            </w:placeholder>
            <w15:repeatingSectionItem/>
          </w:sdtPr>
          <w:sdtEndPr>
            <w:rPr>
              <w:i w:val="0"/>
              <w:iCs w:val="0"/>
            </w:rPr>
          </w:sdtEndPr>
          <w:sdtContent>
            <w:p w:rsidRPr="003F2E0B" w:rsidR="003F2E0B" w:rsidP="003F2E0B" w:rsidRDefault="003F2E0B" w14:paraId="7503AF7D" w14:textId="77777777">
              <w:pPr>
                <w:spacing w:after="0" w:line="360" w:lineRule="auto"/>
                <w:ind w:left="360"/>
                <w:outlineLvl w:val="9"/>
                <w:rPr>
                  <w:rFonts w:cs="Open San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297054C2" w14:textId="77777777">
      <w:pPr>
        <w:numPr>
          <w:ilvl w:val="0"/>
          <w:numId w:val="31"/>
        </w:numPr>
        <w:spacing w:after="0" w:line="360" w:lineRule="auto"/>
        <w:ind w:left="360"/>
        <w:outlineLvl w:val="9"/>
        <w:rPr>
          <w:rFonts w:cs="Open Sans"/>
          <w:color w:val="1C1C1C" w:themeColor="text1"/>
        </w:rPr>
      </w:pPr>
      <w:r w:rsidRPr="003F2E0B">
        <w:rPr>
          <w:rFonts w:cs="Open Sans"/>
          <w:color w:val="1C1C1C" w:themeColor="text1"/>
        </w:rPr>
        <w:t>Country of registration.</w:t>
      </w:r>
    </w:p>
    <w:sdt>
      <w:sdtPr>
        <w:rPr>
          <w:rFonts w:cs="Open Sans"/>
          <w:i/>
          <w:iCs/>
          <w:color w:val="1C1C1C" w:themeColor="text1"/>
        </w:rPr>
        <w:id w:val="-604122654"/>
        <w15:repeatingSection/>
      </w:sdtPr>
      <w:sdtEndPr/>
      <w:sdtContent>
        <w:sdt>
          <w:sdtPr>
            <w:rPr>
              <w:rFonts w:cs="Open Sans"/>
              <w:i/>
              <w:iCs/>
              <w:color w:val="1C1C1C" w:themeColor="text1"/>
            </w:rPr>
            <w:id w:val="-1312933281"/>
            <w:placeholder>
              <w:docPart w:val="A1BD1AD03CBC4B1F8A22A8F6749F9111"/>
            </w:placeholder>
            <w15:repeatingSectionItem/>
          </w:sdtPr>
          <w:sdtEndPr/>
          <w:sdtContent>
            <w:p w:rsidRPr="003F2E0B" w:rsidR="003F2E0B" w:rsidP="003F2E0B" w:rsidRDefault="003F2E0B" w14:paraId="5570642D" w14:textId="77777777">
              <w:pPr>
                <w:spacing w:after="0" w:line="360" w:lineRule="auto"/>
                <w:ind w:left="360"/>
                <w:outlineLvl w:val="9"/>
                <w:rPr>
                  <w:rFonts w:cs="Open Sans"/>
                  <w:i/>
                  <w:iC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53BFFA0C" w14:textId="77777777">
      <w:pPr>
        <w:numPr>
          <w:ilvl w:val="0"/>
          <w:numId w:val="31"/>
        </w:numPr>
        <w:spacing w:after="0" w:line="360" w:lineRule="auto"/>
        <w:ind w:left="360"/>
        <w:outlineLvl w:val="9"/>
        <w:rPr>
          <w:rFonts w:cs="Open Sans"/>
          <w:color w:val="1C1C1C" w:themeColor="text1"/>
        </w:rPr>
      </w:pPr>
      <w:r w:rsidRPr="003F2E0B">
        <w:rPr>
          <w:rFonts w:cs="Open Sans"/>
          <w:color w:val="1C1C1C" w:themeColor="text1"/>
        </w:rPr>
        <w:t>Business registration/Charity number.</w:t>
      </w:r>
    </w:p>
    <w:sdt>
      <w:sdtPr>
        <w:rPr>
          <w:rFonts w:cs="Open Sans"/>
          <w:i/>
          <w:iCs/>
          <w:color w:val="1C1C1C" w:themeColor="text1"/>
        </w:rPr>
        <w:id w:val="1240445026"/>
        <w15:repeatingSection/>
      </w:sdtPr>
      <w:sdtEndPr/>
      <w:sdtContent>
        <w:sdt>
          <w:sdtPr>
            <w:rPr>
              <w:rFonts w:cs="Open Sans"/>
              <w:i/>
              <w:iCs/>
              <w:color w:val="1C1C1C" w:themeColor="text1"/>
            </w:rPr>
            <w:id w:val="432026224"/>
            <w:placeholder>
              <w:docPart w:val="A1BD1AD03CBC4B1F8A22A8F6749F9111"/>
            </w:placeholder>
            <w15:repeatingSectionItem/>
          </w:sdtPr>
          <w:sdtEndPr/>
          <w:sdtContent>
            <w:p w:rsidRPr="003F2E0B" w:rsidR="003F2E0B" w:rsidP="003F2E0B" w:rsidRDefault="003F2E0B" w14:paraId="06E88730" w14:textId="77777777">
              <w:pPr>
                <w:spacing w:after="0" w:line="360" w:lineRule="auto"/>
                <w:ind w:left="360"/>
                <w:outlineLvl w:val="9"/>
                <w:rPr>
                  <w:rFonts w:cs="Open Sans"/>
                  <w:i/>
                  <w:iC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2196F456" w14:textId="77777777">
      <w:pPr>
        <w:numPr>
          <w:ilvl w:val="0"/>
          <w:numId w:val="31"/>
        </w:numPr>
        <w:spacing w:after="0" w:line="360" w:lineRule="auto"/>
        <w:ind w:left="360"/>
        <w:outlineLvl w:val="9"/>
        <w:rPr>
          <w:rFonts w:cs="Open Sans"/>
          <w:color w:val="1C1C1C" w:themeColor="text1"/>
        </w:rPr>
      </w:pPr>
      <w:r w:rsidRPr="003F2E0B">
        <w:rPr>
          <w:rFonts w:cs="Open Sans"/>
          <w:color w:val="1C1C1C" w:themeColor="text1"/>
        </w:rPr>
        <w:t>Year of establishment.</w:t>
      </w:r>
    </w:p>
    <w:sdt>
      <w:sdtPr>
        <w:rPr>
          <w:rFonts w:cs="Open Sans"/>
          <w:color w:val="1C1C1C" w:themeColor="text1"/>
        </w:rPr>
        <w:id w:val="-491488624"/>
        <w15:repeatingSection/>
      </w:sdtPr>
      <w:sdtEndPr/>
      <w:sdtContent>
        <w:sdt>
          <w:sdtPr>
            <w:rPr>
              <w:rFonts w:cs="Open Sans"/>
              <w:color w:val="1C1C1C" w:themeColor="text1"/>
            </w:rPr>
            <w:id w:val="-781030104"/>
            <w:placeholder>
              <w:docPart w:val="A1BD1AD03CBC4B1F8A22A8F6749F9111"/>
            </w:placeholder>
            <w15:repeatingSectionItem/>
          </w:sdtPr>
          <w:sdtEndPr/>
          <w:sdtContent>
            <w:p w:rsidRPr="003F2E0B" w:rsidR="003F2E0B" w:rsidP="003F2E0B" w:rsidRDefault="003F2E0B" w14:paraId="37284E0D" w14:textId="77777777">
              <w:pPr>
                <w:spacing w:after="0" w:line="360" w:lineRule="auto"/>
                <w:ind w:left="360"/>
                <w:outlineLvl w:val="9"/>
                <w:rPr>
                  <w:rFonts w:cs="Open San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20471527" w14:textId="77777777">
      <w:pPr>
        <w:numPr>
          <w:ilvl w:val="0"/>
          <w:numId w:val="31"/>
        </w:numPr>
        <w:spacing w:after="0" w:line="360" w:lineRule="auto"/>
        <w:ind w:left="360"/>
        <w:outlineLvl w:val="9"/>
        <w:rPr>
          <w:rFonts w:cs="Open Sans"/>
          <w:color w:val="1C1C1C" w:themeColor="text1"/>
        </w:rPr>
      </w:pPr>
      <w:r w:rsidRPr="003F2E0B">
        <w:rPr>
          <w:rFonts w:cs="Open Sans"/>
          <w:color w:val="1C1C1C" w:themeColor="text1"/>
        </w:rPr>
        <w:t>Type of organisation (Select one)</w:t>
      </w:r>
    </w:p>
    <w:sdt>
      <w:sdtPr>
        <w:rPr>
          <w:rFonts w:cs="Open Sans"/>
          <w:color w:val="1C1C1C" w:themeColor="text1"/>
        </w:rPr>
        <w:id w:val="-1495567674"/>
        <w15:repeatingSection/>
      </w:sdtPr>
      <w:sdtEndPr>
        <w:rPr>
          <w:i/>
          <w:iCs/>
        </w:rPr>
      </w:sdtEndPr>
      <w:sdtContent>
        <w:sdt>
          <w:sdtPr>
            <w:rPr>
              <w:rFonts w:cs="Open Sans"/>
              <w:i/>
              <w:iCs/>
              <w:color w:val="1C1C1C" w:themeColor="text1"/>
            </w:rPr>
            <w:id w:val="1038392827"/>
            <w:placeholder>
              <w:docPart w:val="A1BD1AD03CBC4B1F8A22A8F6749F9111"/>
            </w:placeholder>
            <w15:repeatingSectionItem/>
          </w:sdtPr>
          <w:sdtEndPr/>
          <w:sdtContent>
            <w:p w:rsidRPr="003F2E0B" w:rsidR="003F2E0B" w:rsidP="003F2E0B" w:rsidRDefault="003F2E0B" w14:paraId="62033722" w14:textId="77777777">
              <w:pPr>
                <w:spacing w:after="0" w:line="360" w:lineRule="auto"/>
                <w:ind w:left="720"/>
                <w:outlineLvl w:val="9"/>
                <w:rPr>
                  <w:rFonts w:cs="Open Sans"/>
                  <w:i/>
                  <w:iCs/>
                  <w:color w:val="1C1C1C" w:themeColor="text1"/>
                </w:rPr>
              </w:pPr>
              <w:r w:rsidRPr="003F2E0B">
                <w:rPr>
                  <w:rFonts w:cs="Open Sans"/>
                  <w:i/>
                  <w:iCs/>
                  <w:color w:val="1C1C1C" w:themeColor="text1"/>
                </w:rPr>
                <w:t>Enter text here</w:t>
              </w:r>
            </w:p>
            <w:p w:rsidRPr="003F2E0B" w:rsidR="003F2E0B" w:rsidP="003F2E0B" w:rsidRDefault="003F2E0B" w14:paraId="3066F582" w14:textId="77777777">
              <w:pPr>
                <w:numPr>
                  <w:ilvl w:val="0"/>
                  <w:numId w:val="18"/>
                </w:numPr>
                <w:spacing w:after="0" w:line="360" w:lineRule="auto"/>
                <w:outlineLvl w:val="9"/>
                <w:rPr>
                  <w:rFonts w:cs="Open Sans"/>
                  <w:i/>
                  <w:iCs/>
                  <w:color w:val="1C1C1C" w:themeColor="text1"/>
                </w:rPr>
              </w:pPr>
              <w:r w:rsidRPr="003F2E0B">
                <w:rPr>
                  <w:rFonts w:cs="Open Sans"/>
                  <w:i/>
                  <w:iCs/>
                  <w:color w:val="1C1C1C" w:themeColor="text1"/>
                </w:rPr>
                <w:t xml:space="preserve">International and National Universities </w:t>
              </w:r>
            </w:p>
            <w:p w:rsidRPr="003F2E0B" w:rsidR="003F2E0B" w:rsidP="003F2E0B" w:rsidRDefault="003F2E0B" w14:paraId="78E5541D" w14:textId="77777777">
              <w:pPr>
                <w:numPr>
                  <w:ilvl w:val="0"/>
                  <w:numId w:val="18"/>
                </w:numPr>
                <w:spacing w:after="0" w:line="360" w:lineRule="auto"/>
                <w:outlineLvl w:val="9"/>
                <w:rPr>
                  <w:rFonts w:cs="Open Sans"/>
                  <w:i/>
                  <w:iCs/>
                  <w:color w:val="1C1C1C" w:themeColor="text1"/>
                </w:rPr>
              </w:pPr>
              <w:r w:rsidRPr="003F2E0B">
                <w:rPr>
                  <w:rFonts w:cs="Open Sans"/>
                  <w:i/>
                  <w:iCs/>
                  <w:color w:val="1C1C1C" w:themeColor="text1"/>
                </w:rPr>
                <w:t xml:space="preserve">International and National NGOs </w:t>
              </w:r>
            </w:p>
            <w:p w:rsidRPr="003F2E0B" w:rsidR="003F2E0B" w:rsidP="003F2E0B" w:rsidRDefault="003F2E0B" w14:paraId="10D8DF37" w14:textId="77777777">
              <w:pPr>
                <w:numPr>
                  <w:ilvl w:val="0"/>
                  <w:numId w:val="18"/>
                </w:numPr>
                <w:spacing w:after="0" w:line="360" w:lineRule="auto"/>
                <w:outlineLvl w:val="9"/>
                <w:rPr>
                  <w:rFonts w:cs="Open Sans"/>
                  <w:i/>
                  <w:iCs/>
                  <w:color w:val="1C1C1C" w:themeColor="text1"/>
                </w:rPr>
              </w:pPr>
              <w:r w:rsidRPr="003F2E0B">
                <w:rPr>
                  <w:rFonts w:cs="Open Sans"/>
                  <w:i/>
                  <w:iCs/>
                  <w:color w:val="1C1C1C" w:themeColor="text1"/>
                </w:rPr>
                <w:lastRenderedPageBreak/>
                <w:t>Research Institutions</w:t>
              </w:r>
            </w:p>
            <w:p w:rsidRPr="003F2E0B" w:rsidR="003F2E0B" w:rsidP="003F2E0B" w:rsidRDefault="003F2E0B" w14:paraId="6AF7EC10" w14:textId="77777777">
              <w:pPr>
                <w:numPr>
                  <w:ilvl w:val="0"/>
                  <w:numId w:val="18"/>
                </w:numPr>
                <w:spacing w:after="0" w:line="360" w:lineRule="auto"/>
                <w:outlineLvl w:val="9"/>
                <w:rPr>
                  <w:rFonts w:cs="Open Sans"/>
                  <w:i/>
                  <w:iCs/>
                  <w:color w:val="1C1C1C" w:themeColor="text1"/>
                </w:rPr>
              </w:pPr>
              <w:r w:rsidRPr="003F2E0B">
                <w:rPr>
                  <w:rFonts w:cs="Open Sans"/>
                  <w:i/>
                  <w:iCs/>
                  <w:color w:val="1C1C1C" w:themeColor="text1"/>
                </w:rPr>
                <w:t>Think Tanks</w:t>
              </w:r>
            </w:p>
            <w:p w:rsidRPr="003F2E0B" w:rsidR="003F2E0B" w:rsidP="003F2E0B" w:rsidRDefault="003F2E0B" w14:paraId="44280CA9" w14:textId="77777777">
              <w:pPr>
                <w:numPr>
                  <w:ilvl w:val="0"/>
                  <w:numId w:val="18"/>
                </w:numPr>
                <w:spacing w:after="0" w:line="360" w:lineRule="auto"/>
                <w:outlineLvl w:val="9"/>
                <w:rPr>
                  <w:rFonts w:cs="Open Sans"/>
                  <w:i/>
                  <w:iCs/>
                  <w:color w:val="1C1C1C" w:themeColor="text1"/>
                </w:rPr>
              </w:pPr>
              <w:r w:rsidRPr="003F2E0B">
                <w:rPr>
                  <w:rFonts w:cs="Open Sans"/>
                  <w:i/>
                  <w:iCs/>
                  <w:color w:val="1C1C1C" w:themeColor="text1"/>
                </w:rPr>
                <w:t>Private Sector Organisations</w:t>
              </w:r>
            </w:p>
            <w:p w:rsidRPr="003F2E0B" w:rsidR="003F2E0B" w:rsidP="003F2E0B" w:rsidRDefault="003F2E0B" w14:paraId="4F7A8A22" w14:textId="77777777">
              <w:pPr>
                <w:numPr>
                  <w:ilvl w:val="0"/>
                  <w:numId w:val="18"/>
                </w:numPr>
                <w:spacing w:after="0" w:line="360" w:lineRule="auto"/>
                <w:outlineLvl w:val="9"/>
                <w:rPr>
                  <w:rFonts w:cs="Open Sans"/>
                  <w:i/>
                  <w:iCs/>
                  <w:color w:val="1C1C1C" w:themeColor="text1"/>
                </w:rPr>
              </w:pPr>
              <w:r w:rsidRPr="003F2E0B">
                <w:rPr>
                  <w:rFonts w:cs="Open Sans"/>
                  <w:i/>
                  <w:iCs/>
                  <w:color w:val="1C1C1C" w:themeColor="text1"/>
                </w:rPr>
                <w:t>Other</w:t>
              </w:r>
            </w:p>
          </w:sdtContent>
        </w:sdt>
      </w:sdtContent>
    </w:sdt>
    <w:p w:rsidRPr="003F2E0B" w:rsidR="003F2E0B" w:rsidP="003F2E0B" w:rsidRDefault="003F2E0B" w14:paraId="2B1212EB" w14:textId="77777777">
      <w:pPr>
        <w:spacing w:before="240"/>
        <w:outlineLvl w:val="2"/>
        <w:rPr>
          <w:rFonts w:ascii="Arial Nova" w:hAnsi="Arial Nova"/>
          <w:b/>
          <w:bCs/>
          <w:color w:val="2C2E82" w:themeColor="accent4"/>
          <w:sz w:val="28"/>
          <w:szCs w:val="28"/>
        </w:rPr>
      </w:pPr>
      <w:bookmarkStart w:name="_Toc108103897" w:id="1"/>
      <w:r w:rsidRPr="003F2E0B">
        <w:rPr>
          <w:rFonts w:ascii="Arial Nova" w:hAnsi="Arial Nova"/>
          <w:b/>
          <w:bCs/>
          <w:color w:val="2C2E82" w:themeColor="accent4"/>
          <w:sz w:val="28"/>
          <w:szCs w:val="28"/>
        </w:rPr>
        <w:t>2. Section Two: Concept Note Application</w:t>
      </w:r>
      <w:bookmarkEnd w:id="1"/>
    </w:p>
    <w:p w:rsidRPr="003F2E0B" w:rsidR="003F2E0B" w:rsidP="003F2E0B" w:rsidRDefault="003F2E0B" w14:paraId="6F6C8FAB" w14:textId="77777777">
      <w:pPr>
        <w:numPr>
          <w:ilvl w:val="0"/>
          <w:numId w:val="32"/>
        </w:numPr>
        <w:spacing w:after="0" w:line="360" w:lineRule="auto"/>
        <w:ind w:left="360"/>
        <w:outlineLvl w:val="9"/>
        <w:rPr>
          <w:rFonts w:cs="Open Sans"/>
          <w:color w:val="1C1C1C" w:themeColor="text1"/>
        </w:rPr>
      </w:pPr>
      <w:r w:rsidRPr="003F2E0B">
        <w:rPr>
          <w:rFonts w:cs="Open Sans"/>
          <w:color w:val="1C1C1C" w:themeColor="text1"/>
        </w:rPr>
        <w:t>Project Title: (Should not exceed three sentences.)</w:t>
      </w:r>
    </w:p>
    <w:sdt>
      <w:sdtPr>
        <w:rPr>
          <w:rFonts w:cs="Open Sans"/>
          <w:i/>
          <w:iCs/>
          <w:color w:val="1C1C1C" w:themeColor="text1"/>
        </w:rPr>
        <w:id w:val="-172647623"/>
        <w15:repeatingSection/>
      </w:sdtPr>
      <w:sdtEndPr/>
      <w:sdtContent>
        <w:sdt>
          <w:sdtPr>
            <w:rPr>
              <w:rFonts w:cs="Open Sans"/>
              <w:i/>
              <w:iCs/>
              <w:color w:val="1C1C1C" w:themeColor="text1"/>
            </w:rPr>
            <w:id w:val="704221177"/>
            <w:placeholder>
              <w:docPart w:val="A1BD1AD03CBC4B1F8A22A8F6749F9111"/>
            </w:placeholder>
            <w15:repeatingSectionItem/>
          </w:sdtPr>
          <w:sdtEndPr/>
          <w:sdtContent>
            <w:p w:rsidRPr="003F2E0B" w:rsidR="003F2E0B" w:rsidP="003F2E0B" w:rsidRDefault="003F2E0B" w14:paraId="32D08C35" w14:textId="77777777">
              <w:pPr>
                <w:spacing w:after="0" w:line="360" w:lineRule="auto"/>
                <w:ind w:left="360"/>
                <w:outlineLvl w:val="9"/>
                <w:rPr>
                  <w:rFonts w:cs="Open Sans"/>
                  <w:i/>
                  <w:iC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059F951D" w14:textId="77777777">
      <w:pPr>
        <w:numPr>
          <w:ilvl w:val="0"/>
          <w:numId w:val="32"/>
        </w:numPr>
        <w:spacing w:after="0" w:line="360" w:lineRule="auto"/>
        <w:ind w:left="360"/>
        <w:outlineLvl w:val="9"/>
        <w:rPr>
          <w:rFonts w:cs="Open Sans"/>
          <w:color w:val="1C1C1C" w:themeColor="text1"/>
        </w:rPr>
      </w:pPr>
      <w:r w:rsidRPr="003F2E0B">
        <w:rPr>
          <w:rFonts w:cs="Open Sans"/>
          <w:color w:val="1C1C1C" w:themeColor="text1"/>
        </w:rPr>
        <w:t>Project Implementation Period (The maximum length of implementation is 15 months. The project period of performance is no later than 31 December 2023.)</w:t>
      </w:r>
    </w:p>
    <w:sdt>
      <w:sdtPr>
        <w:rPr>
          <w:rFonts w:cs="Open Sans"/>
          <w:i/>
          <w:iCs/>
          <w:color w:val="1C1C1C" w:themeColor="text1"/>
        </w:rPr>
        <w:id w:val="-1138720302"/>
        <w15:repeatingSection/>
      </w:sdtPr>
      <w:sdtEndPr/>
      <w:sdtContent>
        <w:sdt>
          <w:sdtPr>
            <w:rPr>
              <w:rFonts w:cs="Open Sans"/>
              <w:i/>
              <w:iCs/>
              <w:color w:val="1C1C1C" w:themeColor="text1"/>
            </w:rPr>
            <w:id w:val="-111589469"/>
            <w:placeholder>
              <w:docPart w:val="A1BD1AD03CBC4B1F8A22A8F6749F9111"/>
            </w:placeholder>
            <w15:repeatingSectionItem/>
          </w:sdtPr>
          <w:sdtEndPr/>
          <w:sdtContent>
            <w:p w:rsidRPr="003F2E0B" w:rsidR="003F2E0B" w:rsidP="003F2E0B" w:rsidRDefault="003F2E0B" w14:paraId="5628346E" w14:textId="77777777">
              <w:pPr>
                <w:spacing w:after="0" w:line="360" w:lineRule="auto"/>
                <w:ind w:left="360"/>
                <w:outlineLvl w:val="9"/>
                <w:rPr>
                  <w:rFonts w:cs="Open Sans"/>
                  <w:i/>
                  <w:iC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5F7030F5" w14:textId="77777777">
      <w:pPr>
        <w:numPr>
          <w:ilvl w:val="0"/>
          <w:numId w:val="32"/>
        </w:numPr>
        <w:spacing w:after="0" w:line="360" w:lineRule="auto"/>
        <w:ind w:left="360"/>
        <w:outlineLvl w:val="9"/>
        <w:rPr>
          <w:rFonts w:cs="Open Sans"/>
          <w:color w:val="1C1C1C" w:themeColor="text1"/>
        </w:rPr>
      </w:pPr>
      <w:r w:rsidRPr="003F2E0B">
        <w:rPr>
          <w:rFonts w:cs="Open Sans"/>
          <w:color w:val="1C1C1C" w:themeColor="text1"/>
        </w:rPr>
        <w:t xml:space="preserve">RISA Fund Objective and Sector </w:t>
      </w:r>
    </w:p>
    <w:sdt>
      <w:sdtPr>
        <w:rPr>
          <w:rFonts w:cs="Open Sans"/>
          <w:i/>
          <w:iCs/>
          <w:color w:val="1C1C1C" w:themeColor="text1"/>
        </w:rPr>
        <w:id w:val="-1701542917"/>
        <w15:repeatingSection/>
      </w:sdtPr>
      <w:sdtEndPr/>
      <w:sdtContent>
        <w:sdt>
          <w:sdtPr>
            <w:rPr>
              <w:rFonts w:cs="Open Sans"/>
              <w:i/>
              <w:iCs/>
              <w:color w:val="1C1C1C" w:themeColor="text1"/>
            </w:rPr>
            <w:id w:val="1980260400"/>
            <w:placeholder>
              <w:docPart w:val="A1BD1AD03CBC4B1F8A22A8F6749F9111"/>
            </w:placeholder>
            <w15:repeatingSectionItem/>
          </w:sdtPr>
          <w:sdtEndPr/>
          <w:sdtContent>
            <w:p w:rsidRPr="003F2E0B" w:rsidR="003F2E0B" w:rsidP="003F2E0B" w:rsidRDefault="003F2E0B" w14:paraId="6E130E67" w14:textId="77777777">
              <w:pPr>
                <w:spacing w:after="0" w:line="360" w:lineRule="auto"/>
                <w:ind w:left="360"/>
                <w:outlineLvl w:val="9"/>
                <w:rPr>
                  <w:rFonts w:cs="Open Sans"/>
                  <w:i/>
                  <w:iC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6C1C78BB" w14:textId="77777777">
      <w:pPr>
        <w:numPr>
          <w:ilvl w:val="0"/>
          <w:numId w:val="32"/>
        </w:numPr>
        <w:spacing w:after="0" w:line="360" w:lineRule="auto"/>
        <w:ind w:left="360"/>
        <w:outlineLvl w:val="9"/>
        <w:rPr>
          <w:rFonts w:cs="Open Sans"/>
          <w:color w:val="1C1C1C" w:themeColor="text1"/>
        </w:rPr>
      </w:pPr>
      <w:r w:rsidRPr="003F2E0B">
        <w:rPr>
          <w:rFonts w:cs="Open Sans"/>
          <w:color w:val="1C1C1C" w:themeColor="text1"/>
        </w:rPr>
        <w:t xml:space="preserve">Which RISA country or countries will this project work in? Enter all that apply. </w:t>
      </w:r>
    </w:p>
    <w:sdt>
      <w:sdtPr>
        <w:rPr>
          <w:rFonts w:cs="Open Sans"/>
          <w:i/>
          <w:iCs/>
          <w:color w:val="1C1C1C" w:themeColor="text1"/>
        </w:rPr>
        <w:id w:val="1432396537"/>
        <w15:repeatingSection/>
      </w:sdtPr>
      <w:sdtEndPr/>
      <w:sdtContent>
        <w:sdt>
          <w:sdtPr>
            <w:rPr>
              <w:rFonts w:cs="Open Sans"/>
              <w:i/>
              <w:iCs/>
              <w:color w:val="1C1C1C" w:themeColor="text1"/>
            </w:rPr>
            <w:id w:val="1948585387"/>
            <w:placeholder>
              <w:docPart w:val="A1BD1AD03CBC4B1F8A22A8F6749F9111"/>
            </w:placeholder>
            <w15:repeatingSectionItem/>
          </w:sdtPr>
          <w:sdtEndPr/>
          <w:sdtContent>
            <w:p w:rsidRPr="003F2E0B" w:rsidR="003F2E0B" w:rsidP="003F2E0B" w:rsidRDefault="003F2E0B" w14:paraId="1B508CC1" w14:textId="77777777">
              <w:pPr>
                <w:spacing w:after="0" w:line="360" w:lineRule="auto"/>
                <w:ind w:left="360"/>
                <w:outlineLvl w:val="9"/>
                <w:rPr>
                  <w:rFonts w:cs="Open Sans"/>
                  <w:i/>
                  <w:iC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7C349476" w14:textId="77777777">
      <w:pPr>
        <w:numPr>
          <w:ilvl w:val="0"/>
          <w:numId w:val="32"/>
        </w:numPr>
        <w:spacing w:after="0" w:line="360" w:lineRule="auto"/>
        <w:ind w:left="360"/>
        <w:outlineLvl w:val="9"/>
        <w:rPr>
          <w:rFonts w:cs="Open Sans"/>
          <w:color w:val="202024"/>
          <w:w w:val="110"/>
        </w:rPr>
      </w:pPr>
      <w:bookmarkStart w:name="_Hlk108030760" w:id="2"/>
      <w:r w:rsidRPr="003F2E0B">
        <w:rPr>
          <w:rFonts w:cs="Open Sans"/>
          <w:color w:val="202024"/>
          <w:w w:val="110"/>
        </w:rPr>
        <w:t>Which</w:t>
      </w:r>
      <w:r w:rsidRPr="003F2E0B">
        <w:rPr>
          <w:rFonts w:cs="Open Sans"/>
          <w:color w:val="202024"/>
          <w:spacing w:val="4"/>
          <w:w w:val="110"/>
        </w:rPr>
        <w:t xml:space="preserve"> </w:t>
      </w:r>
      <w:r w:rsidRPr="003F2E0B">
        <w:rPr>
          <w:rFonts w:cs="Open Sans"/>
          <w:color w:val="202024"/>
          <w:w w:val="110"/>
        </w:rPr>
        <w:t>of</w:t>
      </w:r>
      <w:r w:rsidRPr="003F2E0B">
        <w:rPr>
          <w:rFonts w:cs="Open Sans"/>
          <w:color w:val="202024"/>
          <w:spacing w:val="3"/>
          <w:w w:val="110"/>
        </w:rPr>
        <w:t xml:space="preserve"> </w:t>
      </w:r>
      <w:r w:rsidRPr="003F2E0B">
        <w:rPr>
          <w:rFonts w:cs="Open Sans"/>
          <w:color w:val="202024"/>
          <w:w w:val="110"/>
        </w:rPr>
        <w:t>the</w:t>
      </w:r>
      <w:r w:rsidRPr="003F2E0B">
        <w:rPr>
          <w:rFonts w:cs="Open Sans"/>
          <w:color w:val="202024"/>
          <w:spacing w:val="4"/>
          <w:w w:val="110"/>
        </w:rPr>
        <w:t xml:space="preserve"> </w:t>
      </w:r>
      <w:r w:rsidRPr="003F2E0B">
        <w:rPr>
          <w:rFonts w:cs="Open Sans"/>
          <w:color w:val="202024"/>
          <w:w w:val="110"/>
        </w:rPr>
        <w:t>following</w:t>
      </w:r>
      <w:r w:rsidRPr="003F2E0B">
        <w:rPr>
          <w:rFonts w:cs="Open Sans"/>
          <w:color w:val="202024"/>
          <w:spacing w:val="3"/>
          <w:w w:val="110"/>
        </w:rPr>
        <w:t xml:space="preserve"> ecosystem strengthening </w:t>
      </w:r>
      <w:r w:rsidRPr="003F2E0B">
        <w:rPr>
          <w:rFonts w:cs="Open Sans"/>
          <w:color w:val="202024"/>
          <w:w w:val="110"/>
        </w:rPr>
        <w:t>goals</w:t>
      </w:r>
      <w:r w:rsidRPr="003F2E0B">
        <w:rPr>
          <w:rFonts w:cs="Open Sans"/>
          <w:color w:val="202024"/>
          <w:spacing w:val="4"/>
          <w:w w:val="110"/>
        </w:rPr>
        <w:t xml:space="preserve"> </w:t>
      </w:r>
      <w:r w:rsidRPr="003F2E0B">
        <w:rPr>
          <w:rFonts w:cs="Open Sans"/>
          <w:color w:val="202024"/>
          <w:w w:val="110"/>
        </w:rPr>
        <w:t>does</w:t>
      </w:r>
      <w:r w:rsidRPr="003F2E0B">
        <w:rPr>
          <w:rFonts w:cs="Open Sans"/>
          <w:color w:val="202024"/>
          <w:spacing w:val="3"/>
          <w:w w:val="110"/>
        </w:rPr>
        <w:t xml:space="preserve"> </w:t>
      </w:r>
      <w:r w:rsidRPr="003F2E0B">
        <w:rPr>
          <w:rFonts w:cs="Open Sans"/>
          <w:color w:val="202024"/>
          <w:w w:val="110"/>
        </w:rPr>
        <w:t>this</w:t>
      </w:r>
      <w:r w:rsidRPr="003F2E0B">
        <w:rPr>
          <w:rFonts w:cs="Open Sans"/>
          <w:color w:val="202024"/>
          <w:spacing w:val="4"/>
          <w:w w:val="110"/>
        </w:rPr>
        <w:t xml:space="preserve"> </w:t>
      </w:r>
      <w:r w:rsidRPr="003F2E0B">
        <w:rPr>
          <w:rFonts w:cs="Open Sans"/>
          <w:color w:val="202024"/>
          <w:w w:val="110"/>
        </w:rPr>
        <w:t>project</w:t>
      </w:r>
      <w:r w:rsidRPr="003F2E0B">
        <w:rPr>
          <w:rFonts w:cs="Open Sans"/>
          <w:color w:val="202024"/>
          <w:spacing w:val="4"/>
          <w:w w:val="110"/>
        </w:rPr>
        <w:t xml:space="preserve"> </w:t>
      </w:r>
      <w:r w:rsidRPr="003F2E0B">
        <w:rPr>
          <w:rFonts w:cs="Open Sans"/>
          <w:color w:val="202024"/>
          <w:w w:val="110"/>
        </w:rPr>
        <w:t>aim</w:t>
      </w:r>
      <w:r w:rsidRPr="003F2E0B">
        <w:rPr>
          <w:rFonts w:cs="Open Sans"/>
          <w:color w:val="202024"/>
          <w:spacing w:val="3"/>
          <w:w w:val="110"/>
        </w:rPr>
        <w:t xml:space="preserve"> </w:t>
      </w:r>
      <w:r w:rsidRPr="003F2E0B">
        <w:rPr>
          <w:rFonts w:cs="Open Sans"/>
          <w:color w:val="202024"/>
          <w:w w:val="110"/>
        </w:rPr>
        <w:t>to</w:t>
      </w:r>
      <w:r w:rsidRPr="003F2E0B">
        <w:rPr>
          <w:rFonts w:cs="Open Sans"/>
          <w:color w:val="202024"/>
          <w:spacing w:val="4"/>
          <w:w w:val="110"/>
        </w:rPr>
        <w:t xml:space="preserve"> </w:t>
      </w:r>
      <w:r w:rsidRPr="003F2E0B">
        <w:rPr>
          <w:rFonts w:cs="Open Sans"/>
          <w:color w:val="202024"/>
          <w:w w:val="110"/>
        </w:rPr>
        <w:t>address?</w:t>
      </w:r>
    </w:p>
    <w:bookmarkEnd w:id="2"/>
    <w:p w:rsidRPr="003F2E0B" w:rsidR="003F2E0B" w:rsidP="003F2E0B" w:rsidRDefault="003F2E0B" w14:paraId="08307698" w14:textId="77777777">
      <w:pPr>
        <w:numPr>
          <w:ilvl w:val="0"/>
          <w:numId w:val="40"/>
        </w:numPr>
        <w:spacing w:after="0" w:line="360" w:lineRule="auto"/>
        <w:outlineLvl w:val="9"/>
        <w:rPr>
          <w:rFonts w:cs="Open Sans"/>
          <w:color w:val="1C1C1C" w:themeColor="text1"/>
        </w:rPr>
      </w:pPr>
      <w:r w:rsidRPr="003F2E0B">
        <w:rPr>
          <w:rFonts w:cs="Open Sans"/>
          <w:color w:val="1C1C1C" w:themeColor="text1"/>
        </w:rPr>
        <w:t>Building informed human capital through the enhancement of research and innovation skills</w:t>
      </w:r>
    </w:p>
    <w:p w:rsidRPr="003F2E0B" w:rsidR="003F2E0B" w:rsidP="003F2E0B" w:rsidRDefault="003F2E0B" w14:paraId="46426548" w14:textId="77777777">
      <w:pPr>
        <w:numPr>
          <w:ilvl w:val="0"/>
          <w:numId w:val="40"/>
        </w:numPr>
        <w:spacing w:after="0" w:line="360" w:lineRule="auto"/>
        <w:outlineLvl w:val="9"/>
        <w:rPr>
          <w:rFonts w:cs="Open Sans"/>
          <w:color w:val="1C1C1C" w:themeColor="text1"/>
        </w:rPr>
      </w:pPr>
      <w:r w:rsidRPr="003F2E0B">
        <w:rPr>
          <w:rFonts w:cs="Open Sans"/>
          <w:color w:val="1C1C1C" w:themeColor="text1"/>
        </w:rPr>
        <w:t>Ensuring accessibility of finance for innovation processes and strengthening national research funding capacity</w:t>
      </w:r>
    </w:p>
    <w:p w:rsidRPr="003F2E0B" w:rsidR="003F2E0B" w:rsidP="003F2E0B" w:rsidRDefault="003F2E0B" w14:paraId="7C34609B" w14:textId="77777777">
      <w:pPr>
        <w:numPr>
          <w:ilvl w:val="0"/>
          <w:numId w:val="40"/>
        </w:numPr>
        <w:spacing w:after="0" w:line="360" w:lineRule="auto"/>
        <w:outlineLvl w:val="9"/>
        <w:rPr>
          <w:rFonts w:cs="Open Sans"/>
          <w:color w:val="1C1C1C" w:themeColor="text1"/>
        </w:rPr>
      </w:pPr>
      <w:r w:rsidRPr="003F2E0B">
        <w:rPr>
          <w:rFonts w:cs="Open Sans"/>
          <w:color w:val="1C1C1C" w:themeColor="text1"/>
        </w:rPr>
        <w:t>Establishing supportive research and innovation infrastructure</w:t>
      </w:r>
    </w:p>
    <w:p w:rsidRPr="003F2E0B" w:rsidR="003F2E0B" w:rsidP="003F2E0B" w:rsidRDefault="003F2E0B" w14:paraId="006B1844" w14:textId="77777777">
      <w:pPr>
        <w:numPr>
          <w:ilvl w:val="0"/>
          <w:numId w:val="40"/>
        </w:numPr>
        <w:spacing w:after="0" w:line="360" w:lineRule="auto"/>
        <w:outlineLvl w:val="9"/>
        <w:rPr>
          <w:rFonts w:cs="Open Sans"/>
          <w:color w:val="1C1C1C" w:themeColor="text1"/>
        </w:rPr>
      </w:pPr>
      <w:r w:rsidRPr="003F2E0B">
        <w:rPr>
          <w:rFonts w:cs="Open Sans"/>
          <w:color w:val="1C1C1C" w:themeColor="text1"/>
        </w:rPr>
        <w:t xml:space="preserve">Creating enabling national research policy and regulation alongside national science, </w:t>
      </w:r>
      <w:proofErr w:type="gramStart"/>
      <w:r w:rsidRPr="003F2E0B">
        <w:rPr>
          <w:rFonts w:cs="Open Sans"/>
          <w:color w:val="1C1C1C" w:themeColor="text1"/>
        </w:rPr>
        <w:t>technology</w:t>
      </w:r>
      <w:proofErr w:type="gramEnd"/>
      <w:r w:rsidRPr="003F2E0B">
        <w:rPr>
          <w:rFonts w:cs="Open Sans"/>
          <w:color w:val="1C1C1C" w:themeColor="text1"/>
        </w:rPr>
        <w:t xml:space="preserve"> and innovation (STI) policy and regulation </w:t>
      </w:r>
    </w:p>
    <w:p w:rsidRPr="003F2E0B" w:rsidR="003F2E0B" w:rsidP="003F2E0B" w:rsidRDefault="003F2E0B" w14:paraId="278EA938" w14:textId="77777777">
      <w:pPr>
        <w:numPr>
          <w:ilvl w:val="0"/>
          <w:numId w:val="40"/>
        </w:numPr>
        <w:spacing w:after="0" w:line="360" w:lineRule="auto"/>
        <w:outlineLvl w:val="9"/>
        <w:rPr>
          <w:rFonts w:cs="Open Sans"/>
          <w:color w:val="1C1C1C" w:themeColor="text1"/>
        </w:rPr>
      </w:pPr>
      <w:r w:rsidRPr="003F2E0B">
        <w:rPr>
          <w:rFonts w:cs="Open Sans"/>
          <w:color w:val="1C1C1C" w:themeColor="text1"/>
        </w:rPr>
        <w:t>Nurturing a culture supportive of research, innovation, and entrepreneurship</w:t>
      </w:r>
    </w:p>
    <w:p w:rsidRPr="003F2E0B" w:rsidR="003F2E0B" w:rsidP="003F2E0B" w:rsidRDefault="003F2E0B" w14:paraId="26FE8BE2" w14:textId="77777777">
      <w:pPr>
        <w:numPr>
          <w:ilvl w:val="0"/>
          <w:numId w:val="40"/>
        </w:numPr>
        <w:spacing w:after="0" w:line="360" w:lineRule="auto"/>
        <w:outlineLvl w:val="9"/>
        <w:rPr>
          <w:rFonts w:cs="Open Sans"/>
          <w:color w:val="1C1C1C" w:themeColor="text1"/>
        </w:rPr>
      </w:pPr>
      <w:r w:rsidRPr="003F2E0B">
        <w:rPr>
          <w:rFonts w:cs="Open Sans"/>
          <w:color w:val="1C1C1C" w:themeColor="text1"/>
        </w:rPr>
        <w:t>Supporting coordinated networking assets that enable productive interconnectivity among various research and innovation stakeholders</w:t>
      </w:r>
    </w:p>
    <w:p w:rsidRPr="003F2E0B" w:rsidR="003F2E0B" w:rsidP="003F2E0B" w:rsidRDefault="003F2E0B" w14:paraId="0E492779" w14:textId="77777777">
      <w:pPr>
        <w:numPr>
          <w:ilvl w:val="0"/>
          <w:numId w:val="40"/>
        </w:numPr>
        <w:spacing w:after="0" w:line="360" w:lineRule="auto"/>
        <w:outlineLvl w:val="9"/>
        <w:rPr>
          <w:rFonts w:cs="Open Sans"/>
          <w:color w:val="1C1C1C" w:themeColor="text1"/>
        </w:rPr>
      </w:pPr>
      <w:r w:rsidRPr="003F2E0B">
        <w:rPr>
          <w:rFonts w:cs="Open Sans"/>
          <w:color w:val="1C1C1C" w:themeColor="text1"/>
        </w:rPr>
        <w:t xml:space="preserve">Embedding gender equality and social inclusion (GESI) at the </w:t>
      </w:r>
      <w:proofErr w:type="spellStart"/>
      <w:r w:rsidRPr="003F2E0B">
        <w:rPr>
          <w:rFonts w:cs="Open Sans"/>
          <w:color w:val="1C1C1C" w:themeColor="text1"/>
        </w:rPr>
        <w:t>centre</w:t>
      </w:r>
      <w:proofErr w:type="spellEnd"/>
      <w:r w:rsidRPr="003F2E0B">
        <w:rPr>
          <w:rFonts w:cs="Open Sans"/>
          <w:color w:val="1C1C1C" w:themeColor="text1"/>
        </w:rPr>
        <w:t xml:space="preserve"> of ecosystem governance and participation.</w:t>
      </w:r>
    </w:p>
    <w:p w:rsidRPr="003F2E0B" w:rsidR="003F2E0B" w:rsidP="003F2E0B" w:rsidRDefault="003F2E0B" w14:paraId="277BF7EE" w14:textId="77777777">
      <w:pPr>
        <w:numPr>
          <w:ilvl w:val="0"/>
          <w:numId w:val="40"/>
        </w:numPr>
        <w:spacing w:after="0" w:line="360" w:lineRule="auto"/>
        <w:outlineLvl w:val="9"/>
        <w:rPr>
          <w:rFonts w:cs="Open Sans"/>
          <w:color w:val="1C1C1C" w:themeColor="text1"/>
        </w:rPr>
      </w:pPr>
      <w:r w:rsidRPr="003F2E0B">
        <w:rPr>
          <w:rFonts w:cs="Open Sans"/>
          <w:color w:val="1C1C1C" w:themeColor="text1"/>
        </w:rPr>
        <w:t>Creating smoother pathways to scale up research diffusion and specific innovations</w:t>
      </w:r>
    </w:p>
    <w:p w:rsidRPr="003F2E0B" w:rsidR="003F2E0B" w:rsidP="003F2E0B" w:rsidRDefault="003F2E0B" w14:paraId="59E332AC" w14:textId="77777777">
      <w:pPr>
        <w:numPr>
          <w:ilvl w:val="0"/>
          <w:numId w:val="40"/>
        </w:numPr>
        <w:spacing w:after="0" w:line="360" w:lineRule="auto"/>
        <w:outlineLvl w:val="9"/>
        <w:rPr>
          <w:rFonts w:cs="Open Sans"/>
          <w:color w:val="1C1C1C" w:themeColor="text1"/>
        </w:rPr>
      </w:pPr>
      <w:proofErr w:type="spellStart"/>
      <w:r w:rsidRPr="003F2E0B">
        <w:rPr>
          <w:rFonts w:cs="Open Sans"/>
          <w:color w:val="1C1C1C" w:themeColor="text1"/>
        </w:rPr>
        <w:t>Mobilising</w:t>
      </w:r>
      <w:proofErr w:type="spellEnd"/>
      <w:r w:rsidRPr="003F2E0B">
        <w:rPr>
          <w:rFonts w:cs="Open Sans"/>
          <w:color w:val="1C1C1C" w:themeColor="text1"/>
        </w:rPr>
        <w:t xml:space="preserve"> a collective research and innovation ecosystem approach to address a particular development challenge</w:t>
      </w:r>
    </w:p>
    <w:p w:rsidRPr="003F2E0B" w:rsidR="003F2E0B" w:rsidP="003F2E0B" w:rsidRDefault="003F2E0B" w14:paraId="7C1BE46F" w14:textId="77777777">
      <w:pPr>
        <w:numPr>
          <w:ilvl w:val="0"/>
          <w:numId w:val="40"/>
        </w:numPr>
        <w:spacing w:after="0" w:line="360" w:lineRule="auto"/>
        <w:outlineLvl w:val="9"/>
        <w:rPr>
          <w:rFonts w:cs="Open Sans"/>
          <w:color w:val="1C1C1C" w:themeColor="text1"/>
        </w:rPr>
      </w:pPr>
      <w:r w:rsidRPr="003F2E0B">
        <w:rPr>
          <w:rFonts w:cs="Open Sans"/>
          <w:color w:val="1C1C1C" w:themeColor="text1"/>
        </w:rPr>
        <w:t>Supporting the development of effective research incentives for government stakeholders, research institutions, and researchers</w:t>
      </w:r>
    </w:p>
    <w:p w:rsidRPr="003F2E0B" w:rsidR="003F2E0B" w:rsidP="003F2E0B" w:rsidRDefault="003F2E0B" w14:paraId="551766B7" w14:textId="77777777">
      <w:pPr>
        <w:numPr>
          <w:ilvl w:val="0"/>
          <w:numId w:val="40"/>
        </w:numPr>
        <w:spacing w:after="0" w:line="360" w:lineRule="auto"/>
        <w:outlineLvl w:val="9"/>
        <w:rPr>
          <w:rFonts w:cs="Open Sans"/>
          <w:color w:val="1C1C1C" w:themeColor="text1"/>
          <w:w w:val="110"/>
        </w:rPr>
      </w:pPr>
      <w:r w:rsidRPr="003F2E0B">
        <w:rPr>
          <w:rFonts w:cs="Open Sans"/>
          <w:color w:val="1C1C1C" w:themeColor="text1"/>
        </w:rPr>
        <w:t xml:space="preserve">Building a framework for assurance and enhancement of research quality, </w:t>
      </w:r>
      <w:proofErr w:type="gramStart"/>
      <w:r w:rsidRPr="003F2E0B">
        <w:rPr>
          <w:rFonts w:cs="Open Sans"/>
          <w:color w:val="1C1C1C" w:themeColor="text1"/>
        </w:rPr>
        <w:t>uptake</w:t>
      </w:r>
      <w:proofErr w:type="gramEnd"/>
      <w:r w:rsidRPr="003F2E0B">
        <w:rPr>
          <w:rFonts w:cs="Open Sans"/>
          <w:color w:val="1C1C1C" w:themeColor="text1"/>
        </w:rPr>
        <w:t xml:space="preserve"> and impact</w:t>
      </w:r>
    </w:p>
    <w:sdt>
      <w:sdtPr>
        <w:rPr>
          <w:rFonts w:cs="Open Sans"/>
          <w:color w:val="D92F25"/>
          <w:w w:val="110"/>
        </w:rPr>
        <w:id w:val="-1253273201"/>
        <w15:repeatingSection/>
      </w:sdtPr>
      <w:sdtEndPr/>
      <w:sdtContent>
        <w:sdt>
          <w:sdtPr>
            <w:rPr>
              <w:rFonts w:cs="Open Sans"/>
              <w:color w:val="D92F25"/>
              <w:w w:val="110"/>
            </w:rPr>
            <w:id w:val="1741054037"/>
            <w:placeholder>
              <w:docPart w:val="0A0831BDC9BD4F33AB51E7CC8B322A86"/>
            </w:placeholder>
            <w15:repeatingSectionItem/>
          </w:sdtPr>
          <w:sdtEndPr/>
          <w:sdtContent>
            <w:p w:rsidRPr="003F2E0B" w:rsidR="003F2E0B" w:rsidP="003F2E0B" w:rsidRDefault="003F2E0B" w14:paraId="7DCC6600" w14:textId="77777777">
              <w:pPr>
                <w:spacing w:after="0" w:line="360" w:lineRule="auto"/>
                <w:ind w:left="720"/>
                <w:outlineLvl w:val="9"/>
                <w:rPr>
                  <w:rFonts w:cs="Open Sans"/>
                  <w:color w:val="D92F25"/>
                  <w:w w:val="110"/>
                </w:rPr>
              </w:pPr>
              <w:r w:rsidRPr="003F2E0B">
                <w:rPr>
                  <w:rFonts w:cs="Open Sans"/>
                  <w:i/>
                  <w:iCs/>
                  <w:color w:val="1C1C1C" w:themeColor="text1"/>
                  <w:w w:val="110"/>
                </w:rPr>
                <w:t>Enter text here</w:t>
              </w:r>
            </w:p>
          </w:sdtContent>
        </w:sdt>
      </w:sdtContent>
    </w:sdt>
    <w:p w:rsidRPr="003F2E0B" w:rsidR="003F2E0B" w:rsidP="003F2E0B" w:rsidRDefault="003F2E0B" w14:paraId="257200F1" w14:textId="77777777">
      <w:pPr>
        <w:numPr>
          <w:ilvl w:val="0"/>
          <w:numId w:val="32"/>
        </w:numPr>
        <w:spacing w:after="0" w:line="360" w:lineRule="auto"/>
        <w:ind w:left="360"/>
        <w:outlineLvl w:val="9"/>
        <w:rPr>
          <w:rFonts w:cs="Open Sans"/>
          <w:color w:val="202024"/>
          <w:w w:val="110"/>
        </w:rPr>
      </w:pPr>
      <w:r w:rsidRPr="003F2E0B">
        <w:rPr>
          <w:rFonts w:cs="Open Sans"/>
          <w:color w:val="1C1C1C" w:themeColor="text1"/>
          <w:w w:val="110"/>
        </w:rPr>
        <w:lastRenderedPageBreak/>
        <w:t>Alignment</w:t>
      </w:r>
      <w:r w:rsidRPr="003F2E0B">
        <w:rPr>
          <w:rFonts w:cs="Open Sans"/>
          <w:color w:val="1C1C1C" w:themeColor="text1"/>
          <w:spacing w:val="4"/>
          <w:w w:val="110"/>
        </w:rPr>
        <w:t xml:space="preserve"> </w:t>
      </w:r>
      <w:r w:rsidRPr="003F2E0B">
        <w:rPr>
          <w:rFonts w:cs="Open Sans"/>
          <w:color w:val="1C1C1C" w:themeColor="text1"/>
          <w:w w:val="110"/>
        </w:rPr>
        <w:t>to</w:t>
      </w:r>
      <w:r w:rsidRPr="003F2E0B">
        <w:rPr>
          <w:rFonts w:cs="Open Sans"/>
          <w:color w:val="1C1C1C" w:themeColor="text1"/>
          <w:spacing w:val="4"/>
          <w:w w:val="110"/>
        </w:rPr>
        <w:t xml:space="preserve"> </w:t>
      </w:r>
      <w:r w:rsidRPr="003F2E0B">
        <w:rPr>
          <w:rFonts w:cs="Open Sans"/>
          <w:color w:val="1C1C1C" w:themeColor="text1"/>
          <w:w w:val="110"/>
        </w:rPr>
        <w:t>RISA</w:t>
      </w:r>
      <w:r w:rsidRPr="003F2E0B">
        <w:rPr>
          <w:rFonts w:cs="Open Sans"/>
          <w:color w:val="1C1C1C" w:themeColor="text1"/>
          <w:spacing w:val="4"/>
          <w:w w:val="110"/>
        </w:rPr>
        <w:t xml:space="preserve"> </w:t>
      </w:r>
      <w:r w:rsidRPr="003F2E0B">
        <w:rPr>
          <w:rFonts w:cs="Open Sans"/>
          <w:color w:val="1C1C1C" w:themeColor="text1"/>
          <w:w w:val="110"/>
        </w:rPr>
        <w:t>F</w:t>
      </w:r>
      <w:r w:rsidRPr="003F2E0B">
        <w:rPr>
          <w:rFonts w:cs="Open Sans"/>
          <w:color w:val="1C1C1C" w:themeColor="text1"/>
        </w:rPr>
        <w:t>und Programme Objectives</w:t>
      </w:r>
      <w:r w:rsidRPr="003F2E0B">
        <w:rPr>
          <w:rFonts w:cs="Open Sans"/>
          <w:color w:val="1C1C1C" w:themeColor="text1"/>
          <w:w w:val="110"/>
        </w:rPr>
        <w:t>:</w:t>
      </w:r>
      <w:r w:rsidRPr="003F2E0B">
        <w:rPr>
          <w:rFonts w:cs="Open Sans"/>
          <w:color w:val="1C1C1C" w:themeColor="text1"/>
          <w:spacing w:val="4"/>
          <w:w w:val="110"/>
        </w:rPr>
        <w:t xml:space="preserve"> </w:t>
      </w:r>
      <w:r w:rsidRPr="003F2E0B">
        <w:rPr>
          <w:rFonts w:cs="Open Sans"/>
          <w:color w:val="1C1C1C" w:themeColor="text1"/>
          <w:w w:val="110"/>
        </w:rPr>
        <w:t>Please</w:t>
      </w:r>
      <w:r w:rsidRPr="003F2E0B">
        <w:rPr>
          <w:rFonts w:cs="Open Sans"/>
          <w:color w:val="1C1C1C" w:themeColor="text1"/>
          <w:spacing w:val="4"/>
          <w:w w:val="110"/>
        </w:rPr>
        <w:t xml:space="preserve"> </w:t>
      </w:r>
      <w:r w:rsidRPr="003F2E0B">
        <w:rPr>
          <w:rFonts w:cs="Open Sans"/>
          <w:color w:val="1C1C1C" w:themeColor="text1"/>
          <w:w w:val="110"/>
        </w:rPr>
        <w:t>describe</w:t>
      </w:r>
      <w:r w:rsidRPr="003F2E0B">
        <w:rPr>
          <w:rFonts w:cs="Open Sans"/>
          <w:color w:val="1C1C1C" w:themeColor="text1"/>
          <w:spacing w:val="4"/>
          <w:w w:val="110"/>
        </w:rPr>
        <w:t xml:space="preserve"> </w:t>
      </w:r>
      <w:r w:rsidRPr="003F2E0B">
        <w:rPr>
          <w:rFonts w:cs="Open Sans"/>
          <w:color w:val="1C1C1C" w:themeColor="text1"/>
          <w:w w:val="110"/>
        </w:rPr>
        <w:t>how</w:t>
      </w:r>
      <w:r w:rsidRPr="003F2E0B">
        <w:rPr>
          <w:rFonts w:cs="Open Sans"/>
          <w:color w:val="1C1C1C" w:themeColor="text1"/>
          <w:spacing w:val="5"/>
          <w:w w:val="110"/>
        </w:rPr>
        <w:t xml:space="preserve"> </w:t>
      </w:r>
      <w:r w:rsidRPr="003F2E0B">
        <w:rPr>
          <w:rFonts w:cs="Open Sans"/>
          <w:color w:val="1C1C1C" w:themeColor="text1"/>
          <w:w w:val="110"/>
        </w:rPr>
        <w:t>your</w:t>
      </w:r>
      <w:r w:rsidRPr="003F2E0B">
        <w:rPr>
          <w:rFonts w:cs="Open Sans"/>
          <w:color w:val="1C1C1C" w:themeColor="text1"/>
          <w:spacing w:val="4"/>
          <w:w w:val="110"/>
        </w:rPr>
        <w:t xml:space="preserve"> </w:t>
      </w:r>
      <w:r w:rsidRPr="003F2E0B">
        <w:rPr>
          <w:rFonts w:cs="Open Sans"/>
          <w:color w:val="1C1C1C" w:themeColor="text1"/>
          <w:w w:val="110"/>
        </w:rPr>
        <w:t>proposed</w:t>
      </w:r>
      <w:r w:rsidRPr="003F2E0B">
        <w:rPr>
          <w:rFonts w:cs="Open Sans"/>
          <w:color w:val="1C1C1C" w:themeColor="text1"/>
          <w:spacing w:val="4"/>
          <w:w w:val="110"/>
        </w:rPr>
        <w:t xml:space="preserve"> </w:t>
      </w:r>
      <w:r w:rsidRPr="003F2E0B">
        <w:rPr>
          <w:rFonts w:cs="Open Sans"/>
          <w:color w:val="1C1C1C" w:themeColor="text1"/>
          <w:w w:val="110"/>
        </w:rPr>
        <w:t>project</w:t>
      </w:r>
      <w:r w:rsidRPr="003F2E0B">
        <w:rPr>
          <w:rFonts w:cs="Open Sans"/>
          <w:color w:val="1C1C1C" w:themeColor="text1"/>
          <w:spacing w:val="4"/>
          <w:w w:val="110"/>
        </w:rPr>
        <w:t xml:space="preserve"> </w:t>
      </w:r>
      <w:r w:rsidRPr="003F2E0B">
        <w:rPr>
          <w:rFonts w:cs="Open Sans"/>
          <w:color w:val="1C1C1C" w:themeColor="text1"/>
          <w:w w:val="110"/>
        </w:rPr>
        <w:t>will</w:t>
      </w:r>
      <w:r w:rsidRPr="003F2E0B">
        <w:rPr>
          <w:rFonts w:cs="Open Sans"/>
          <w:color w:val="1C1C1C" w:themeColor="text1"/>
          <w:spacing w:val="-57"/>
          <w:w w:val="110"/>
        </w:rPr>
        <w:t xml:space="preserve"> </w:t>
      </w:r>
      <w:r w:rsidRPr="003F2E0B">
        <w:rPr>
          <w:rFonts w:cs="Open Sans"/>
          <w:color w:val="1C1C1C" w:themeColor="text1"/>
        </w:rPr>
        <w:t xml:space="preserve">   </w:t>
      </w:r>
      <w:r w:rsidRPr="003F2E0B">
        <w:rPr>
          <w:rFonts w:cs="Open Sans"/>
          <w:color w:val="1C1C1C" w:themeColor="text1"/>
          <w:w w:val="110"/>
        </w:rPr>
        <w:t>address</w:t>
      </w:r>
      <w:r w:rsidRPr="003F2E0B">
        <w:rPr>
          <w:rFonts w:cs="Open Sans"/>
          <w:color w:val="1C1C1C" w:themeColor="text1"/>
          <w:spacing w:val="10"/>
          <w:w w:val="110"/>
        </w:rPr>
        <w:t xml:space="preserve"> </w:t>
      </w:r>
      <w:r w:rsidRPr="003F2E0B">
        <w:rPr>
          <w:rFonts w:cs="Open Sans"/>
          <w:color w:val="1C1C1C" w:themeColor="text1"/>
          <w:w w:val="110"/>
        </w:rPr>
        <w:t>the</w:t>
      </w:r>
      <w:r w:rsidRPr="003F2E0B">
        <w:rPr>
          <w:rFonts w:cs="Open Sans"/>
          <w:color w:val="1C1C1C" w:themeColor="text1"/>
          <w:spacing w:val="11"/>
          <w:w w:val="110"/>
        </w:rPr>
        <w:t xml:space="preserve"> </w:t>
      </w:r>
      <w:r w:rsidRPr="003F2E0B">
        <w:rPr>
          <w:rFonts w:cs="Open Sans"/>
          <w:color w:val="1C1C1C" w:themeColor="text1"/>
          <w:w w:val="110"/>
        </w:rPr>
        <w:t>RISA</w:t>
      </w:r>
      <w:r w:rsidRPr="003F2E0B">
        <w:rPr>
          <w:rFonts w:cs="Open Sans"/>
          <w:color w:val="1C1C1C" w:themeColor="text1"/>
          <w:spacing w:val="10"/>
          <w:w w:val="110"/>
        </w:rPr>
        <w:t xml:space="preserve"> </w:t>
      </w:r>
      <w:r w:rsidRPr="003F2E0B">
        <w:rPr>
          <w:rFonts w:cs="Open Sans"/>
          <w:color w:val="1C1C1C" w:themeColor="text1"/>
          <w:w w:val="110"/>
        </w:rPr>
        <w:t>Objectives</w:t>
      </w:r>
      <w:r w:rsidRPr="003F2E0B">
        <w:rPr>
          <w:rFonts w:cs="Open Sans"/>
          <w:color w:val="1C1C1C" w:themeColor="text1"/>
          <w:spacing w:val="11"/>
          <w:w w:val="110"/>
        </w:rPr>
        <w:t xml:space="preserve"> </w:t>
      </w:r>
      <w:r w:rsidRPr="003F2E0B">
        <w:rPr>
          <w:rFonts w:cs="Open Sans"/>
          <w:color w:val="1C1C1C" w:themeColor="text1"/>
          <w:w w:val="110"/>
        </w:rPr>
        <w:t>(A,</w:t>
      </w:r>
      <w:r w:rsidRPr="003F2E0B">
        <w:rPr>
          <w:rFonts w:cs="Open Sans"/>
          <w:color w:val="1C1C1C" w:themeColor="text1"/>
          <w:spacing w:val="11"/>
          <w:w w:val="110"/>
        </w:rPr>
        <w:t xml:space="preserve"> </w:t>
      </w:r>
      <w:r w:rsidRPr="003F2E0B">
        <w:rPr>
          <w:rFonts w:cs="Open Sans"/>
          <w:color w:val="1C1C1C" w:themeColor="text1"/>
          <w:w w:val="110"/>
        </w:rPr>
        <w:t>B</w:t>
      </w:r>
      <w:r w:rsidRPr="003F2E0B">
        <w:rPr>
          <w:rFonts w:cs="Open Sans"/>
          <w:color w:val="1C1C1C" w:themeColor="text1"/>
          <w:spacing w:val="10"/>
          <w:w w:val="110"/>
        </w:rPr>
        <w:t xml:space="preserve"> </w:t>
      </w:r>
      <w:r w:rsidRPr="003F2E0B">
        <w:rPr>
          <w:rFonts w:cs="Open Sans"/>
          <w:color w:val="1C1C1C" w:themeColor="text1"/>
          <w:w w:val="110"/>
        </w:rPr>
        <w:t>or</w:t>
      </w:r>
      <w:r w:rsidRPr="003F2E0B">
        <w:rPr>
          <w:rFonts w:cs="Open Sans"/>
          <w:color w:val="1C1C1C" w:themeColor="text1"/>
          <w:spacing w:val="11"/>
          <w:w w:val="110"/>
        </w:rPr>
        <w:t xml:space="preserve"> </w:t>
      </w:r>
      <w:r w:rsidRPr="003F2E0B">
        <w:rPr>
          <w:rFonts w:cs="Open Sans"/>
          <w:color w:val="1C1C1C" w:themeColor="text1"/>
          <w:w w:val="110"/>
        </w:rPr>
        <w:t>C)</w:t>
      </w:r>
      <w:r w:rsidRPr="003F2E0B">
        <w:rPr>
          <w:rFonts w:cs="Open Sans"/>
          <w:color w:val="1C1C1C" w:themeColor="text1"/>
          <w:spacing w:val="11"/>
          <w:w w:val="110"/>
        </w:rPr>
        <w:t xml:space="preserve"> </w:t>
      </w:r>
      <w:r w:rsidRPr="003F2E0B">
        <w:rPr>
          <w:rFonts w:cs="Open Sans"/>
          <w:color w:val="1C1C1C" w:themeColor="text1"/>
          <w:w w:val="110"/>
        </w:rPr>
        <w:t>and</w:t>
      </w:r>
      <w:r w:rsidRPr="003F2E0B">
        <w:rPr>
          <w:rFonts w:cs="Open Sans"/>
          <w:color w:val="1C1C1C" w:themeColor="text1"/>
          <w:spacing w:val="10"/>
          <w:w w:val="110"/>
        </w:rPr>
        <w:t xml:space="preserve"> </w:t>
      </w:r>
      <w:r w:rsidRPr="003F2E0B">
        <w:rPr>
          <w:rFonts w:cs="Open Sans"/>
          <w:color w:val="1C1C1C" w:themeColor="text1"/>
        </w:rPr>
        <w:t xml:space="preserve">ecosystem strengthening </w:t>
      </w:r>
      <w:r w:rsidRPr="003F2E0B">
        <w:rPr>
          <w:rFonts w:cs="Open Sans"/>
          <w:color w:val="1C1C1C" w:themeColor="text1"/>
          <w:w w:val="110"/>
        </w:rPr>
        <w:t>goal(s)</w:t>
      </w:r>
      <w:r w:rsidRPr="003F2E0B">
        <w:rPr>
          <w:rFonts w:cs="Open Sans"/>
          <w:color w:val="1C1C1C" w:themeColor="text1"/>
          <w:spacing w:val="11"/>
          <w:w w:val="110"/>
        </w:rPr>
        <w:t xml:space="preserve"> </w:t>
      </w:r>
      <w:r w:rsidRPr="003F2E0B">
        <w:rPr>
          <w:rFonts w:cs="Open Sans"/>
          <w:color w:val="1C1C1C" w:themeColor="text1"/>
          <w:w w:val="110"/>
        </w:rPr>
        <w:t>that</w:t>
      </w:r>
      <w:r w:rsidRPr="003F2E0B">
        <w:rPr>
          <w:rFonts w:cs="Open Sans"/>
          <w:color w:val="1C1C1C" w:themeColor="text1"/>
          <w:spacing w:val="11"/>
          <w:w w:val="110"/>
        </w:rPr>
        <w:t xml:space="preserve"> </w:t>
      </w:r>
      <w:r w:rsidRPr="003F2E0B">
        <w:rPr>
          <w:rFonts w:cs="Open Sans"/>
          <w:color w:val="1C1C1C" w:themeColor="text1"/>
          <w:w w:val="110"/>
        </w:rPr>
        <w:t>you</w:t>
      </w:r>
      <w:r w:rsidRPr="003F2E0B">
        <w:rPr>
          <w:rFonts w:cs="Open Sans"/>
          <w:color w:val="1C1C1C" w:themeColor="text1"/>
          <w:spacing w:val="10"/>
          <w:w w:val="110"/>
        </w:rPr>
        <w:t xml:space="preserve"> </w:t>
      </w:r>
      <w:r w:rsidRPr="003F2E0B">
        <w:rPr>
          <w:rFonts w:cs="Open Sans"/>
          <w:color w:val="1C1C1C" w:themeColor="text1"/>
          <w:w w:val="110"/>
        </w:rPr>
        <w:t>have</w:t>
      </w:r>
      <w:r w:rsidRPr="003F2E0B">
        <w:rPr>
          <w:rFonts w:cs="Open Sans"/>
          <w:color w:val="1C1C1C" w:themeColor="text1"/>
          <w:spacing w:val="11"/>
          <w:w w:val="110"/>
        </w:rPr>
        <w:t xml:space="preserve"> </w:t>
      </w:r>
      <w:r w:rsidRPr="003F2E0B">
        <w:rPr>
          <w:rFonts w:cs="Open Sans"/>
          <w:color w:val="1C1C1C" w:themeColor="text1"/>
          <w:w w:val="110"/>
        </w:rPr>
        <w:t>selected</w:t>
      </w:r>
      <w:r w:rsidRPr="003F2E0B">
        <w:rPr>
          <w:rFonts w:cs="Open Sans"/>
          <w:color w:val="1C1C1C" w:themeColor="text1"/>
          <w:spacing w:val="1"/>
          <w:w w:val="110"/>
        </w:rPr>
        <w:t xml:space="preserve"> </w:t>
      </w:r>
      <w:r w:rsidRPr="003F2E0B">
        <w:rPr>
          <w:rFonts w:cs="Open Sans"/>
          <w:color w:val="1C1C1C" w:themeColor="text1"/>
          <w:w w:val="110"/>
        </w:rPr>
        <w:t>above</w:t>
      </w:r>
      <w:r w:rsidRPr="003F2E0B">
        <w:rPr>
          <w:rFonts w:cs="Open Sans"/>
          <w:color w:val="1C1C1C" w:themeColor="text1"/>
          <w:spacing w:val="-2"/>
          <w:w w:val="110"/>
        </w:rPr>
        <w:t xml:space="preserve"> </w:t>
      </w:r>
      <w:r w:rsidRPr="003F2E0B">
        <w:rPr>
          <w:rFonts w:cs="Open Sans"/>
          <w:color w:val="1C1C1C" w:themeColor="text1"/>
          <w:w w:val="110"/>
        </w:rPr>
        <w:t>(Maximum</w:t>
      </w:r>
      <w:r w:rsidRPr="003F2E0B">
        <w:rPr>
          <w:rFonts w:cs="Open Sans"/>
          <w:color w:val="1C1C1C" w:themeColor="text1"/>
          <w:spacing w:val="-2"/>
          <w:w w:val="110"/>
        </w:rPr>
        <w:t xml:space="preserve"> </w:t>
      </w:r>
      <w:r w:rsidRPr="003F2E0B">
        <w:rPr>
          <w:rFonts w:cs="Open Sans"/>
          <w:color w:val="1C1C1C" w:themeColor="text1"/>
          <w:w w:val="110"/>
        </w:rPr>
        <w:t>500</w:t>
      </w:r>
      <w:r w:rsidRPr="003F2E0B">
        <w:rPr>
          <w:rFonts w:cs="Open Sans"/>
          <w:color w:val="1C1C1C" w:themeColor="text1"/>
          <w:spacing w:val="-1"/>
          <w:w w:val="110"/>
        </w:rPr>
        <w:t xml:space="preserve"> </w:t>
      </w:r>
      <w:r w:rsidRPr="003F2E0B">
        <w:rPr>
          <w:rFonts w:cs="Open Sans"/>
          <w:color w:val="1C1C1C" w:themeColor="text1"/>
          <w:w w:val="110"/>
        </w:rPr>
        <w:t>Words).</w:t>
      </w:r>
      <w:r w:rsidRPr="003F2E0B">
        <w:rPr>
          <w:rFonts w:cs="Open Sans"/>
          <w:color w:val="1C1C1C" w:themeColor="text1"/>
          <w:spacing w:val="-2"/>
          <w:w w:val="110"/>
        </w:rPr>
        <w:t xml:space="preserve"> </w:t>
      </w:r>
    </w:p>
    <w:p w:rsidRPr="003F2E0B" w:rsidR="003F2E0B" w:rsidP="003F2E0B" w:rsidRDefault="003F2E0B" w14:paraId="219AE99B" w14:textId="77777777">
      <w:pPr>
        <w:numPr>
          <w:ilvl w:val="0"/>
          <w:numId w:val="32"/>
        </w:numPr>
        <w:spacing w:after="0" w:line="360" w:lineRule="auto"/>
        <w:ind w:left="360"/>
        <w:outlineLvl w:val="9"/>
        <w:rPr>
          <w:rFonts w:cs="Open Sans"/>
          <w:color w:val="202024"/>
          <w:w w:val="110"/>
        </w:rPr>
      </w:pPr>
      <w:r w:rsidRPr="003F2E0B">
        <w:rPr>
          <w:rFonts w:cs="Open Sans"/>
          <w:color w:val="1C1C1C" w:themeColor="text1"/>
        </w:rPr>
        <w:t>Who will be the likely key local partners, suppliers, and stakeholders for this project? Please list any specific organisations and if these beneficiaries and partners or potential suppliers are already in place. (Maximum 300 words</w:t>
      </w:r>
      <w:r w:rsidRPr="003F2E0B">
        <w:rPr>
          <w:rFonts w:cs="Open Sans"/>
          <w:color w:val="202024"/>
          <w:w w:val="110"/>
        </w:rPr>
        <w:t>)</w:t>
      </w:r>
    </w:p>
    <w:sdt>
      <w:sdtPr>
        <w:rPr>
          <w:color w:val="D92F25"/>
          <w:w w:val="110"/>
        </w:rPr>
        <w:id w:val="2070232575"/>
        <w15:repeatingSection/>
      </w:sdtPr>
      <w:sdtEndPr/>
      <w:sdtContent>
        <w:sdt>
          <w:sdtPr>
            <w:rPr>
              <w:color w:val="D92F25"/>
              <w:w w:val="110"/>
            </w:rPr>
            <w:id w:val="-1057775990"/>
            <w:placeholder>
              <w:docPart w:val="AEFBDBD3ADE345E1A0E2D8ACA71C3CA9"/>
            </w:placeholder>
            <w15:repeatingSectionItem/>
          </w:sdtPr>
          <w:sdtEndPr/>
          <w:sdtContent>
            <w:p w:rsidRPr="003F2E0B" w:rsidR="003F2E0B" w:rsidP="003F2E0B" w:rsidRDefault="003F2E0B" w14:paraId="4F00A0CC" w14:textId="77777777">
              <w:pPr>
                <w:ind w:left="720" w:hanging="360"/>
                <w:rPr>
                  <w:i/>
                  <w:iCs/>
                  <w:color w:val="D92F25"/>
                  <w:w w:val="110"/>
                </w:rPr>
              </w:pPr>
              <w:r w:rsidRPr="003F2E0B">
                <w:rPr>
                  <w:i/>
                  <w:iCs/>
                  <w:w w:val="110"/>
                </w:rPr>
                <w:t>Enter text here</w:t>
              </w:r>
            </w:p>
          </w:sdtContent>
        </w:sdt>
      </w:sdtContent>
    </w:sdt>
    <w:p w:rsidRPr="003F2E0B" w:rsidR="003F2E0B" w:rsidP="003F2E0B" w:rsidRDefault="003F2E0B" w14:paraId="66258281" w14:textId="77777777">
      <w:pPr>
        <w:numPr>
          <w:ilvl w:val="0"/>
          <w:numId w:val="32"/>
        </w:numPr>
        <w:spacing w:after="0" w:line="360" w:lineRule="auto"/>
        <w:ind w:left="360"/>
        <w:outlineLvl w:val="9"/>
        <w:rPr>
          <w:rFonts w:cs="Open Sans"/>
          <w:color w:val="202024"/>
          <w:spacing w:val="24"/>
          <w:w w:val="105"/>
        </w:rPr>
      </w:pPr>
      <w:r w:rsidRPr="003F2E0B">
        <w:rPr>
          <w:rFonts w:cs="Open Sans"/>
          <w:color w:val="202024"/>
          <w:w w:val="105"/>
        </w:rPr>
        <w:t>What</w:t>
      </w:r>
      <w:r w:rsidRPr="003F2E0B">
        <w:rPr>
          <w:rFonts w:cs="Open Sans"/>
          <w:color w:val="202024"/>
          <w:spacing w:val="24"/>
          <w:w w:val="105"/>
        </w:rPr>
        <w:t xml:space="preserve"> </w:t>
      </w:r>
      <w:r w:rsidRPr="003F2E0B">
        <w:rPr>
          <w:rFonts w:cs="Open Sans"/>
          <w:color w:val="202024"/>
          <w:w w:val="105"/>
        </w:rPr>
        <w:t>interventions/activities</w:t>
      </w:r>
      <w:r w:rsidRPr="003F2E0B">
        <w:rPr>
          <w:rFonts w:cs="Open Sans"/>
          <w:color w:val="202024"/>
          <w:spacing w:val="24"/>
          <w:w w:val="105"/>
        </w:rPr>
        <w:t xml:space="preserve"> </w:t>
      </w:r>
      <w:r w:rsidRPr="003F2E0B">
        <w:rPr>
          <w:rFonts w:cs="Open Sans"/>
          <w:color w:val="202024"/>
          <w:w w:val="105"/>
        </w:rPr>
        <w:t>will</w:t>
      </w:r>
      <w:r w:rsidRPr="003F2E0B">
        <w:rPr>
          <w:rFonts w:cs="Open Sans"/>
          <w:color w:val="202024"/>
          <w:spacing w:val="24"/>
          <w:w w:val="105"/>
        </w:rPr>
        <w:t xml:space="preserve"> </w:t>
      </w:r>
      <w:r w:rsidRPr="003F2E0B">
        <w:rPr>
          <w:rFonts w:cs="Open Sans"/>
          <w:color w:val="202024"/>
          <w:w w:val="105"/>
        </w:rPr>
        <w:t>the</w:t>
      </w:r>
      <w:r w:rsidRPr="003F2E0B">
        <w:rPr>
          <w:rFonts w:cs="Open Sans"/>
          <w:color w:val="202024"/>
          <w:spacing w:val="24"/>
          <w:w w:val="105"/>
        </w:rPr>
        <w:t xml:space="preserve"> </w:t>
      </w:r>
      <w:r w:rsidRPr="003F2E0B">
        <w:rPr>
          <w:rFonts w:cs="Open Sans"/>
          <w:color w:val="202024"/>
          <w:w w:val="105"/>
        </w:rPr>
        <w:t>project</w:t>
      </w:r>
      <w:r w:rsidRPr="003F2E0B">
        <w:rPr>
          <w:rFonts w:cs="Open Sans"/>
          <w:color w:val="202024"/>
          <w:spacing w:val="24"/>
          <w:w w:val="105"/>
        </w:rPr>
        <w:t xml:space="preserve"> </w:t>
      </w:r>
      <w:r w:rsidRPr="003F2E0B">
        <w:rPr>
          <w:rFonts w:cs="Open Sans"/>
          <w:color w:val="202024"/>
          <w:w w:val="105"/>
        </w:rPr>
        <w:t>fund?</w:t>
      </w:r>
      <w:r w:rsidRPr="003F2E0B">
        <w:rPr>
          <w:rFonts w:cs="Open Sans"/>
          <w:color w:val="202024"/>
          <w:spacing w:val="25"/>
          <w:w w:val="105"/>
        </w:rPr>
        <w:t xml:space="preserve"> </w:t>
      </w:r>
      <w:r w:rsidRPr="003F2E0B">
        <w:rPr>
          <w:rFonts w:cs="Open Sans"/>
          <w:color w:val="202024"/>
          <w:w w:val="105"/>
        </w:rPr>
        <w:t>(Maximum</w:t>
      </w:r>
      <w:r w:rsidRPr="003F2E0B">
        <w:rPr>
          <w:rFonts w:cs="Open Sans"/>
          <w:color w:val="202024"/>
          <w:spacing w:val="24"/>
          <w:w w:val="105"/>
        </w:rPr>
        <w:t xml:space="preserve"> </w:t>
      </w:r>
      <w:r w:rsidRPr="003F2E0B">
        <w:rPr>
          <w:rFonts w:cs="Open Sans"/>
          <w:color w:val="202024"/>
          <w:w w:val="105"/>
        </w:rPr>
        <w:t>600</w:t>
      </w:r>
      <w:r w:rsidRPr="003F2E0B">
        <w:rPr>
          <w:rFonts w:cs="Open Sans"/>
          <w:color w:val="202024"/>
          <w:spacing w:val="24"/>
          <w:w w:val="105"/>
        </w:rPr>
        <w:t xml:space="preserve"> </w:t>
      </w:r>
      <w:r w:rsidRPr="003F2E0B">
        <w:rPr>
          <w:rFonts w:cs="Open Sans"/>
          <w:color w:val="202024"/>
          <w:w w:val="105"/>
        </w:rPr>
        <w:t>words).</w:t>
      </w:r>
    </w:p>
    <w:sdt>
      <w:sdtPr>
        <w:rPr>
          <w:rFonts w:cs="Open Sans"/>
          <w:color w:val="1C1C1C" w:themeColor="text1"/>
          <w:w w:val="105"/>
        </w:rPr>
        <w:id w:val="1238597283"/>
        <w15:repeatingSection/>
      </w:sdtPr>
      <w:sdtEndPr>
        <w:rPr>
          <w:i/>
          <w:iCs/>
          <w:w w:val="110"/>
        </w:rPr>
      </w:sdtEndPr>
      <w:sdtContent>
        <w:sdt>
          <w:sdtPr>
            <w:rPr>
              <w:rFonts w:cs="Open Sans"/>
              <w:i/>
              <w:iCs/>
              <w:color w:val="1C1C1C" w:themeColor="text1"/>
              <w:w w:val="110"/>
            </w:rPr>
            <w:id w:val="-529032437"/>
            <w:placeholder>
              <w:docPart w:val="7671DFEC5F3C4DDE955EF34713A6312E"/>
            </w:placeholder>
            <w15:repeatingSectionItem/>
          </w:sdtPr>
          <w:sdtEndPr/>
          <w:sdtContent>
            <w:p w:rsidRPr="003F2E0B" w:rsidR="003F2E0B" w:rsidP="003F2E0B" w:rsidRDefault="003F2E0B" w14:paraId="480C8B3E" w14:textId="77777777">
              <w:pPr>
                <w:spacing w:after="0" w:line="360" w:lineRule="auto"/>
                <w:ind w:left="360"/>
                <w:outlineLvl w:val="9"/>
                <w:rPr>
                  <w:rFonts w:cs="Open Sans"/>
                  <w:i/>
                  <w:iCs/>
                  <w:color w:val="1C1C1C" w:themeColor="text1"/>
                  <w:w w:val="110"/>
                </w:rPr>
              </w:pPr>
              <w:r w:rsidRPr="003F2E0B">
                <w:rPr>
                  <w:rFonts w:cs="Open Sans"/>
                  <w:i/>
                  <w:iCs/>
                  <w:color w:val="202024"/>
                  <w:spacing w:val="-2"/>
                  <w:w w:val="110"/>
                </w:rPr>
                <w:t>Enter text here</w:t>
              </w:r>
            </w:p>
          </w:sdtContent>
        </w:sdt>
      </w:sdtContent>
    </w:sdt>
    <w:p w:rsidRPr="003F2E0B" w:rsidR="003F2E0B" w:rsidP="003F2E0B" w:rsidRDefault="003F2E0B" w14:paraId="2446B772" w14:textId="77777777">
      <w:pPr>
        <w:numPr>
          <w:ilvl w:val="0"/>
          <w:numId w:val="32"/>
        </w:numPr>
        <w:spacing w:after="0" w:line="360" w:lineRule="auto"/>
        <w:ind w:left="360"/>
        <w:outlineLvl w:val="9"/>
        <w:rPr>
          <w:rFonts w:cs="Open Sans"/>
          <w:color w:val="202024"/>
          <w:spacing w:val="-2"/>
          <w:w w:val="110"/>
        </w:rPr>
      </w:pPr>
      <w:r w:rsidRPr="003F2E0B">
        <w:rPr>
          <w:rFonts w:cs="Open Sans"/>
          <w:color w:val="1C1C1C" w:themeColor="text1"/>
        </w:rPr>
        <w:t>How will the project be delivered - describe how the team will work together to deliver the project, including the management structure for the team, and example(s) of previous work where members of the team have had key roles in the delivery of complex and highly collaborative initiatives</w:t>
      </w:r>
      <w:r w:rsidRPr="003F2E0B">
        <w:rPr>
          <w:rFonts w:cs="Open Sans"/>
          <w:color w:val="202024"/>
          <w:w w:val="110"/>
        </w:rPr>
        <w:t>. (Maximum</w:t>
      </w:r>
      <w:r w:rsidRPr="003F2E0B">
        <w:rPr>
          <w:rFonts w:cs="Open Sans"/>
          <w:color w:val="202024"/>
          <w:spacing w:val="2"/>
          <w:w w:val="110"/>
        </w:rPr>
        <w:t xml:space="preserve"> </w:t>
      </w:r>
      <w:r w:rsidRPr="003F2E0B">
        <w:rPr>
          <w:rFonts w:cs="Open Sans"/>
          <w:color w:val="202024"/>
          <w:w w:val="110"/>
        </w:rPr>
        <w:t>200</w:t>
      </w:r>
      <w:r w:rsidRPr="003F2E0B">
        <w:rPr>
          <w:rFonts w:cs="Open Sans"/>
          <w:color w:val="202024"/>
          <w:spacing w:val="1"/>
          <w:w w:val="110"/>
        </w:rPr>
        <w:t xml:space="preserve"> </w:t>
      </w:r>
      <w:r w:rsidRPr="003F2E0B">
        <w:rPr>
          <w:rFonts w:cs="Open Sans"/>
          <w:color w:val="202024"/>
          <w:w w:val="110"/>
        </w:rPr>
        <w:t>words)</w:t>
      </w:r>
      <w:r w:rsidRPr="003F2E0B">
        <w:rPr>
          <w:rFonts w:cs="Open Sans"/>
          <w:color w:val="202024"/>
          <w:spacing w:val="-2"/>
          <w:w w:val="110"/>
        </w:rPr>
        <w:t xml:space="preserve"> </w:t>
      </w:r>
    </w:p>
    <w:sdt>
      <w:sdtPr>
        <w:rPr>
          <w:rFonts w:cs="Open Sans"/>
          <w:i/>
          <w:iCs/>
          <w:color w:val="1C1C1C" w:themeColor="text1"/>
          <w:w w:val="110"/>
        </w:rPr>
        <w:id w:val="581267197"/>
        <w15:repeatingSection/>
      </w:sdtPr>
      <w:sdtEndPr/>
      <w:sdtContent>
        <w:sdt>
          <w:sdtPr>
            <w:rPr>
              <w:rFonts w:cs="Open Sans"/>
              <w:i/>
              <w:iCs/>
              <w:color w:val="1C1C1C" w:themeColor="text1"/>
              <w:w w:val="110"/>
            </w:rPr>
            <w:id w:val="-1681882396"/>
            <w:placeholder>
              <w:docPart w:val="A1BD1AD03CBC4B1F8A22A8F6749F9111"/>
            </w:placeholder>
            <w15:repeatingSectionItem/>
          </w:sdtPr>
          <w:sdtEndPr/>
          <w:sdtContent>
            <w:p w:rsidRPr="003F2E0B" w:rsidR="003F2E0B" w:rsidP="003F2E0B" w:rsidRDefault="003F2E0B" w14:paraId="47F855CC" w14:textId="77777777">
              <w:pPr>
                <w:spacing w:after="0" w:line="360" w:lineRule="auto"/>
                <w:ind w:left="360"/>
                <w:outlineLvl w:val="9"/>
                <w:rPr>
                  <w:rFonts w:cs="Open Sans"/>
                  <w:i/>
                  <w:iCs/>
                  <w:color w:val="202024"/>
                  <w:spacing w:val="-2"/>
                  <w:w w:val="110"/>
                </w:rPr>
              </w:pPr>
              <w:r w:rsidRPr="003F2E0B">
                <w:rPr>
                  <w:rFonts w:cs="Open Sans"/>
                  <w:i/>
                  <w:iCs/>
                  <w:color w:val="202024"/>
                  <w:spacing w:val="-2"/>
                  <w:w w:val="110"/>
                </w:rPr>
                <w:t>Enter text here</w:t>
              </w:r>
            </w:p>
          </w:sdtContent>
        </w:sdt>
      </w:sdtContent>
    </w:sdt>
    <w:p w:rsidRPr="003F2E0B" w:rsidR="003F2E0B" w:rsidP="003F2E0B" w:rsidRDefault="003F2E0B" w14:paraId="1D005498" w14:textId="77777777">
      <w:pPr>
        <w:numPr>
          <w:ilvl w:val="0"/>
          <w:numId w:val="32"/>
        </w:numPr>
        <w:spacing w:after="0" w:line="360" w:lineRule="auto"/>
        <w:ind w:left="360"/>
        <w:outlineLvl w:val="9"/>
        <w:rPr>
          <w:rFonts w:cs="Open Sans"/>
          <w:color w:val="202024"/>
          <w:spacing w:val="-1"/>
          <w:w w:val="110"/>
        </w:rPr>
      </w:pPr>
      <w:r w:rsidRPr="003F2E0B">
        <w:rPr>
          <w:rFonts w:cs="Open Sans"/>
          <w:color w:val="202024"/>
          <w:w w:val="110"/>
        </w:rPr>
        <w:t>Describe</w:t>
      </w:r>
      <w:r w:rsidRPr="003F2E0B">
        <w:rPr>
          <w:rFonts w:cs="Open Sans"/>
          <w:color w:val="202024"/>
          <w:spacing w:val="3"/>
          <w:w w:val="110"/>
        </w:rPr>
        <w:t xml:space="preserve"> </w:t>
      </w:r>
      <w:r w:rsidRPr="003F2E0B">
        <w:rPr>
          <w:rFonts w:cs="Open Sans"/>
          <w:color w:val="202024"/>
          <w:w w:val="110"/>
        </w:rPr>
        <w:t>how</w:t>
      </w:r>
      <w:r w:rsidRPr="003F2E0B">
        <w:rPr>
          <w:rFonts w:cs="Open Sans"/>
          <w:color w:val="202024"/>
          <w:spacing w:val="4"/>
          <w:w w:val="110"/>
        </w:rPr>
        <w:t xml:space="preserve"> </w:t>
      </w:r>
      <w:r w:rsidRPr="003F2E0B">
        <w:rPr>
          <w:rFonts w:cs="Open Sans"/>
          <w:color w:val="202024"/>
          <w:w w:val="110"/>
        </w:rPr>
        <w:t>the</w:t>
      </w:r>
      <w:r w:rsidRPr="003F2E0B">
        <w:rPr>
          <w:rFonts w:cs="Open Sans"/>
          <w:color w:val="202024"/>
          <w:spacing w:val="3"/>
          <w:w w:val="110"/>
        </w:rPr>
        <w:t xml:space="preserve"> </w:t>
      </w:r>
      <w:r w:rsidRPr="003F2E0B">
        <w:rPr>
          <w:rFonts w:cs="Open Sans"/>
          <w:color w:val="202024"/>
          <w:w w:val="110"/>
        </w:rPr>
        <w:t>project</w:t>
      </w:r>
      <w:r w:rsidRPr="003F2E0B">
        <w:rPr>
          <w:rFonts w:cs="Open Sans"/>
          <w:color w:val="202024"/>
          <w:spacing w:val="4"/>
          <w:w w:val="110"/>
        </w:rPr>
        <w:t xml:space="preserve"> </w:t>
      </w:r>
      <w:r w:rsidRPr="003F2E0B">
        <w:rPr>
          <w:rFonts w:cs="Open Sans"/>
          <w:color w:val="202024"/>
          <w:w w:val="110"/>
        </w:rPr>
        <w:t>aims</w:t>
      </w:r>
      <w:r w:rsidRPr="003F2E0B">
        <w:rPr>
          <w:rFonts w:cs="Open Sans"/>
          <w:color w:val="202024"/>
          <w:spacing w:val="3"/>
          <w:w w:val="110"/>
        </w:rPr>
        <w:t xml:space="preserve"> </w:t>
      </w:r>
      <w:r w:rsidRPr="003F2E0B">
        <w:rPr>
          <w:rFonts w:cs="Open Sans"/>
          <w:color w:val="202024"/>
          <w:w w:val="110"/>
        </w:rPr>
        <w:t>to</w:t>
      </w:r>
      <w:r w:rsidRPr="003F2E0B">
        <w:rPr>
          <w:rFonts w:cs="Open Sans"/>
          <w:color w:val="202024"/>
          <w:spacing w:val="3"/>
          <w:w w:val="110"/>
        </w:rPr>
        <w:t xml:space="preserve"> </w:t>
      </w:r>
      <w:r w:rsidRPr="003F2E0B">
        <w:rPr>
          <w:rFonts w:cs="Open Sans"/>
          <w:color w:val="202024"/>
          <w:w w:val="110"/>
        </w:rPr>
        <w:t>collaborate</w:t>
      </w:r>
      <w:r w:rsidRPr="003F2E0B">
        <w:rPr>
          <w:rFonts w:cs="Open Sans"/>
          <w:color w:val="202024"/>
          <w:spacing w:val="4"/>
          <w:w w:val="110"/>
        </w:rPr>
        <w:t xml:space="preserve"> </w:t>
      </w:r>
      <w:r w:rsidRPr="003F2E0B">
        <w:rPr>
          <w:rFonts w:cs="Open Sans"/>
          <w:color w:val="202024"/>
          <w:w w:val="110"/>
        </w:rPr>
        <w:t>with</w:t>
      </w:r>
      <w:r w:rsidRPr="003F2E0B">
        <w:rPr>
          <w:rFonts w:cs="Open Sans"/>
          <w:color w:val="202024"/>
          <w:spacing w:val="3"/>
          <w:w w:val="110"/>
        </w:rPr>
        <w:t xml:space="preserve"> existing local (national) or regional </w:t>
      </w:r>
      <w:r w:rsidRPr="003F2E0B">
        <w:rPr>
          <w:rFonts w:cs="Open Sans"/>
          <w:color w:val="202024"/>
          <w:w w:val="110"/>
        </w:rPr>
        <w:t>organisations</w:t>
      </w:r>
      <w:r w:rsidRPr="003F2E0B">
        <w:rPr>
          <w:rFonts w:cs="Open Sans"/>
          <w:color w:val="202024"/>
          <w:spacing w:val="4"/>
          <w:w w:val="110"/>
        </w:rPr>
        <w:t xml:space="preserve"> </w:t>
      </w:r>
      <w:r w:rsidRPr="003F2E0B">
        <w:rPr>
          <w:rFonts w:cs="Open Sans"/>
          <w:color w:val="202024"/>
          <w:w w:val="110"/>
        </w:rPr>
        <w:t xml:space="preserve">or institutions </w:t>
      </w:r>
      <w:r w:rsidRPr="003F2E0B">
        <w:rPr>
          <w:rFonts w:cs="Open Sans"/>
          <w:color w:val="202024"/>
          <w:spacing w:val="-2"/>
          <w:w w:val="110"/>
        </w:rPr>
        <w:t>to foster</w:t>
      </w:r>
      <w:r w:rsidRPr="003F2E0B">
        <w:rPr>
          <w:rFonts w:cs="Open Sans"/>
          <w:color w:val="202024"/>
          <w:w w:val="110"/>
        </w:rPr>
        <w:t xml:space="preserve"> research and innovation system strengthening. (Maximum</w:t>
      </w:r>
      <w:r w:rsidRPr="003F2E0B">
        <w:rPr>
          <w:rFonts w:cs="Open Sans"/>
          <w:color w:val="202024"/>
          <w:spacing w:val="-1"/>
          <w:w w:val="110"/>
        </w:rPr>
        <w:t xml:space="preserve"> </w:t>
      </w:r>
      <w:r w:rsidRPr="003F2E0B">
        <w:rPr>
          <w:rFonts w:cs="Open Sans"/>
          <w:color w:val="202024"/>
          <w:w w:val="110"/>
        </w:rPr>
        <w:t>200</w:t>
      </w:r>
      <w:r w:rsidRPr="003F2E0B">
        <w:rPr>
          <w:rFonts w:cs="Open Sans"/>
          <w:color w:val="202024"/>
          <w:spacing w:val="-1"/>
          <w:w w:val="110"/>
        </w:rPr>
        <w:t xml:space="preserve"> </w:t>
      </w:r>
      <w:r w:rsidRPr="003F2E0B">
        <w:rPr>
          <w:rFonts w:cs="Open Sans"/>
          <w:color w:val="202024"/>
          <w:w w:val="110"/>
        </w:rPr>
        <w:t>words)</w:t>
      </w:r>
      <w:r w:rsidRPr="003F2E0B">
        <w:rPr>
          <w:rFonts w:cs="Open Sans"/>
          <w:color w:val="202024"/>
          <w:spacing w:val="-1"/>
          <w:w w:val="110"/>
        </w:rPr>
        <w:t xml:space="preserve"> </w:t>
      </w:r>
    </w:p>
    <w:sdt>
      <w:sdtPr>
        <w:rPr>
          <w:rFonts w:cs="Open Sans"/>
          <w:i/>
          <w:iCs/>
          <w:color w:val="1C1C1C" w:themeColor="text1"/>
        </w:rPr>
        <w:id w:val="-621614748"/>
        <w15:repeatingSection/>
      </w:sdtPr>
      <w:sdtEndPr/>
      <w:sdtContent>
        <w:sdt>
          <w:sdtPr>
            <w:rPr>
              <w:rFonts w:cs="Open Sans"/>
              <w:i/>
              <w:iCs/>
              <w:color w:val="1C1C1C" w:themeColor="text1"/>
            </w:rPr>
            <w:id w:val="-1883392726"/>
            <w:placeholder>
              <w:docPart w:val="A1BD1AD03CBC4B1F8A22A8F6749F9111"/>
            </w:placeholder>
            <w15:repeatingSectionItem/>
          </w:sdtPr>
          <w:sdtEndPr/>
          <w:sdtContent>
            <w:p w:rsidRPr="003F2E0B" w:rsidR="003F2E0B" w:rsidP="003F2E0B" w:rsidRDefault="003F2E0B" w14:paraId="30BA0AC2" w14:textId="77777777">
              <w:pPr>
                <w:spacing w:after="0" w:line="360" w:lineRule="auto"/>
                <w:ind w:left="360"/>
                <w:outlineLvl w:val="9"/>
                <w:rPr>
                  <w:rFonts w:cs="Open Sans"/>
                  <w:i/>
                  <w:iC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6C3B8F83" w14:textId="77777777">
      <w:pPr>
        <w:numPr>
          <w:ilvl w:val="0"/>
          <w:numId w:val="32"/>
        </w:numPr>
        <w:spacing w:after="0" w:line="360" w:lineRule="auto"/>
        <w:ind w:left="360"/>
        <w:outlineLvl w:val="9"/>
        <w:rPr>
          <w:rFonts w:cs="Open Sans"/>
          <w:color w:val="202024"/>
          <w:w w:val="105"/>
        </w:rPr>
      </w:pPr>
      <w:r w:rsidRPr="003F2E0B">
        <w:rPr>
          <w:rFonts w:cs="Open Sans"/>
          <w:color w:val="202024"/>
          <w:w w:val="105"/>
        </w:rPr>
        <w:t>Describe</w:t>
      </w:r>
      <w:r w:rsidRPr="003F2E0B">
        <w:rPr>
          <w:rFonts w:cs="Open Sans"/>
          <w:color w:val="202024"/>
          <w:spacing w:val="15"/>
          <w:w w:val="105"/>
        </w:rPr>
        <w:t xml:space="preserve"> </w:t>
      </w:r>
      <w:r w:rsidRPr="003F2E0B">
        <w:rPr>
          <w:rFonts w:cs="Open Sans"/>
          <w:color w:val="202024"/>
          <w:w w:val="105"/>
        </w:rPr>
        <w:t>how</w:t>
      </w:r>
      <w:r w:rsidRPr="003F2E0B">
        <w:rPr>
          <w:rFonts w:cs="Open Sans"/>
          <w:color w:val="202024"/>
          <w:spacing w:val="15"/>
          <w:w w:val="105"/>
        </w:rPr>
        <w:t xml:space="preserve"> </w:t>
      </w:r>
      <w:r w:rsidRPr="003F2E0B">
        <w:rPr>
          <w:rFonts w:cs="Open Sans"/>
          <w:color w:val="202024"/>
          <w:w w:val="105"/>
        </w:rPr>
        <w:t>the</w:t>
      </w:r>
      <w:r w:rsidRPr="003F2E0B">
        <w:rPr>
          <w:rFonts w:cs="Open Sans"/>
          <w:color w:val="202024"/>
          <w:spacing w:val="15"/>
          <w:w w:val="105"/>
        </w:rPr>
        <w:t xml:space="preserve"> </w:t>
      </w:r>
      <w:r w:rsidRPr="003F2E0B">
        <w:rPr>
          <w:rFonts w:cs="Open Sans"/>
          <w:color w:val="202024"/>
          <w:w w:val="105"/>
        </w:rPr>
        <w:t>project</w:t>
      </w:r>
      <w:r w:rsidRPr="003F2E0B">
        <w:rPr>
          <w:rFonts w:cs="Open Sans"/>
          <w:color w:val="202024"/>
          <w:spacing w:val="15"/>
          <w:w w:val="105"/>
        </w:rPr>
        <w:t xml:space="preserve"> </w:t>
      </w:r>
      <w:r w:rsidRPr="003F2E0B">
        <w:rPr>
          <w:rFonts w:cs="Open Sans"/>
          <w:color w:val="202024"/>
          <w:w w:val="105"/>
        </w:rPr>
        <w:t>will</w:t>
      </w:r>
      <w:r w:rsidRPr="003F2E0B">
        <w:rPr>
          <w:rFonts w:cs="Open Sans"/>
          <w:color w:val="202024"/>
          <w:spacing w:val="15"/>
          <w:w w:val="105"/>
        </w:rPr>
        <w:t xml:space="preserve"> </w:t>
      </w:r>
      <w:r w:rsidRPr="003F2E0B">
        <w:rPr>
          <w:rFonts w:cs="Open Sans"/>
          <w:color w:val="202024"/>
          <w:w w:val="105"/>
        </w:rPr>
        <w:t>ensure</w:t>
      </w:r>
      <w:r w:rsidRPr="003F2E0B">
        <w:rPr>
          <w:rFonts w:cs="Open Sans"/>
          <w:color w:val="202024"/>
          <w:spacing w:val="15"/>
          <w:w w:val="105"/>
        </w:rPr>
        <w:t xml:space="preserve"> </w:t>
      </w:r>
      <w:r w:rsidRPr="003F2E0B">
        <w:rPr>
          <w:rFonts w:cs="Open Sans"/>
          <w:color w:val="202024"/>
          <w:w w:val="105"/>
        </w:rPr>
        <w:t>that</w:t>
      </w:r>
      <w:r w:rsidRPr="003F2E0B">
        <w:rPr>
          <w:rFonts w:cs="Open Sans"/>
          <w:color w:val="202024"/>
          <w:spacing w:val="16"/>
          <w:w w:val="105"/>
        </w:rPr>
        <w:t xml:space="preserve"> </w:t>
      </w:r>
      <w:r w:rsidRPr="003F2E0B">
        <w:rPr>
          <w:rFonts w:cs="Open Sans"/>
          <w:color w:val="202024"/>
          <w:w w:val="105"/>
        </w:rPr>
        <w:t>there</w:t>
      </w:r>
      <w:r w:rsidRPr="003F2E0B">
        <w:rPr>
          <w:rFonts w:cs="Open Sans"/>
          <w:color w:val="202024"/>
          <w:spacing w:val="15"/>
          <w:w w:val="105"/>
        </w:rPr>
        <w:t xml:space="preserve"> </w:t>
      </w:r>
      <w:r w:rsidRPr="003F2E0B">
        <w:rPr>
          <w:rFonts w:cs="Open Sans"/>
          <w:color w:val="202024"/>
          <w:w w:val="105"/>
        </w:rPr>
        <w:t>is</w:t>
      </w:r>
      <w:r w:rsidRPr="003F2E0B">
        <w:rPr>
          <w:rFonts w:cs="Open Sans"/>
          <w:color w:val="202024"/>
          <w:spacing w:val="15"/>
          <w:w w:val="105"/>
        </w:rPr>
        <w:t xml:space="preserve"> </w:t>
      </w:r>
      <w:r w:rsidRPr="003F2E0B">
        <w:rPr>
          <w:rFonts w:cs="Open Sans"/>
          <w:color w:val="202024"/>
          <w:w w:val="105"/>
        </w:rPr>
        <w:t>a</w:t>
      </w:r>
      <w:r w:rsidRPr="003F2E0B">
        <w:rPr>
          <w:rFonts w:cs="Open Sans"/>
          <w:color w:val="202024"/>
          <w:spacing w:val="15"/>
          <w:w w:val="105"/>
        </w:rPr>
        <w:t xml:space="preserve"> </w:t>
      </w:r>
      <w:r w:rsidRPr="003F2E0B">
        <w:rPr>
          <w:rFonts w:cs="Open Sans"/>
          <w:color w:val="202024"/>
          <w:w w:val="105"/>
        </w:rPr>
        <w:t>clear</w:t>
      </w:r>
      <w:r w:rsidRPr="003F2E0B">
        <w:rPr>
          <w:rFonts w:cs="Open Sans"/>
          <w:color w:val="202024"/>
          <w:spacing w:val="15"/>
          <w:w w:val="105"/>
        </w:rPr>
        <w:t xml:space="preserve"> </w:t>
      </w:r>
      <w:r w:rsidRPr="003F2E0B">
        <w:rPr>
          <w:rFonts w:cs="Open Sans"/>
          <w:color w:val="202024"/>
          <w:w w:val="105"/>
        </w:rPr>
        <w:t>pathway</w:t>
      </w:r>
      <w:r w:rsidRPr="003F2E0B">
        <w:rPr>
          <w:rFonts w:cs="Open Sans"/>
          <w:color w:val="202024"/>
          <w:spacing w:val="15"/>
          <w:w w:val="105"/>
        </w:rPr>
        <w:t xml:space="preserve"> </w:t>
      </w:r>
      <w:r w:rsidRPr="003F2E0B">
        <w:rPr>
          <w:rFonts w:cs="Open Sans"/>
          <w:color w:val="202024"/>
          <w:w w:val="105"/>
        </w:rPr>
        <w:t>to</w:t>
      </w:r>
      <w:r w:rsidRPr="003F2E0B">
        <w:rPr>
          <w:rFonts w:cs="Open Sans"/>
          <w:color w:val="202024"/>
          <w:spacing w:val="1"/>
          <w:w w:val="105"/>
        </w:rPr>
        <w:t xml:space="preserve"> </w:t>
      </w:r>
      <w:r w:rsidRPr="003F2E0B">
        <w:rPr>
          <w:rFonts w:cs="Open Sans"/>
          <w:color w:val="202024"/>
          <w:w w:val="105"/>
        </w:rPr>
        <w:t>development</w:t>
      </w:r>
      <w:r w:rsidRPr="003F2E0B">
        <w:rPr>
          <w:rFonts w:cs="Open Sans"/>
          <w:color w:val="202024"/>
          <w:spacing w:val="1"/>
          <w:w w:val="105"/>
        </w:rPr>
        <w:t xml:space="preserve"> </w:t>
      </w:r>
      <w:r w:rsidRPr="003F2E0B">
        <w:rPr>
          <w:rFonts w:cs="Open Sans"/>
          <w:color w:val="202024"/>
          <w:w w:val="105"/>
        </w:rPr>
        <w:t>benefits</w:t>
      </w:r>
      <w:r w:rsidRPr="003F2E0B">
        <w:rPr>
          <w:rFonts w:cs="Open Sans"/>
          <w:color w:val="202024"/>
          <w:spacing w:val="1"/>
          <w:w w:val="105"/>
        </w:rPr>
        <w:t xml:space="preserve"> </w:t>
      </w:r>
      <w:r w:rsidRPr="003F2E0B">
        <w:rPr>
          <w:rFonts w:cs="Open Sans"/>
          <w:color w:val="202024"/>
          <w:w w:val="105"/>
        </w:rPr>
        <w:t>and</w:t>
      </w:r>
      <w:r w:rsidRPr="003F2E0B">
        <w:rPr>
          <w:rFonts w:cs="Open Sans"/>
          <w:color w:val="202024"/>
          <w:spacing w:val="1"/>
          <w:w w:val="105"/>
        </w:rPr>
        <w:t xml:space="preserve"> </w:t>
      </w:r>
      <w:r w:rsidRPr="003F2E0B">
        <w:rPr>
          <w:rFonts w:cs="Open Sans"/>
          <w:color w:val="202024"/>
          <w:w w:val="105"/>
        </w:rPr>
        <w:t>pay</w:t>
      </w:r>
      <w:r w:rsidRPr="003F2E0B">
        <w:rPr>
          <w:rFonts w:cs="Open Sans"/>
          <w:color w:val="202024"/>
          <w:spacing w:val="1"/>
          <w:w w:val="105"/>
        </w:rPr>
        <w:t xml:space="preserve"> </w:t>
      </w:r>
      <w:r w:rsidRPr="003F2E0B">
        <w:rPr>
          <w:rFonts w:cs="Open Sans"/>
          <w:color w:val="202024"/>
          <w:w w:val="105"/>
        </w:rPr>
        <w:t>sufficient</w:t>
      </w:r>
      <w:r w:rsidRPr="003F2E0B">
        <w:rPr>
          <w:rFonts w:cs="Open Sans"/>
          <w:color w:val="202024"/>
          <w:spacing w:val="1"/>
          <w:w w:val="105"/>
        </w:rPr>
        <w:t xml:space="preserve"> </w:t>
      </w:r>
      <w:r w:rsidRPr="003F2E0B">
        <w:rPr>
          <w:rFonts w:cs="Open Sans"/>
          <w:color w:val="202024"/>
          <w:w w:val="105"/>
        </w:rPr>
        <w:t>consideration</w:t>
      </w:r>
      <w:r w:rsidRPr="003F2E0B">
        <w:rPr>
          <w:rFonts w:cs="Open Sans"/>
          <w:color w:val="202024"/>
          <w:spacing w:val="1"/>
          <w:w w:val="105"/>
        </w:rPr>
        <w:t xml:space="preserve"> </w:t>
      </w:r>
      <w:r w:rsidRPr="003F2E0B">
        <w:rPr>
          <w:rFonts w:cs="Open Sans"/>
          <w:color w:val="202024"/>
          <w:w w:val="105"/>
        </w:rPr>
        <w:t>to</w:t>
      </w:r>
      <w:r w:rsidRPr="003F2E0B">
        <w:rPr>
          <w:rFonts w:cs="Open Sans"/>
          <w:color w:val="202024"/>
          <w:spacing w:val="1"/>
          <w:w w:val="105"/>
        </w:rPr>
        <w:t xml:space="preserve"> </w:t>
      </w:r>
      <w:r w:rsidRPr="003F2E0B">
        <w:rPr>
          <w:rFonts w:cs="Open Sans"/>
          <w:color w:val="202024"/>
          <w:w w:val="105"/>
        </w:rPr>
        <w:t>gender</w:t>
      </w:r>
      <w:r w:rsidRPr="003F2E0B">
        <w:rPr>
          <w:rFonts w:cs="Open Sans"/>
          <w:color w:val="202024"/>
          <w:spacing w:val="1"/>
          <w:w w:val="105"/>
        </w:rPr>
        <w:t xml:space="preserve"> </w:t>
      </w:r>
      <w:r w:rsidRPr="003F2E0B">
        <w:rPr>
          <w:rFonts w:cs="Open Sans"/>
          <w:color w:val="202024"/>
          <w:w w:val="105"/>
        </w:rPr>
        <w:t>and social inclusion.  (Maximum</w:t>
      </w:r>
      <w:r w:rsidRPr="003F2E0B">
        <w:rPr>
          <w:rFonts w:cs="Open Sans"/>
          <w:color w:val="202024"/>
          <w:spacing w:val="2"/>
          <w:w w:val="105"/>
        </w:rPr>
        <w:t xml:space="preserve"> </w:t>
      </w:r>
      <w:r w:rsidRPr="003F2E0B">
        <w:rPr>
          <w:rFonts w:cs="Open Sans"/>
          <w:color w:val="202024"/>
          <w:w w:val="105"/>
        </w:rPr>
        <w:t>150</w:t>
      </w:r>
      <w:r w:rsidRPr="003F2E0B">
        <w:rPr>
          <w:rFonts w:cs="Open Sans"/>
          <w:color w:val="202024"/>
          <w:spacing w:val="2"/>
          <w:w w:val="105"/>
        </w:rPr>
        <w:t xml:space="preserve"> </w:t>
      </w:r>
      <w:r w:rsidRPr="003F2E0B">
        <w:rPr>
          <w:rFonts w:cs="Open Sans"/>
          <w:color w:val="202024"/>
          <w:w w:val="105"/>
        </w:rPr>
        <w:t>words)</w:t>
      </w:r>
    </w:p>
    <w:sdt>
      <w:sdtPr>
        <w:rPr>
          <w:rFonts w:cs="Open Sans"/>
          <w:i/>
          <w:iCs/>
          <w:color w:val="1C1C1C" w:themeColor="text1"/>
        </w:rPr>
        <w:id w:val="-793367084"/>
        <w15:repeatingSection/>
      </w:sdtPr>
      <w:sdtEndPr/>
      <w:sdtContent>
        <w:sdt>
          <w:sdtPr>
            <w:rPr>
              <w:rFonts w:cs="Open Sans"/>
              <w:i/>
              <w:iCs/>
              <w:color w:val="1C1C1C" w:themeColor="text1"/>
            </w:rPr>
            <w:id w:val="-1369455877"/>
            <w:placeholder>
              <w:docPart w:val="A1BD1AD03CBC4B1F8A22A8F6749F9111"/>
            </w:placeholder>
            <w15:repeatingSectionItem/>
          </w:sdtPr>
          <w:sdtEndPr/>
          <w:sdtContent>
            <w:p w:rsidRPr="003F2E0B" w:rsidR="003F2E0B" w:rsidP="003F2E0B" w:rsidRDefault="003F2E0B" w14:paraId="43FD8907" w14:textId="77777777">
              <w:pPr>
                <w:spacing w:after="0" w:line="360" w:lineRule="auto"/>
                <w:ind w:left="360"/>
                <w:outlineLvl w:val="9"/>
                <w:rPr>
                  <w:rFonts w:cs="Open Sans"/>
                  <w:i/>
                  <w:iCs/>
                  <w:color w:val="1C1C1C" w:themeColor="text1"/>
                </w:rPr>
              </w:pPr>
              <w:r w:rsidRPr="003F2E0B">
                <w:rPr>
                  <w:rFonts w:cs="Open Sans"/>
                  <w:i/>
                  <w:iCs/>
                  <w:color w:val="1C1C1C" w:themeColor="text1"/>
                </w:rPr>
                <w:t>Enter text here</w:t>
              </w:r>
            </w:p>
          </w:sdtContent>
        </w:sdt>
      </w:sdtContent>
    </w:sdt>
    <w:p w:rsidRPr="003F2E0B" w:rsidR="003F2E0B" w:rsidP="003F2E0B" w:rsidRDefault="003F2E0B" w14:paraId="707EB5DF" w14:textId="77777777">
      <w:pPr>
        <w:numPr>
          <w:ilvl w:val="0"/>
          <w:numId w:val="32"/>
        </w:numPr>
        <w:spacing w:after="0" w:line="360" w:lineRule="auto"/>
        <w:ind w:left="360"/>
        <w:outlineLvl w:val="9"/>
        <w:rPr>
          <w:rFonts w:cs="Open Sans"/>
          <w:color w:val="D92F25"/>
          <w:w w:val="110"/>
        </w:rPr>
      </w:pPr>
      <w:r w:rsidRPr="003F2E0B">
        <w:rPr>
          <w:rFonts w:cs="Open Sans"/>
          <w:color w:val="202024"/>
          <w:w w:val="110"/>
        </w:rPr>
        <w:t>Describe</w:t>
      </w:r>
      <w:r w:rsidRPr="003F2E0B">
        <w:rPr>
          <w:rFonts w:cs="Open Sans"/>
          <w:color w:val="202024"/>
          <w:spacing w:val="1"/>
          <w:w w:val="110"/>
        </w:rPr>
        <w:t xml:space="preserve"> </w:t>
      </w:r>
      <w:r w:rsidRPr="003F2E0B">
        <w:rPr>
          <w:rFonts w:cs="Open Sans"/>
          <w:color w:val="202024"/>
          <w:w w:val="110"/>
        </w:rPr>
        <w:t>how</w:t>
      </w:r>
      <w:r w:rsidRPr="003F2E0B">
        <w:rPr>
          <w:rFonts w:cs="Open Sans"/>
          <w:color w:val="202024"/>
          <w:spacing w:val="2"/>
          <w:w w:val="110"/>
        </w:rPr>
        <w:t xml:space="preserve"> </w:t>
      </w:r>
      <w:r w:rsidRPr="003F2E0B">
        <w:rPr>
          <w:rFonts w:cs="Open Sans"/>
          <w:color w:val="202024"/>
          <w:w w:val="110"/>
        </w:rPr>
        <w:t>the</w:t>
      </w:r>
      <w:r w:rsidRPr="003F2E0B">
        <w:rPr>
          <w:rFonts w:cs="Open Sans"/>
          <w:color w:val="202024"/>
          <w:spacing w:val="1"/>
          <w:w w:val="110"/>
        </w:rPr>
        <w:t xml:space="preserve"> </w:t>
      </w:r>
      <w:r w:rsidRPr="003F2E0B">
        <w:rPr>
          <w:rFonts w:cs="Open Sans"/>
          <w:color w:val="202024"/>
          <w:w w:val="110"/>
        </w:rPr>
        <w:t>project</w:t>
      </w:r>
      <w:r w:rsidRPr="003F2E0B">
        <w:rPr>
          <w:rFonts w:cs="Open Sans"/>
          <w:color w:val="202024"/>
          <w:spacing w:val="2"/>
          <w:w w:val="110"/>
        </w:rPr>
        <w:t xml:space="preserve"> </w:t>
      </w:r>
      <w:r w:rsidRPr="003F2E0B">
        <w:rPr>
          <w:rFonts w:cs="Open Sans"/>
          <w:color w:val="202024"/>
          <w:w w:val="110"/>
        </w:rPr>
        <w:t>integrates</w:t>
      </w:r>
      <w:r w:rsidRPr="003F2E0B">
        <w:rPr>
          <w:rFonts w:cs="Open Sans"/>
          <w:color w:val="202024"/>
          <w:spacing w:val="1"/>
          <w:w w:val="110"/>
        </w:rPr>
        <w:t xml:space="preserve"> </w:t>
      </w:r>
      <w:r w:rsidRPr="003F2E0B">
        <w:rPr>
          <w:rFonts w:cs="Open Sans"/>
          <w:color w:val="202024"/>
          <w:w w:val="110"/>
        </w:rPr>
        <w:t>learning</w:t>
      </w:r>
      <w:r w:rsidRPr="003F2E0B">
        <w:rPr>
          <w:rFonts w:cs="Open Sans"/>
          <w:color w:val="202024"/>
          <w:spacing w:val="2"/>
          <w:w w:val="110"/>
        </w:rPr>
        <w:t xml:space="preserve"> </w:t>
      </w:r>
      <w:r w:rsidRPr="003F2E0B">
        <w:rPr>
          <w:rFonts w:cs="Open Sans"/>
          <w:color w:val="202024"/>
          <w:w w:val="110"/>
        </w:rPr>
        <w:t>in</w:t>
      </w:r>
      <w:r w:rsidRPr="003F2E0B">
        <w:rPr>
          <w:rFonts w:cs="Open Sans"/>
          <w:color w:val="202024"/>
          <w:spacing w:val="1"/>
          <w:w w:val="110"/>
        </w:rPr>
        <w:t xml:space="preserve"> </w:t>
      </w:r>
      <w:r w:rsidRPr="003F2E0B">
        <w:rPr>
          <w:rFonts w:cs="Open Sans"/>
          <w:color w:val="202024"/>
          <w:w w:val="110"/>
        </w:rPr>
        <w:t>its</w:t>
      </w:r>
      <w:r w:rsidRPr="003F2E0B">
        <w:rPr>
          <w:rFonts w:cs="Open Sans"/>
          <w:color w:val="202024"/>
          <w:spacing w:val="1"/>
          <w:w w:val="110"/>
        </w:rPr>
        <w:t xml:space="preserve"> </w:t>
      </w:r>
      <w:r w:rsidRPr="003F2E0B">
        <w:rPr>
          <w:rFonts w:cs="Open Sans"/>
          <w:color w:val="202024"/>
          <w:w w:val="110"/>
        </w:rPr>
        <w:t>design,</w:t>
      </w:r>
      <w:r w:rsidRPr="003F2E0B">
        <w:rPr>
          <w:rFonts w:cs="Open Sans"/>
          <w:color w:val="202024"/>
          <w:spacing w:val="2"/>
          <w:w w:val="110"/>
        </w:rPr>
        <w:t xml:space="preserve"> </w:t>
      </w:r>
      <w:r w:rsidRPr="003F2E0B">
        <w:rPr>
          <w:rFonts w:cs="Open Sans"/>
          <w:color w:val="202024"/>
          <w:w w:val="110"/>
        </w:rPr>
        <w:t>including</w:t>
      </w:r>
      <w:r w:rsidRPr="003F2E0B">
        <w:rPr>
          <w:rFonts w:cs="Open Sans"/>
          <w:color w:val="202024"/>
          <w:spacing w:val="1"/>
          <w:w w:val="110"/>
        </w:rPr>
        <w:t xml:space="preserve"> </w:t>
      </w:r>
      <w:r w:rsidRPr="003F2E0B">
        <w:rPr>
          <w:rFonts w:cs="Open Sans"/>
          <w:color w:val="202024"/>
          <w:w w:val="110"/>
        </w:rPr>
        <w:t>examples</w:t>
      </w:r>
      <w:r w:rsidRPr="003F2E0B">
        <w:rPr>
          <w:rFonts w:cs="Open Sans"/>
          <w:color w:val="202024"/>
          <w:spacing w:val="11"/>
          <w:w w:val="110"/>
        </w:rPr>
        <w:t xml:space="preserve"> </w:t>
      </w:r>
      <w:r w:rsidRPr="003F2E0B">
        <w:rPr>
          <w:rFonts w:cs="Open Sans"/>
          <w:color w:val="202024"/>
          <w:w w:val="110"/>
        </w:rPr>
        <w:t>of</w:t>
      </w:r>
      <w:r w:rsidRPr="003F2E0B">
        <w:rPr>
          <w:rFonts w:cs="Open Sans"/>
          <w:color w:val="202024"/>
          <w:spacing w:val="11"/>
          <w:w w:val="110"/>
        </w:rPr>
        <w:t xml:space="preserve"> </w:t>
      </w:r>
      <w:r w:rsidRPr="003F2E0B">
        <w:rPr>
          <w:rFonts w:cs="Open Sans"/>
          <w:color w:val="202024"/>
          <w:w w:val="110"/>
        </w:rPr>
        <w:t>building</w:t>
      </w:r>
      <w:r w:rsidRPr="003F2E0B">
        <w:rPr>
          <w:rFonts w:cs="Open Sans"/>
          <w:color w:val="202024"/>
          <w:spacing w:val="12"/>
          <w:w w:val="110"/>
        </w:rPr>
        <w:t xml:space="preserve"> </w:t>
      </w:r>
      <w:r w:rsidRPr="003F2E0B">
        <w:rPr>
          <w:rFonts w:cs="Open Sans"/>
          <w:color w:val="202024"/>
          <w:w w:val="110"/>
        </w:rPr>
        <w:t>relationships</w:t>
      </w:r>
      <w:r w:rsidRPr="003F2E0B">
        <w:rPr>
          <w:rFonts w:cs="Open Sans"/>
          <w:color w:val="202024"/>
          <w:spacing w:val="11"/>
          <w:w w:val="110"/>
        </w:rPr>
        <w:t xml:space="preserve"> </w:t>
      </w:r>
      <w:r w:rsidRPr="003F2E0B">
        <w:rPr>
          <w:rFonts w:cs="Open Sans"/>
          <w:color w:val="202024"/>
          <w:w w:val="110"/>
        </w:rPr>
        <w:t>in</w:t>
      </w:r>
      <w:r w:rsidRPr="003F2E0B">
        <w:rPr>
          <w:rFonts w:cs="Open Sans"/>
          <w:color w:val="202024"/>
          <w:spacing w:val="12"/>
          <w:w w:val="110"/>
        </w:rPr>
        <w:t xml:space="preserve"> </w:t>
      </w:r>
      <w:r w:rsidRPr="003F2E0B">
        <w:rPr>
          <w:rFonts w:cs="Open Sans"/>
          <w:color w:val="202024"/>
          <w:w w:val="110"/>
        </w:rPr>
        <w:t>a</w:t>
      </w:r>
      <w:r w:rsidRPr="003F2E0B">
        <w:rPr>
          <w:rFonts w:cs="Open Sans"/>
          <w:color w:val="202024"/>
          <w:spacing w:val="11"/>
          <w:w w:val="110"/>
        </w:rPr>
        <w:t xml:space="preserve"> </w:t>
      </w:r>
      <w:r w:rsidRPr="003F2E0B">
        <w:rPr>
          <w:rFonts w:cs="Open Sans"/>
          <w:color w:val="202024"/>
          <w:w w:val="110"/>
        </w:rPr>
        <w:t>promising</w:t>
      </w:r>
      <w:r w:rsidRPr="003F2E0B">
        <w:rPr>
          <w:rFonts w:cs="Open Sans"/>
          <w:color w:val="202024"/>
          <w:spacing w:val="11"/>
          <w:w w:val="110"/>
        </w:rPr>
        <w:t xml:space="preserve"> </w:t>
      </w:r>
      <w:r w:rsidRPr="003F2E0B">
        <w:rPr>
          <w:rFonts w:cs="Open Sans"/>
          <w:color w:val="202024"/>
          <w:w w:val="110"/>
        </w:rPr>
        <w:t>local</w:t>
      </w:r>
      <w:r w:rsidRPr="003F2E0B">
        <w:rPr>
          <w:rFonts w:cs="Open Sans"/>
          <w:color w:val="202024"/>
          <w:spacing w:val="12"/>
          <w:w w:val="110"/>
        </w:rPr>
        <w:t xml:space="preserve"> </w:t>
      </w:r>
      <w:r w:rsidRPr="003F2E0B">
        <w:rPr>
          <w:rFonts w:cs="Open Sans"/>
          <w:color w:val="202024"/>
          <w:w w:val="110"/>
        </w:rPr>
        <w:t>ecosystem,</w:t>
      </w:r>
      <w:r w:rsidRPr="003F2E0B">
        <w:rPr>
          <w:rFonts w:cs="Open Sans"/>
          <w:color w:val="202024"/>
          <w:spacing w:val="11"/>
          <w:w w:val="110"/>
        </w:rPr>
        <w:t xml:space="preserve"> </w:t>
      </w:r>
      <w:r w:rsidRPr="003F2E0B">
        <w:rPr>
          <w:rFonts w:cs="Open Sans"/>
          <w:color w:val="202024"/>
          <w:w w:val="110"/>
        </w:rPr>
        <w:t>deepening the programme’s</w:t>
      </w:r>
      <w:r w:rsidRPr="003F2E0B">
        <w:rPr>
          <w:rFonts w:cs="Open Sans"/>
          <w:color w:val="202024"/>
          <w:spacing w:val="17"/>
          <w:w w:val="110"/>
        </w:rPr>
        <w:t xml:space="preserve"> </w:t>
      </w:r>
      <w:r w:rsidRPr="003F2E0B">
        <w:rPr>
          <w:rFonts w:cs="Open Sans"/>
          <w:color w:val="202024"/>
          <w:w w:val="110"/>
        </w:rPr>
        <w:t>understanding</w:t>
      </w:r>
      <w:r w:rsidRPr="003F2E0B">
        <w:rPr>
          <w:rFonts w:cs="Open Sans"/>
          <w:color w:val="202024"/>
          <w:spacing w:val="17"/>
          <w:w w:val="110"/>
        </w:rPr>
        <w:t xml:space="preserve"> </w:t>
      </w:r>
      <w:r w:rsidRPr="003F2E0B">
        <w:rPr>
          <w:rFonts w:cs="Open Sans"/>
          <w:color w:val="202024"/>
          <w:w w:val="110"/>
        </w:rPr>
        <w:t>of</w:t>
      </w:r>
      <w:r w:rsidRPr="003F2E0B">
        <w:rPr>
          <w:rFonts w:cs="Open Sans"/>
          <w:color w:val="202024"/>
          <w:spacing w:val="17"/>
          <w:w w:val="110"/>
        </w:rPr>
        <w:t xml:space="preserve"> </w:t>
      </w:r>
      <w:r w:rsidRPr="003F2E0B">
        <w:rPr>
          <w:rFonts w:cs="Open Sans"/>
          <w:color w:val="202024"/>
          <w:w w:val="110"/>
        </w:rPr>
        <w:t>ecosystem</w:t>
      </w:r>
      <w:r w:rsidRPr="003F2E0B">
        <w:rPr>
          <w:rFonts w:cs="Open Sans"/>
          <w:color w:val="202024"/>
          <w:spacing w:val="17"/>
          <w:w w:val="110"/>
        </w:rPr>
        <w:t xml:space="preserve"> </w:t>
      </w:r>
      <w:r w:rsidRPr="003F2E0B">
        <w:rPr>
          <w:rFonts w:cs="Open Sans"/>
          <w:color w:val="202024"/>
          <w:w w:val="110"/>
        </w:rPr>
        <w:t>strengthening</w:t>
      </w:r>
      <w:r w:rsidRPr="003F2E0B">
        <w:rPr>
          <w:rFonts w:cs="Open Sans"/>
          <w:color w:val="202024"/>
          <w:spacing w:val="17"/>
          <w:w w:val="110"/>
        </w:rPr>
        <w:t xml:space="preserve"> </w:t>
      </w:r>
      <w:r w:rsidRPr="003F2E0B">
        <w:rPr>
          <w:rFonts w:cs="Open Sans"/>
          <w:color w:val="202024"/>
          <w:w w:val="110"/>
        </w:rPr>
        <w:t>and</w:t>
      </w:r>
      <w:r w:rsidRPr="003F2E0B">
        <w:rPr>
          <w:rFonts w:cs="Open Sans"/>
          <w:color w:val="202024"/>
          <w:spacing w:val="17"/>
          <w:w w:val="110"/>
        </w:rPr>
        <w:t xml:space="preserve"> </w:t>
      </w:r>
      <w:r w:rsidRPr="003F2E0B">
        <w:rPr>
          <w:rFonts w:cs="Open Sans"/>
          <w:color w:val="202024"/>
          <w:w w:val="110"/>
        </w:rPr>
        <w:t>increasing</w:t>
      </w:r>
      <w:r w:rsidRPr="003F2E0B">
        <w:rPr>
          <w:rFonts w:cs="Open Sans"/>
          <w:color w:val="202024"/>
          <w:spacing w:val="1"/>
          <w:w w:val="110"/>
        </w:rPr>
        <w:t xml:space="preserve"> </w:t>
      </w:r>
      <w:r w:rsidRPr="003F2E0B">
        <w:rPr>
          <w:rFonts w:cs="Open Sans"/>
          <w:color w:val="202024"/>
          <w:w w:val="110"/>
        </w:rPr>
        <w:t>understanding</w:t>
      </w:r>
      <w:r w:rsidRPr="003F2E0B">
        <w:rPr>
          <w:rFonts w:cs="Open Sans"/>
          <w:color w:val="202024"/>
          <w:spacing w:val="1"/>
          <w:w w:val="110"/>
        </w:rPr>
        <w:t xml:space="preserve"> </w:t>
      </w:r>
      <w:r w:rsidRPr="003F2E0B">
        <w:rPr>
          <w:rFonts w:cs="Open Sans"/>
          <w:color w:val="202024"/>
          <w:w w:val="110"/>
        </w:rPr>
        <w:t>of</w:t>
      </w:r>
      <w:r w:rsidRPr="003F2E0B">
        <w:rPr>
          <w:rFonts w:cs="Open Sans"/>
          <w:color w:val="202024"/>
          <w:spacing w:val="2"/>
          <w:w w:val="110"/>
        </w:rPr>
        <w:t xml:space="preserve"> </w:t>
      </w:r>
      <w:r w:rsidRPr="003F2E0B">
        <w:rPr>
          <w:rFonts w:cs="Open Sans"/>
          <w:color w:val="202024"/>
          <w:w w:val="110"/>
        </w:rPr>
        <w:t>the</w:t>
      </w:r>
      <w:r w:rsidRPr="003F2E0B">
        <w:rPr>
          <w:rFonts w:cs="Open Sans"/>
          <w:color w:val="202024"/>
          <w:spacing w:val="2"/>
          <w:w w:val="110"/>
        </w:rPr>
        <w:t xml:space="preserve"> </w:t>
      </w:r>
      <w:r w:rsidRPr="003F2E0B">
        <w:rPr>
          <w:rFonts w:cs="Open Sans"/>
          <w:color w:val="202024"/>
          <w:w w:val="110"/>
        </w:rPr>
        <w:t>relationship</w:t>
      </w:r>
      <w:r w:rsidRPr="003F2E0B">
        <w:rPr>
          <w:rFonts w:cs="Open Sans"/>
          <w:color w:val="202024"/>
          <w:spacing w:val="1"/>
          <w:w w:val="110"/>
        </w:rPr>
        <w:t xml:space="preserve"> </w:t>
      </w:r>
      <w:r w:rsidRPr="003F2E0B">
        <w:rPr>
          <w:rFonts w:cs="Open Sans"/>
          <w:color w:val="202024"/>
          <w:w w:val="110"/>
        </w:rPr>
        <w:t>between</w:t>
      </w:r>
      <w:r w:rsidRPr="003F2E0B">
        <w:rPr>
          <w:rFonts w:cs="Open Sans"/>
          <w:color w:val="202024"/>
          <w:spacing w:val="2"/>
          <w:w w:val="110"/>
        </w:rPr>
        <w:t xml:space="preserve"> </w:t>
      </w:r>
      <w:r w:rsidRPr="003F2E0B">
        <w:rPr>
          <w:rFonts w:cs="Open Sans"/>
          <w:color w:val="202024"/>
          <w:w w:val="110"/>
        </w:rPr>
        <w:t>the</w:t>
      </w:r>
      <w:r w:rsidRPr="003F2E0B">
        <w:rPr>
          <w:rFonts w:cs="Open Sans"/>
          <w:color w:val="202024"/>
          <w:spacing w:val="2"/>
          <w:w w:val="110"/>
        </w:rPr>
        <w:t xml:space="preserve"> </w:t>
      </w:r>
      <w:r w:rsidRPr="003F2E0B">
        <w:rPr>
          <w:rFonts w:cs="Open Sans"/>
          <w:color w:val="202024"/>
          <w:w w:val="110"/>
        </w:rPr>
        <w:t>research</w:t>
      </w:r>
      <w:r w:rsidRPr="003F2E0B">
        <w:rPr>
          <w:rFonts w:cs="Open Sans"/>
          <w:color w:val="202024"/>
          <w:spacing w:val="2"/>
          <w:w w:val="110"/>
        </w:rPr>
        <w:t xml:space="preserve"> </w:t>
      </w:r>
      <w:r w:rsidRPr="003F2E0B">
        <w:rPr>
          <w:rFonts w:cs="Open Sans"/>
          <w:color w:val="202024"/>
          <w:w w:val="110"/>
        </w:rPr>
        <w:t>and</w:t>
      </w:r>
      <w:r w:rsidRPr="003F2E0B">
        <w:rPr>
          <w:rFonts w:cs="Open Sans"/>
          <w:color w:val="202024"/>
          <w:spacing w:val="1"/>
          <w:w w:val="110"/>
        </w:rPr>
        <w:t xml:space="preserve"> </w:t>
      </w:r>
      <w:r w:rsidRPr="003F2E0B">
        <w:rPr>
          <w:rFonts w:cs="Open Sans"/>
          <w:color w:val="202024"/>
          <w:w w:val="110"/>
        </w:rPr>
        <w:t>innovation</w:t>
      </w:r>
      <w:r w:rsidRPr="003F2E0B">
        <w:rPr>
          <w:rFonts w:cs="Open Sans"/>
          <w:color w:val="202024"/>
          <w:spacing w:val="1"/>
          <w:w w:val="110"/>
        </w:rPr>
        <w:t xml:space="preserve"> </w:t>
      </w:r>
      <w:r w:rsidRPr="003F2E0B">
        <w:rPr>
          <w:rFonts w:cs="Open Sans"/>
          <w:color w:val="202024"/>
          <w:w w:val="110"/>
        </w:rPr>
        <w:t>ecosystems.</w:t>
      </w:r>
      <w:r w:rsidRPr="003F2E0B">
        <w:rPr>
          <w:rFonts w:cs="Open Sans"/>
          <w:color w:val="202024"/>
          <w:spacing w:val="-2"/>
          <w:w w:val="110"/>
        </w:rPr>
        <w:t xml:space="preserve"> </w:t>
      </w:r>
      <w:r w:rsidRPr="003F2E0B">
        <w:rPr>
          <w:rFonts w:cs="Open Sans"/>
          <w:color w:val="202024"/>
          <w:w w:val="110"/>
        </w:rPr>
        <w:t>(Maximum</w:t>
      </w:r>
      <w:r w:rsidRPr="003F2E0B">
        <w:rPr>
          <w:rFonts w:cs="Open Sans"/>
          <w:color w:val="202024"/>
          <w:spacing w:val="-2"/>
          <w:w w:val="110"/>
        </w:rPr>
        <w:t xml:space="preserve"> </w:t>
      </w:r>
      <w:r w:rsidRPr="003F2E0B">
        <w:rPr>
          <w:rFonts w:cs="Open Sans"/>
          <w:color w:val="202024"/>
          <w:w w:val="110"/>
        </w:rPr>
        <w:t>150</w:t>
      </w:r>
      <w:r w:rsidRPr="003F2E0B">
        <w:rPr>
          <w:rFonts w:cs="Open Sans"/>
          <w:color w:val="202024"/>
          <w:spacing w:val="-1"/>
          <w:w w:val="110"/>
        </w:rPr>
        <w:t xml:space="preserve"> </w:t>
      </w:r>
      <w:r w:rsidRPr="003F2E0B">
        <w:rPr>
          <w:rFonts w:cs="Open Sans"/>
          <w:color w:val="202024"/>
          <w:w w:val="110"/>
        </w:rPr>
        <w:t>words)</w:t>
      </w:r>
      <w:r w:rsidRPr="003F2E0B">
        <w:rPr>
          <w:rFonts w:cs="Open Sans"/>
          <w:color w:val="202024"/>
          <w:spacing w:val="-2"/>
          <w:w w:val="110"/>
        </w:rPr>
        <w:t xml:space="preserve"> </w:t>
      </w:r>
    </w:p>
    <w:sdt>
      <w:sdtPr>
        <w:rPr>
          <w:rFonts w:cs="Open Sans"/>
          <w:i/>
          <w:iCs/>
          <w:color w:val="D92F25"/>
          <w:w w:val="110"/>
        </w:rPr>
        <w:id w:val="1084653252"/>
        <w15:repeatingSection/>
      </w:sdtPr>
      <w:sdtEndPr/>
      <w:sdtContent>
        <w:sdt>
          <w:sdtPr>
            <w:rPr>
              <w:rFonts w:cs="Open Sans"/>
              <w:i/>
              <w:iCs/>
              <w:color w:val="D92F25"/>
              <w:w w:val="110"/>
            </w:rPr>
            <w:id w:val="430324073"/>
            <w:placeholder>
              <w:docPart w:val="A1BD1AD03CBC4B1F8A22A8F6749F9111"/>
            </w:placeholder>
            <w15:repeatingSectionItem/>
          </w:sdtPr>
          <w:sdtEndPr/>
          <w:sdtContent>
            <w:p w:rsidRPr="003F2E0B" w:rsidR="003F2E0B" w:rsidP="003F2E0B" w:rsidRDefault="003F2E0B" w14:paraId="48140E2B" w14:textId="77777777">
              <w:pPr>
                <w:spacing w:after="0" w:line="360" w:lineRule="auto"/>
                <w:ind w:left="360"/>
                <w:outlineLvl w:val="9"/>
                <w:rPr>
                  <w:rFonts w:cs="Open Sans"/>
                  <w:i/>
                  <w:iCs/>
                  <w:color w:val="D92F25"/>
                  <w:w w:val="110"/>
                </w:rPr>
              </w:pPr>
              <w:r w:rsidRPr="003F2E0B">
                <w:rPr>
                  <w:rFonts w:cs="Open Sans"/>
                  <w:i/>
                  <w:iCs/>
                  <w:color w:val="1C1C1C" w:themeColor="text1"/>
                  <w:w w:val="110"/>
                </w:rPr>
                <w:t>Enter text here</w:t>
              </w:r>
            </w:p>
          </w:sdtContent>
        </w:sdt>
      </w:sdtContent>
    </w:sdt>
    <w:p w:rsidRPr="003F2E0B" w:rsidR="003F2E0B" w:rsidP="003F2E0B" w:rsidRDefault="003F2E0B" w14:paraId="44705FA9" w14:textId="77777777">
      <w:pPr>
        <w:numPr>
          <w:ilvl w:val="0"/>
          <w:numId w:val="32"/>
        </w:numPr>
        <w:spacing w:after="0" w:line="360" w:lineRule="auto"/>
        <w:ind w:left="360"/>
        <w:outlineLvl w:val="9"/>
        <w:rPr>
          <w:rFonts w:cs="Open Sans"/>
          <w:color w:val="202024"/>
          <w:spacing w:val="1"/>
          <w:w w:val="105"/>
        </w:rPr>
      </w:pPr>
      <w:r w:rsidRPr="003F2E0B">
        <w:rPr>
          <w:rFonts w:cs="Open Sans"/>
          <w:color w:val="202024"/>
          <w:w w:val="105"/>
        </w:rPr>
        <w:t>Please</w:t>
      </w:r>
      <w:r w:rsidRPr="003F2E0B">
        <w:rPr>
          <w:rFonts w:cs="Open Sans"/>
          <w:color w:val="202024"/>
          <w:spacing w:val="33"/>
          <w:w w:val="105"/>
        </w:rPr>
        <w:t xml:space="preserve"> </w:t>
      </w:r>
      <w:r w:rsidRPr="003F2E0B">
        <w:rPr>
          <w:rFonts w:cs="Open Sans"/>
          <w:color w:val="202024"/>
          <w:w w:val="105"/>
        </w:rPr>
        <w:t>provide</w:t>
      </w:r>
      <w:r w:rsidRPr="003F2E0B">
        <w:rPr>
          <w:rFonts w:cs="Open Sans"/>
          <w:color w:val="202024"/>
          <w:spacing w:val="32"/>
          <w:w w:val="105"/>
        </w:rPr>
        <w:t xml:space="preserve"> </w:t>
      </w:r>
      <w:r w:rsidRPr="003F2E0B">
        <w:rPr>
          <w:rFonts w:cs="Open Sans"/>
          <w:color w:val="202024"/>
          <w:w w:val="105"/>
        </w:rPr>
        <w:t>examples</w:t>
      </w:r>
      <w:r w:rsidRPr="003F2E0B">
        <w:rPr>
          <w:rFonts w:cs="Open Sans"/>
          <w:color w:val="202024"/>
          <w:spacing w:val="33"/>
          <w:w w:val="105"/>
        </w:rPr>
        <w:t xml:space="preserve"> </w:t>
      </w:r>
      <w:r w:rsidRPr="003F2E0B">
        <w:rPr>
          <w:rFonts w:cs="Open Sans"/>
          <w:color w:val="202024"/>
          <w:w w:val="105"/>
        </w:rPr>
        <w:t>of</w:t>
      </w:r>
      <w:r w:rsidRPr="003F2E0B">
        <w:rPr>
          <w:rFonts w:cs="Open Sans"/>
          <w:color w:val="202024"/>
          <w:spacing w:val="33"/>
          <w:w w:val="105"/>
        </w:rPr>
        <w:t xml:space="preserve"> </w:t>
      </w:r>
      <w:r w:rsidRPr="003F2E0B">
        <w:rPr>
          <w:rFonts w:cs="Open Sans"/>
          <w:color w:val="202024"/>
          <w:w w:val="105"/>
        </w:rPr>
        <w:t>three</w:t>
      </w:r>
      <w:r w:rsidRPr="003F2E0B">
        <w:rPr>
          <w:rFonts w:cs="Open Sans"/>
          <w:color w:val="202024"/>
          <w:spacing w:val="32"/>
          <w:w w:val="105"/>
        </w:rPr>
        <w:t xml:space="preserve"> </w:t>
      </w:r>
      <w:r w:rsidRPr="003F2E0B">
        <w:rPr>
          <w:rFonts w:cs="Open Sans"/>
          <w:color w:val="202024"/>
          <w:w w:val="105"/>
        </w:rPr>
        <w:t>similar</w:t>
      </w:r>
      <w:r w:rsidRPr="003F2E0B">
        <w:rPr>
          <w:rFonts w:cs="Open Sans"/>
          <w:color w:val="202024"/>
          <w:spacing w:val="33"/>
          <w:w w:val="105"/>
        </w:rPr>
        <w:t xml:space="preserve"> </w:t>
      </w:r>
      <w:r w:rsidRPr="003F2E0B">
        <w:rPr>
          <w:rFonts w:cs="Open Sans"/>
          <w:color w:val="202024"/>
          <w:w w:val="105"/>
        </w:rPr>
        <w:t>projects</w:t>
      </w:r>
      <w:r w:rsidRPr="003F2E0B">
        <w:rPr>
          <w:rFonts w:cs="Open Sans"/>
          <w:color w:val="202024"/>
          <w:spacing w:val="33"/>
          <w:w w:val="105"/>
        </w:rPr>
        <w:t xml:space="preserve"> </w:t>
      </w:r>
      <w:r w:rsidRPr="003F2E0B">
        <w:rPr>
          <w:rFonts w:cs="Open Sans"/>
          <w:color w:val="202024"/>
          <w:w w:val="105"/>
        </w:rPr>
        <w:t>that</w:t>
      </w:r>
      <w:r w:rsidRPr="003F2E0B">
        <w:rPr>
          <w:rFonts w:cs="Open Sans"/>
          <w:color w:val="202024"/>
          <w:spacing w:val="32"/>
          <w:w w:val="105"/>
        </w:rPr>
        <w:t xml:space="preserve"> </w:t>
      </w:r>
      <w:r w:rsidRPr="003F2E0B">
        <w:rPr>
          <w:rFonts w:cs="Open Sans"/>
          <w:color w:val="202024"/>
          <w:w w:val="105"/>
        </w:rPr>
        <w:t>your</w:t>
      </w:r>
      <w:r w:rsidRPr="003F2E0B">
        <w:rPr>
          <w:rFonts w:cs="Open Sans"/>
          <w:color w:val="202024"/>
          <w:spacing w:val="33"/>
          <w:w w:val="105"/>
        </w:rPr>
        <w:t xml:space="preserve"> </w:t>
      </w:r>
      <w:r w:rsidRPr="003F2E0B">
        <w:rPr>
          <w:rFonts w:cs="Open Sans"/>
          <w:color w:val="202024"/>
          <w:w w:val="105"/>
        </w:rPr>
        <w:t>organisation</w:t>
      </w:r>
      <w:r w:rsidRPr="003F2E0B">
        <w:rPr>
          <w:rFonts w:cs="Open Sans"/>
          <w:color w:val="202024"/>
          <w:spacing w:val="32"/>
          <w:w w:val="105"/>
        </w:rPr>
        <w:t xml:space="preserve"> </w:t>
      </w:r>
      <w:r w:rsidRPr="003F2E0B">
        <w:rPr>
          <w:rFonts w:cs="Open Sans"/>
          <w:color w:val="202024"/>
          <w:w w:val="105"/>
        </w:rPr>
        <w:t>has</w:t>
      </w:r>
      <w:r w:rsidRPr="003F2E0B">
        <w:rPr>
          <w:rFonts w:cs="Open Sans"/>
          <w:color w:val="202024"/>
          <w:spacing w:val="1"/>
          <w:w w:val="105"/>
        </w:rPr>
        <w:t xml:space="preserve"> </w:t>
      </w:r>
      <w:r w:rsidRPr="003F2E0B">
        <w:rPr>
          <w:rFonts w:cs="Open Sans"/>
          <w:color w:val="202024"/>
          <w:w w:val="105"/>
        </w:rPr>
        <w:t>implemented.</w:t>
      </w:r>
      <w:r w:rsidRPr="003F2E0B">
        <w:rPr>
          <w:rFonts w:cs="Open Sans"/>
          <w:color w:val="202024"/>
          <w:spacing w:val="1"/>
          <w:w w:val="105"/>
        </w:rPr>
        <w:t xml:space="preserve"> </w:t>
      </w:r>
    </w:p>
    <w:sdt>
      <w:sdtPr>
        <w:rPr>
          <w:rFonts w:cs="Open Sans"/>
          <w:i/>
          <w:color w:val="1C1C1C" w:themeColor="text1"/>
          <w:w w:val="105"/>
        </w:rPr>
        <w:id w:val="-1930876540"/>
        <w15:repeatingSection/>
      </w:sdtPr>
      <w:sdtEndPr/>
      <w:sdtContent>
        <w:sdt>
          <w:sdtPr>
            <w:rPr>
              <w:rFonts w:cs="Open Sans"/>
              <w:i/>
              <w:color w:val="1C1C1C" w:themeColor="text1"/>
              <w:w w:val="105"/>
            </w:rPr>
            <w:id w:val="943275349"/>
            <w:placeholder>
              <w:docPart w:val="A1BD1AD03CBC4B1F8A22A8F6749F9111"/>
            </w:placeholder>
            <w15:repeatingSectionItem/>
          </w:sdtPr>
          <w:sdtEndPr/>
          <w:sdtContent>
            <w:p w:rsidRPr="003F2E0B" w:rsidR="003F2E0B" w:rsidP="003F2E0B" w:rsidRDefault="003F2E0B" w14:paraId="2612C0A5" w14:textId="77777777">
              <w:pPr>
                <w:spacing w:after="0" w:line="360" w:lineRule="auto"/>
                <w:ind w:left="360"/>
                <w:outlineLvl w:val="9"/>
                <w:rPr>
                  <w:rFonts w:ascii="Arial Nova" w:hAnsi="Arial Nova"/>
                  <w:color w:val="202024"/>
                  <w:spacing w:val="1"/>
                  <w:w w:val="105"/>
                </w:rPr>
              </w:pPr>
              <w:r w:rsidRPr="003F2E0B">
                <w:rPr>
                  <w:rFonts w:cs="Open Sans"/>
                  <w:i/>
                  <w:iCs/>
                  <w:color w:val="202024"/>
                  <w:spacing w:val="1"/>
                  <w:w w:val="105"/>
                </w:rPr>
                <w:t>Enter text here</w:t>
              </w:r>
            </w:p>
          </w:sdtContent>
        </w:sdt>
      </w:sdtContent>
    </w:sdt>
    <w:p w:rsidRPr="003F2E0B" w:rsidR="003F2E0B" w:rsidP="003F2E0B" w:rsidRDefault="003F2E0B" w14:paraId="38754326" w14:textId="77777777">
      <w:pPr>
        <w:spacing w:before="240" w:line="360" w:lineRule="auto"/>
        <w:outlineLvl w:val="2"/>
        <w:rPr>
          <w:rFonts w:ascii="Arial Nova" w:hAnsi="Arial Nova"/>
          <w:b/>
          <w:bCs/>
          <w:color w:val="2C2E82" w:themeColor="accent4"/>
          <w:sz w:val="28"/>
          <w:szCs w:val="28"/>
        </w:rPr>
      </w:pPr>
      <w:bookmarkStart w:name="_Toc108103898" w:id="3"/>
      <w:r w:rsidRPr="003F2E0B">
        <w:rPr>
          <w:rFonts w:ascii="Arial Nova" w:hAnsi="Arial Nova"/>
          <w:b/>
          <w:bCs/>
          <w:color w:val="2C2E82" w:themeColor="accent4"/>
          <w:sz w:val="28"/>
          <w:szCs w:val="28"/>
        </w:rPr>
        <w:t>3. Section Three: Project Budget</w:t>
      </w:r>
      <w:bookmarkEnd w:id="3"/>
    </w:p>
    <w:p w:rsidRPr="003F2E0B" w:rsidR="003F2E0B" w:rsidP="003F2E0B" w:rsidRDefault="003F2E0B" w14:paraId="059DCE0B" w14:textId="77777777">
      <w:pPr>
        <w:spacing w:line="360" w:lineRule="auto"/>
        <w:rPr>
          <w:w w:val="110"/>
        </w:rPr>
      </w:pPr>
      <w:r w:rsidRPr="003F2E0B">
        <w:rPr>
          <w:w w:val="110"/>
        </w:rPr>
        <w:t xml:space="preserve">1. Please provide a cost estimate for the project. The expected project budget should range from a recommended minimum of £100,000 to no higher than £300,000. (Applicants are encouraged to provide realistic budgets that are well </w:t>
      </w:r>
      <w:proofErr w:type="spellStart"/>
      <w:r w:rsidRPr="003F2E0B">
        <w:rPr>
          <w:w w:val="110"/>
        </w:rPr>
        <w:t>rationalised</w:t>
      </w:r>
      <w:proofErr w:type="spellEnd"/>
      <w:r w:rsidRPr="003F2E0B">
        <w:rPr>
          <w:w w:val="110"/>
        </w:rPr>
        <w:t xml:space="preserve"> against their project duration and activities) Pick one from below </w:t>
      </w:r>
    </w:p>
    <w:p w:rsidRPr="003F2E0B" w:rsidR="003F2E0B" w:rsidP="003F2E0B" w:rsidRDefault="003F2E0B" w14:paraId="11F6292E" w14:textId="77777777">
      <w:pPr>
        <w:numPr>
          <w:ilvl w:val="0"/>
          <w:numId w:val="41"/>
        </w:numPr>
        <w:spacing w:after="0" w:line="360" w:lineRule="auto"/>
        <w:outlineLvl w:val="9"/>
        <w:rPr>
          <w:rFonts w:cs="Open Sans"/>
          <w:color w:val="1C1C1C" w:themeColor="text1"/>
          <w:w w:val="110"/>
        </w:rPr>
      </w:pPr>
      <w:r w:rsidRPr="003F2E0B">
        <w:rPr>
          <w:rFonts w:cs="Open Sans"/>
          <w:color w:val="1C1C1C" w:themeColor="text1"/>
          <w:w w:val="110"/>
        </w:rPr>
        <w:lastRenderedPageBreak/>
        <w:t>£100,000 - £ 150,000</w:t>
      </w:r>
    </w:p>
    <w:p w:rsidRPr="003F2E0B" w:rsidR="003F2E0B" w:rsidP="003F2E0B" w:rsidRDefault="003F2E0B" w14:paraId="2B96917E" w14:textId="77777777">
      <w:pPr>
        <w:numPr>
          <w:ilvl w:val="0"/>
          <w:numId w:val="41"/>
        </w:numPr>
        <w:spacing w:after="0" w:line="360" w:lineRule="auto"/>
        <w:outlineLvl w:val="9"/>
        <w:rPr>
          <w:rFonts w:cs="Open Sans"/>
          <w:color w:val="1C1C1C" w:themeColor="text1"/>
          <w:w w:val="110"/>
        </w:rPr>
      </w:pPr>
      <w:r w:rsidRPr="003F2E0B">
        <w:rPr>
          <w:rFonts w:cs="Open Sans"/>
          <w:color w:val="1C1C1C" w:themeColor="text1"/>
          <w:w w:val="110"/>
        </w:rPr>
        <w:t>£150,000 - £ 200,000</w:t>
      </w:r>
    </w:p>
    <w:p w:rsidRPr="003F2E0B" w:rsidR="003F2E0B" w:rsidP="003F2E0B" w:rsidRDefault="003F2E0B" w14:paraId="4A586910" w14:textId="77777777">
      <w:pPr>
        <w:numPr>
          <w:ilvl w:val="0"/>
          <w:numId w:val="41"/>
        </w:numPr>
        <w:spacing w:after="0" w:line="360" w:lineRule="auto"/>
        <w:outlineLvl w:val="9"/>
        <w:rPr>
          <w:rFonts w:cs="Open Sans"/>
          <w:color w:val="1C1C1C" w:themeColor="text1"/>
          <w:w w:val="110"/>
        </w:rPr>
      </w:pPr>
      <w:r w:rsidRPr="003F2E0B">
        <w:rPr>
          <w:rFonts w:cs="Open Sans"/>
          <w:color w:val="1C1C1C" w:themeColor="text1"/>
          <w:w w:val="110"/>
        </w:rPr>
        <w:t>£200,000 - £ 250,000</w:t>
      </w:r>
    </w:p>
    <w:p w:rsidRPr="003F2E0B" w:rsidR="003F2E0B" w:rsidP="003F2E0B" w:rsidRDefault="003F2E0B" w14:paraId="3CC35FEE" w14:textId="77777777">
      <w:pPr>
        <w:numPr>
          <w:ilvl w:val="0"/>
          <w:numId w:val="41"/>
        </w:numPr>
        <w:spacing w:after="0" w:line="360" w:lineRule="auto"/>
        <w:outlineLvl w:val="9"/>
        <w:rPr>
          <w:rFonts w:cs="Open Sans"/>
          <w:color w:val="1C1C1C" w:themeColor="text1"/>
          <w:w w:val="110"/>
        </w:rPr>
      </w:pPr>
      <w:r w:rsidRPr="003F2E0B">
        <w:rPr>
          <w:rFonts w:cs="Open Sans"/>
          <w:color w:val="1C1C1C" w:themeColor="text1"/>
          <w:w w:val="110"/>
        </w:rPr>
        <w:t>£250,000 - £ 300,000</w:t>
      </w:r>
    </w:p>
    <w:sdt>
      <w:sdtPr>
        <w:rPr>
          <w:rFonts w:cs="Open Sans"/>
          <w:i/>
          <w:iCs/>
          <w:color w:val="1C1C1C" w:themeColor="text1"/>
        </w:rPr>
        <w:id w:val="-423961713"/>
        <w15:repeatingSection/>
      </w:sdtPr>
      <w:sdtEndPr/>
      <w:sdtContent>
        <w:sdt>
          <w:sdtPr>
            <w:rPr>
              <w:rFonts w:cs="Open Sans"/>
              <w:i/>
              <w:iCs/>
              <w:color w:val="1C1C1C" w:themeColor="text1"/>
            </w:rPr>
            <w:id w:val="1428074007"/>
            <w:placeholder>
              <w:docPart w:val="A1BD1AD03CBC4B1F8A22A8F6749F9111"/>
            </w:placeholder>
            <w15:repeatingSectionItem/>
          </w:sdtPr>
          <w:sdtEndPr/>
          <w:sdtContent>
            <w:p w:rsidRPr="003F2E0B" w:rsidR="003F2E0B" w:rsidP="003F2E0B" w:rsidRDefault="003F2E0B" w14:paraId="2E44147D" w14:textId="77777777">
              <w:pPr>
                <w:spacing w:after="0" w:line="360" w:lineRule="auto"/>
                <w:ind w:left="360" w:firstLine="360"/>
                <w:outlineLvl w:val="9"/>
                <w:rPr>
                  <w:rFonts w:cs="Open Sans"/>
                  <w:i/>
                  <w:iCs/>
                  <w:color w:val="1C1C1C" w:themeColor="text1"/>
                </w:rPr>
              </w:pPr>
              <w:r w:rsidRPr="003F2E0B">
                <w:rPr>
                  <w:rFonts w:cs="Open Sans"/>
                  <w:i/>
                  <w:iCs/>
                  <w:color w:val="1C1C1C" w:themeColor="text1"/>
                </w:rPr>
                <w:t>Enter specific budget amount here</w:t>
              </w:r>
            </w:p>
          </w:sdtContent>
        </w:sdt>
      </w:sdtContent>
    </w:sdt>
    <w:p w:rsidRPr="003F2E0B" w:rsidR="003F2E0B" w:rsidP="6E0A9FC8" w:rsidRDefault="003F2E0B" w14:paraId="04D2CFE3" w14:textId="77777777" w14:noSpellErr="1">
      <w:pPr>
        <w:spacing w:after="200"/>
      </w:pPr>
      <w:r w:rsidRPr="003F2E0B">
        <w:rPr>
          <w:noProof/>
        </w:rPr>
        <w:drawing>
          <wp:anchor distT="0" distB="0" distL="114300" distR="114300" simplePos="0" relativeHeight="251659264" behindDoc="0" locked="0" layoutInCell="1" allowOverlap="1" wp14:anchorId="4823ABCA" wp14:editId="1B825082">
            <wp:simplePos x="0" y="0"/>
            <wp:positionH relativeFrom="column">
              <wp:posOffset>11445240</wp:posOffset>
            </wp:positionH>
            <wp:positionV relativeFrom="page">
              <wp:posOffset>10814050</wp:posOffset>
            </wp:positionV>
            <wp:extent cx="1156335" cy="1210945"/>
            <wp:effectExtent l="0" t="0" r="0" b="0"/>
            <wp:wrapNone/>
            <wp:docPr id="9" name="Picture 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 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56335" cy="1210945"/>
                    </a:xfrm>
                    <a:prstGeom prst="rect">
                      <a:avLst/>
                    </a:prstGeom>
                  </pic:spPr>
                </pic:pic>
              </a:graphicData>
            </a:graphic>
            <wp14:sizeRelH relativeFrom="page">
              <wp14:pctWidth>0</wp14:pctWidth>
            </wp14:sizeRelH>
            <wp14:sizeRelV relativeFrom="page">
              <wp14:pctHeight>0</wp14:pctHeight>
            </wp14:sizeRelV>
          </wp:anchor>
        </w:drawing>
      </w:r>
    </w:p>
    <w:p w:rsidRPr="003F2E0B" w:rsidR="00C347A3" w:rsidP="003F2E0B" w:rsidRDefault="00C347A3" w14:paraId="4F21966C" w14:textId="267DEE17">
      <w:pPr>
        <w:ind w:left="720" w:hanging="360"/>
        <w:rPr>
          <w:i/>
          <w:iCs/>
        </w:rPr>
      </w:pPr>
    </w:p>
    <w:sectPr w:rsidRPr="003F2E0B" w:rsidR="00C347A3" w:rsidSect="00DD3D84">
      <w:footerReference w:type="default" r:id="rId13"/>
      <w:headerReference w:type="first" r:id="rId14"/>
      <w:footerReference w:type="first" r:id="rId15"/>
      <w:pgSz w:w="11906" w:h="16838" w:orient="portrait"/>
      <w:pgMar w:top="1440" w:right="1080" w:bottom="1440" w:left="1080" w:header="248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44DB" w:rsidP="00F9770B" w:rsidRDefault="006C44DB" w14:paraId="00257FC3" w14:textId="77777777">
      <w:r>
        <w:separator/>
      </w:r>
    </w:p>
    <w:p w:rsidR="006C44DB" w:rsidP="00F9770B" w:rsidRDefault="006C44DB" w14:paraId="39A315FC" w14:textId="77777777"/>
  </w:endnote>
  <w:endnote w:type="continuationSeparator" w:id="0">
    <w:p w:rsidR="006C44DB" w:rsidP="00F9770B" w:rsidRDefault="006C44DB" w14:paraId="52143F20" w14:textId="77777777">
      <w:r>
        <w:continuationSeparator/>
      </w:r>
    </w:p>
    <w:p w:rsidR="006C44DB" w:rsidP="00F9770B" w:rsidRDefault="006C44DB" w14:paraId="6DC69965" w14:textId="77777777"/>
  </w:endnote>
  <w:endnote w:type="continuationNotice" w:id="1">
    <w:p w:rsidR="006C44DB" w:rsidRDefault="006C44DB" w14:paraId="1768089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ova Light">
    <w:altName w:val="Arial Nova Light"/>
    <w:charset w:val="00"/>
    <w:family w:val="swiss"/>
    <w:pitch w:val="variable"/>
    <w:sig w:usb0="0000028F" w:usb1="00000002" w:usb2="00000000" w:usb3="00000000" w:csb0="0000019F" w:csb1="00000000"/>
  </w:font>
  <w:font w:name="Prompt">
    <w:charset w:val="DE"/>
    <w:family w:val="auto"/>
    <w:pitch w:val="variable"/>
    <w:sig w:usb0="21000007" w:usb1="00000001" w:usb2="00000000" w:usb3="00000000" w:csb0="00010193" w:csb1="00000000"/>
  </w:font>
  <w:font w:name="Arial Nova">
    <w:altName w:val="Times New Roman"/>
    <w:charset w:val="00"/>
    <w:family w:val="swiss"/>
    <w:pitch w:val="variable"/>
    <w:sig w:usb0="0000028F" w:usb1="00000002" w:usb2="00000000" w:usb3="00000000" w:csb0="0000019F" w:csb1="00000000"/>
  </w:font>
  <w:font w:name="Open Sans">
    <w:altName w:val="Arial"/>
    <w:charset w:val="00"/>
    <w:family w:val="swiss"/>
    <w:pitch w:val="variable"/>
    <w:sig w:usb0="E00002EF" w:usb1="4000205B" w:usb2="00000028" w:usb3="00000000" w:csb0="0000019F" w:csb1="00000000"/>
  </w:font>
  <w:font w:name="Times New Roman (Body CS)">
    <w:charset w:val="00"/>
    <w:family w:val="roman"/>
    <w:pitch w:val="default"/>
  </w:font>
  <w:font w:name="Arial Nova Cond">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879"/>
      <w:gridCol w:w="4867"/>
    </w:tblGrid>
    <w:tr w:rsidR="00987F46" w14:paraId="3B79E605" w14:textId="77777777">
      <w:trPr>
        <w:trHeight w:val="115" w:hRule="exact"/>
        <w:jc w:val="center"/>
      </w:trPr>
      <w:tc>
        <w:tcPr>
          <w:tcW w:w="4686" w:type="dxa"/>
          <w:shd w:val="clear" w:color="auto" w:fill="4EC6C6" w:themeFill="accent1"/>
          <w:tcMar>
            <w:top w:w="0" w:type="dxa"/>
            <w:bottom w:w="0" w:type="dxa"/>
          </w:tcMar>
        </w:tcPr>
        <w:p w:rsidR="00987F46" w:rsidP="00F9770B" w:rsidRDefault="00987F46" w14:paraId="78257304" w14:textId="77777777">
          <w:pPr>
            <w:pStyle w:val="Header"/>
          </w:pPr>
        </w:p>
      </w:tc>
      <w:tc>
        <w:tcPr>
          <w:tcW w:w="4674" w:type="dxa"/>
          <w:shd w:val="clear" w:color="auto" w:fill="4EC6C6" w:themeFill="accent1"/>
          <w:tcMar>
            <w:top w:w="0" w:type="dxa"/>
            <w:bottom w:w="0" w:type="dxa"/>
          </w:tcMar>
        </w:tcPr>
        <w:p w:rsidR="00987F46" w:rsidP="00F9770B" w:rsidRDefault="00987F46" w14:paraId="4FBA5C75" w14:textId="77777777">
          <w:pPr>
            <w:pStyle w:val="Header"/>
          </w:pPr>
        </w:p>
      </w:tc>
    </w:tr>
    <w:tr w:rsidR="00987F46" w14:paraId="6D7E0364" w14:textId="77777777">
      <w:trPr>
        <w:jc w:val="center"/>
      </w:trPr>
      <w:tc>
        <w:tcPr>
          <w:tcW w:w="4686" w:type="dxa"/>
          <w:shd w:val="clear" w:color="auto" w:fill="auto"/>
          <w:vAlign w:val="center"/>
        </w:tcPr>
        <w:p w:rsidRPr="007814E4" w:rsidR="00987F46" w:rsidP="00F9770B" w:rsidRDefault="004B11D8" w14:paraId="4E7A2EC6" w14:textId="2D210F28">
          <w:pPr>
            <w:pStyle w:val="Footer"/>
            <w:rPr>
              <w:sz w:val="20"/>
              <w:szCs w:val="20"/>
            </w:rPr>
          </w:pPr>
          <w:r w:rsidRPr="007814E4">
            <w:rPr>
              <w:sz w:val="20"/>
              <w:szCs w:val="20"/>
            </w:rPr>
            <w:t xml:space="preserve">RISA Programme Concept Note </w:t>
          </w:r>
          <w:r w:rsidRPr="007814E4" w:rsidR="002E476B">
            <w:rPr>
              <w:sz w:val="20"/>
              <w:szCs w:val="20"/>
            </w:rPr>
            <w:t xml:space="preserve">Application </w:t>
          </w:r>
          <w:r w:rsidRPr="007814E4" w:rsidR="007814E4">
            <w:rPr>
              <w:sz w:val="20"/>
              <w:szCs w:val="20"/>
            </w:rPr>
            <w:t>Template</w:t>
          </w:r>
        </w:p>
      </w:tc>
      <w:tc>
        <w:tcPr>
          <w:tcW w:w="4674" w:type="dxa"/>
          <w:shd w:val="clear" w:color="auto" w:fill="auto"/>
          <w:vAlign w:val="center"/>
        </w:tcPr>
        <w:p w:rsidRPr="007814E4" w:rsidR="00987F46" w:rsidP="00F9770B" w:rsidRDefault="00987F46" w14:paraId="40613D6B" w14:textId="77777777">
          <w:pPr>
            <w:pStyle w:val="Footer"/>
            <w:jc w:val="right"/>
            <w:rPr>
              <w:sz w:val="20"/>
              <w:szCs w:val="20"/>
            </w:rPr>
          </w:pPr>
          <w:r w:rsidRPr="007814E4">
            <w:rPr>
              <w:sz w:val="20"/>
              <w:szCs w:val="20"/>
            </w:rPr>
            <w:fldChar w:fldCharType="begin"/>
          </w:r>
          <w:r w:rsidRPr="007814E4">
            <w:rPr>
              <w:sz w:val="20"/>
              <w:szCs w:val="20"/>
            </w:rPr>
            <w:instrText xml:space="preserve"> PAGE   \* MERGEFORMAT </w:instrText>
          </w:r>
          <w:r w:rsidRPr="007814E4">
            <w:rPr>
              <w:sz w:val="20"/>
              <w:szCs w:val="20"/>
            </w:rPr>
            <w:fldChar w:fldCharType="separate"/>
          </w:r>
          <w:r w:rsidRPr="007814E4">
            <w:rPr>
              <w:noProof/>
              <w:sz w:val="20"/>
              <w:szCs w:val="20"/>
            </w:rPr>
            <w:t>2</w:t>
          </w:r>
          <w:r w:rsidRPr="007814E4">
            <w:rPr>
              <w:noProof/>
              <w:sz w:val="20"/>
              <w:szCs w:val="20"/>
            </w:rPr>
            <w:fldChar w:fldCharType="end"/>
          </w:r>
        </w:p>
      </w:tc>
    </w:tr>
  </w:tbl>
  <w:p w:rsidR="00BD4943" w:rsidP="007814E4" w:rsidRDefault="00BD4943" w14:paraId="1655052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D3D84" w:rsidRDefault="00DD3D84" w14:paraId="0CD5933F" w14:textId="77777777">
    <w:pPr>
      <w:pStyle w:val="Footer"/>
    </w:pPr>
    <w:r>
      <w:rPr>
        <w:noProof/>
      </w:rPr>
      <w:drawing>
        <wp:anchor distT="0" distB="0" distL="114300" distR="114300" simplePos="0" relativeHeight="251658242" behindDoc="0" locked="0" layoutInCell="1" allowOverlap="1" wp14:anchorId="1FA0612B" wp14:editId="66BC7641">
          <wp:simplePos x="0" y="0"/>
          <wp:positionH relativeFrom="column">
            <wp:posOffset>-699135</wp:posOffset>
          </wp:positionH>
          <wp:positionV relativeFrom="paragraph">
            <wp:posOffset>63994</wp:posOffset>
          </wp:positionV>
          <wp:extent cx="7591926" cy="478790"/>
          <wp:effectExtent l="0" t="0" r="3175" b="3810"/>
          <wp:wrapNone/>
          <wp:docPr id="5" name="Picture 5" descr="Shape, rectangle,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 rectangle, squar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91926" cy="47879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44DB" w:rsidP="00F9770B" w:rsidRDefault="006C44DB" w14:paraId="47393991" w14:textId="77777777">
      <w:r>
        <w:separator/>
      </w:r>
    </w:p>
  </w:footnote>
  <w:footnote w:type="continuationSeparator" w:id="0">
    <w:p w:rsidR="006C44DB" w:rsidP="00F9770B" w:rsidRDefault="006C44DB" w14:paraId="49AB4A22" w14:textId="77777777">
      <w:r>
        <w:continuationSeparator/>
      </w:r>
    </w:p>
    <w:p w:rsidR="006C44DB" w:rsidP="00F9770B" w:rsidRDefault="006C44DB" w14:paraId="4B47E952" w14:textId="77777777"/>
  </w:footnote>
  <w:footnote w:type="continuationNotice" w:id="1">
    <w:p w:rsidR="006C44DB" w:rsidRDefault="006C44DB" w14:paraId="3801F98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D3D84" w:rsidRDefault="00DD3D84" w14:paraId="33B7BF85" w14:textId="77777777">
    <w:pPr>
      <w:pStyle w:val="Header"/>
    </w:pPr>
    <w:r w:rsidRPr="00DD3D84">
      <w:rPr>
        <w:noProof/>
      </w:rPr>
      <w:drawing>
        <wp:anchor distT="0" distB="0" distL="114300" distR="114300" simplePos="0" relativeHeight="251658240" behindDoc="1" locked="0" layoutInCell="1" allowOverlap="1" wp14:anchorId="09B220C6" wp14:editId="11A0087A">
          <wp:simplePos x="0" y="0"/>
          <wp:positionH relativeFrom="column">
            <wp:posOffset>-149469</wp:posOffset>
          </wp:positionH>
          <wp:positionV relativeFrom="paragraph">
            <wp:posOffset>-1360707</wp:posOffset>
          </wp:positionV>
          <wp:extent cx="2534285" cy="15595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534285" cy="1559560"/>
                  </a:xfrm>
                  <a:prstGeom prst="rect">
                    <a:avLst/>
                  </a:prstGeom>
                </pic:spPr>
              </pic:pic>
            </a:graphicData>
          </a:graphic>
          <wp14:sizeRelH relativeFrom="page">
            <wp14:pctWidth>0</wp14:pctWidth>
          </wp14:sizeRelH>
          <wp14:sizeRelV relativeFrom="page">
            <wp14:pctHeight>0</wp14:pctHeight>
          </wp14:sizeRelV>
        </wp:anchor>
      </w:drawing>
    </w:r>
    <w:r w:rsidRPr="00DD3D84">
      <w:rPr>
        <w:noProof/>
      </w:rPr>
      <w:drawing>
        <wp:anchor distT="0" distB="0" distL="114300" distR="114300" simplePos="0" relativeHeight="251658241" behindDoc="0" locked="1" layoutInCell="1" allowOverlap="1" wp14:anchorId="4371DACE" wp14:editId="01E3EA4E">
          <wp:simplePos x="0" y="0"/>
          <wp:positionH relativeFrom="column">
            <wp:posOffset>5407025</wp:posOffset>
          </wp:positionH>
          <wp:positionV relativeFrom="page">
            <wp:posOffset>544830</wp:posOffset>
          </wp:positionV>
          <wp:extent cx="979170" cy="1024890"/>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979170" cy="1024890"/>
                  </a:xfrm>
                  <a:prstGeom prst="rect">
                    <a:avLst/>
                  </a:prstGeom>
                </pic:spPr>
              </pic:pic>
            </a:graphicData>
          </a:graphic>
          <wp14:sizeRelH relativeFrom="page">
            <wp14:pctWidth>0</wp14:pctWidth>
          </wp14:sizeRelH>
          <wp14:sizeRelV relativeFrom="page">
            <wp14:pctHeight>0</wp14:pctHeight>
          </wp14:sizeRelV>
        </wp:anchor>
      </w:drawing>
    </w:r>
  </w:p>
  <w:p w:rsidR="00F9770B" w:rsidP="00F9770B" w:rsidRDefault="00F9770B" w14:paraId="2B3B203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1E6AC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D23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20A22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43AA2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4E05620"/>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8C3A1192"/>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4D30A736"/>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5E042400"/>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09A2DE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A0D482"/>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064372F"/>
    <w:multiLevelType w:val="multilevel"/>
    <w:tmpl w:val="FEB2B35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1" w15:restartNumberingAfterBreak="0">
    <w:nsid w:val="0AD00D78"/>
    <w:multiLevelType w:val="hybridMultilevel"/>
    <w:tmpl w:val="AE384DF6"/>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0E614E69"/>
    <w:multiLevelType w:val="hybridMultilevel"/>
    <w:tmpl w:val="90C2DE9C"/>
    <w:lvl w:ilvl="0" w:tplc="20000011">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10792271"/>
    <w:multiLevelType w:val="hybridMultilevel"/>
    <w:tmpl w:val="238E74B4"/>
    <w:lvl w:ilvl="0" w:tplc="CE24D46C">
      <w:start w:val="13"/>
      <w:numFmt w:val="bullet"/>
      <w:lvlText w:val="-"/>
      <w:lvlJc w:val="left"/>
      <w:pPr>
        <w:ind w:left="720" w:hanging="360"/>
      </w:pPr>
      <w:rPr>
        <w:rFonts w:hint="default" w:ascii="Calibri" w:hAnsi="Calibri" w:cs="Calibri" w:eastAsiaTheme="minorHAnsi"/>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4" w15:restartNumberingAfterBreak="0">
    <w:nsid w:val="12157309"/>
    <w:multiLevelType w:val="hybridMultilevel"/>
    <w:tmpl w:val="84066B84"/>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8B2030"/>
    <w:multiLevelType w:val="hybridMultilevel"/>
    <w:tmpl w:val="34E0F87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68F30DC"/>
    <w:multiLevelType w:val="hybridMultilevel"/>
    <w:tmpl w:val="8D021D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F0616C"/>
    <w:multiLevelType w:val="hybridMultilevel"/>
    <w:tmpl w:val="6CE4DC4E"/>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8" w15:restartNumberingAfterBreak="0">
    <w:nsid w:val="1D796515"/>
    <w:multiLevelType w:val="hybridMultilevel"/>
    <w:tmpl w:val="E516123E"/>
    <w:lvl w:ilvl="0" w:tplc="3F0AD950">
      <w:start w:val="1"/>
      <w:numFmt w:val="bullet"/>
      <w:lvlText w:val=""/>
      <w:lvlJc w:val="left"/>
      <w:pPr>
        <w:ind w:left="720" w:hanging="360"/>
      </w:pPr>
      <w:rPr>
        <w:rFonts w:hint="default" w:ascii="Symbol" w:hAnsi="Symbol"/>
        <w:b w:val="0"/>
        <w:i w:val="0"/>
        <w:strike w:val="0"/>
        <w:dstrike w:val="0"/>
        <w:color w:val="214C67"/>
        <w:sz w:val="20"/>
        <w:szCs w:val="20"/>
        <w:u w:val="none" w:color="000000"/>
        <w:bdr w:val="none" w:color="auto" w:sz="0" w:space="0"/>
        <w:shd w:val="clear" w:color="auto" w:fill="auto"/>
        <w:vertAlign w:val="baseline"/>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26BD4E68"/>
    <w:multiLevelType w:val="hybridMultilevel"/>
    <w:tmpl w:val="6A1AC756"/>
    <w:lvl w:ilvl="0" w:tplc="CE24D46C">
      <w:start w:val="13"/>
      <w:numFmt w:val="bullet"/>
      <w:lvlText w:val="-"/>
      <w:lvlJc w:val="left"/>
      <w:pPr>
        <w:ind w:left="1440" w:hanging="360"/>
      </w:pPr>
      <w:rPr>
        <w:rFonts w:hint="default" w:ascii="Calibri" w:hAnsi="Calibri" w:cs="Calibri" w:eastAsiaTheme="minorHAnsi"/>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0" w15:restartNumberingAfterBreak="0">
    <w:nsid w:val="2F877BAF"/>
    <w:multiLevelType w:val="hybridMultilevel"/>
    <w:tmpl w:val="5B6CDA90"/>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1" w15:restartNumberingAfterBreak="0">
    <w:nsid w:val="339A58DE"/>
    <w:multiLevelType w:val="hybridMultilevel"/>
    <w:tmpl w:val="3698C8B6"/>
    <w:lvl w:ilvl="0" w:tplc="93FE08B6">
      <w:start w:val="1"/>
      <w:numFmt w:val="decimal"/>
      <w:lvlText w:val="%1."/>
      <w:lvlJc w:val="left"/>
      <w:pPr>
        <w:ind w:left="360" w:hanging="360"/>
      </w:pPr>
      <w:rPr>
        <w:color w:val="auto"/>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22" w15:restartNumberingAfterBreak="0">
    <w:nsid w:val="370E5CF8"/>
    <w:multiLevelType w:val="hybridMultilevel"/>
    <w:tmpl w:val="31B8DAAE"/>
    <w:lvl w:ilvl="0" w:tplc="B43AA2E0">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3" w15:restartNumberingAfterBreak="0">
    <w:nsid w:val="42AE46EB"/>
    <w:multiLevelType w:val="hybridMultilevel"/>
    <w:tmpl w:val="FB8CB38A"/>
    <w:lvl w:ilvl="0" w:tplc="31806802">
      <w:start w:val="1"/>
      <w:numFmt w:val="bullet"/>
      <w:pStyle w:val="BulletLis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458C4518"/>
    <w:multiLevelType w:val="hybridMultilevel"/>
    <w:tmpl w:val="F67C9442"/>
    <w:lvl w:ilvl="0" w:tplc="B43AA2E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7460DF0"/>
    <w:multiLevelType w:val="hybridMultilevel"/>
    <w:tmpl w:val="AD065FB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4A4D4086"/>
    <w:multiLevelType w:val="hybridMultilevel"/>
    <w:tmpl w:val="4FA4B17A"/>
    <w:lvl w:ilvl="0" w:tplc="B43AA2E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F43AF5"/>
    <w:multiLevelType w:val="hybridMultilevel"/>
    <w:tmpl w:val="3FCAAD20"/>
    <w:lvl w:ilvl="0" w:tplc="3F0AD950">
      <w:start w:val="1"/>
      <w:numFmt w:val="bullet"/>
      <w:lvlText w:val=""/>
      <w:lvlJc w:val="left"/>
      <w:pPr>
        <w:ind w:left="720" w:hanging="360"/>
      </w:pPr>
      <w:rPr>
        <w:rFonts w:hint="default" w:ascii="Symbol" w:hAnsi="Symbol"/>
        <w:b w:val="0"/>
        <w:i w:val="0"/>
        <w:strike w:val="0"/>
        <w:dstrike w:val="0"/>
        <w:color w:val="214C67"/>
        <w:sz w:val="20"/>
        <w:szCs w:val="20"/>
        <w:u w:val="none" w:color="000000"/>
        <w:bdr w:val="none" w:color="auto" w:sz="0" w:space="0"/>
        <w:shd w:val="clear" w:color="auto" w:fill="auto"/>
        <w:vertAlign w:val="baseline"/>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52C523FB"/>
    <w:multiLevelType w:val="hybridMultilevel"/>
    <w:tmpl w:val="C270C546"/>
    <w:lvl w:ilvl="0" w:tplc="CE24D46C">
      <w:start w:val="13"/>
      <w:numFmt w:val="bullet"/>
      <w:lvlText w:val="-"/>
      <w:lvlJc w:val="left"/>
      <w:pPr>
        <w:ind w:left="720" w:hanging="360"/>
      </w:pPr>
      <w:rPr>
        <w:rFonts w:hint="default" w:ascii="Calibri" w:hAnsi="Calibri" w:cs="Calibri" w:eastAsiaTheme="minorHAnsi"/>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9" w15:restartNumberingAfterBreak="0">
    <w:nsid w:val="53CA4654"/>
    <w:multiLevelType w:val="hybridMultilevel"/>
    <w:tmpl w:val="871A774E"/>
    <w:lvl w:ilvl="0" w:tplc="7304C97E">
      <w:start w:val="1"/>
      <w:numFmt w:val="bullet"/>
      <w:pStyle w:val="ListParagraph"/>
      <w:lvlText w:val="-"/>
      <w:lvlJc w:val="left"/>
      <w:pPr>
        <w:ind w:left="720" w:hanging="360"/>
      </w:pPr>
      <w:rPr>
        <w:rFonts w:hint="default" w:ascii="Arial" w:hAnsi="Arial" w:eastAsia="Times New Roman" w:cs="Aria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0" w15:restartNumberingAfterBreak="0">
    <w:nsid w:val="57EE7AEC"/>
    <w:multiLevelType w:val="hybridMultilevel"/>
    <w:tmpl w:val="18AA8B1A"/>
    <w:lvl w:ilvl="0" w:tplc="719C005A">
      <w:start w:val="1"/>
      <w:numFmt w:val="upperLetter"/>
      <w:lvlText w:val="%1)"/>
      <w:lvlJc w:val="left"/>
      <w:pPr>
        <w:ind w:left="720" w:hanging="360"/>
      </w:pPr>
      <w:rPr>
        <w:rFonts w:hint="default" w:ascii="Trebuchet MS" w:hAnsi="Trebuchet MS" w:eastAsia="Trebuchet MS" w:cs="Trebuchet MS"/>
        <w:b w:val="0"/>
        <w:bCs w:val="0"/>
        <w:i w:val="0"/>
        <w:iCs w:val="0"/>
        <w:color w:val="202024"/>
        <w:spacing w:val="0"/>
        <w:w w:val="94"/>
        <w:sz w:val="21"/>
        <w:szCs w:val="2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ABF0BEA"/>
    <w:multiLevelType w:val="hybridMultilevel"/>
    <w:tmpl w:val="68A4C1B0"/>
    <w:lvl w:ilvl="0" w:tplc="3F0AD950">
      <w:start w:val="1"/>
      <w:numFmt w:val="bullet"/>
      <w:lvlText w:val=""/>
      <w:lvlJc w:val="left"/>
      <w:pPr>
        <w:ind w:left="720" w:hanging="360"/>
      </w:pPr>
      <w:rPr>
        <w:rFonts w:hint="default" w:ascii="Symbol" w:hAnsi="Symbol"/>
      </w:rPr>
    </w:lvl>
    <w:lvl w:ilvl="1" w:tplc="20000003" w:tentative="1">
      <w:start w:val="1"/>
      <w:numFmt w:val="bullet"/>
      <w:lvlText w:val="o"/>
      <w:lvlJc w:val="left"/>
      <w:pPr>
        <w:ind w:left="1440" w:hanging="360"/>
      </w:pPr>
      <w:rPr>
        <w:rFonts w:hint="default" w:ascii="Courier New" w:hAnsi="Courier New" w:cs="Courier New"/>
      </w:rPr>
    </w:lvl>
    <w:lvl w:ilvl="2" w:tplc="20000005" w:tentative="1">
      <w:start w:val="1"/>
      <w:numFmt w:val="bullet"/>
      <w:lvlText w:val=""/>
      <w:lvlJc w:val="left"/>
      <w:pPr>
        <w:ind w:left="2160" w:hanging="360"/>
      </w:pPr>
      <w:rPr>
        <w:rFonts w:hint="default" w:ascii="Wingdings" w:hAnsi="Wingdings"/>
      </w:rPr>
    </w:lvl>
    <w:lvl w:ilvl="3" w:tplc="20000001" w:tentative="1">
      <w:start w:val="1"/>
      <w:numFmt w:val="bullet"/>
      <w:lvlText w:val=""/>
      <w:lvlJc w:val="left"/>
      <w:pPr>
        <w:ind w:left="2880" w:hanging="360"/>
      </w:pPr>
      <w:rPr>
        <w:rFonts w:hint="default" w:ascii="Symbol" w:hAnsi="Symbol"/>
      </w:rPr>
    </w:lvl>
    <w:lvl w:ilvl="4" w:tplc="20000003" w:tentative="1">
      <w:start w:val="1"/>
      <w:numFmt w:val="bullet"/>
      <w:lvlText w:val="o"/>
      <w:lvlJc w:val="left"/>
      <w:pPr>
        <w:ind w:left="3600" w:hanging="360"/>
      </w:pPr>
      <w:rPr>
        <w:rFonts w:hint="default" w:ascii="Courier New" w:hAnsi="Courier New" w:cs="Courier New"/>
      </w:rPr>
    </w:lvl>
    <w:lvl w:ilvl="5" w:tplc="20000005" w:tentative="1">
      <w:start w:val="1"/>
      <w:numFmt w:val="bullet"/>
      <w:lvlText w:val=""/>
      <w:lvlJc w:val="left"/>
      <w:pPr>
        <w:ind w:left="4320" w:hanging="360"/>
      </w:pPr>
      <w:rPr>
        <w:rFonts w:hint="default" w:ascii="Wingdings" w:hAnsi="Wingdings"/>
      </w:rPr>
    </w:lvl>
    <w:lvl w:ilvl="6" w:tplc="20000001" w:tentative="1">
      <w:start w:val="1"/>
      <w:numFmt w:val="bullet"/>
      <w:lvlText w:val=""/>
      <w:lvlJc w:val="left"/>
      <w:pPr>
        <w:ind w:left="5040" w:hanging="360"/>
      </w:pPr>
      <w:rPr>
        <w:rFonts w:hint="default" w:ascii="Symbol" w:hAnsi="Symbol"/>
      </w:rPr>
    </w:lvl>
    <w:lvl w:ilvl="7" w:tplc="20000003" w:tentative="1">
      <w:start w:val="1"/>
      <w:numFmt w:val="bullet"/>
      <w:lvlText w:val="o"/>
      <w:lvlJc w:val="left"/>
      <w:pPr>
        <w:ind w:left="5760" w:hanging="360"/>
      </w:pPr>
      <w:rPr>
        <w:rFonts w:hint="default" w:ascii="Courier New" w:hAnsi="Courier New" w:cs="Courier New"/>
      </w:rPr>
    </w:lvl>
    <w:lvl w:ilvl="8" w:tplc="20000005" w:tentative="1">
      <w:start w:val="1"/>
      <w:numFmt w:val="bullet"/>
      <w:lvlText w:val=""/>
      <w:lvlJc w:val="left"/>
      <w:pPr>
        <w:ind w:left="6480" w:hanging="360"/>
      </w:pPr>
      <w:rPr>
        <w:rFonts w:hint="default" w:ascii="Wingdings" w:hAnsi="Wingdings"/>
      </w:rPr>
    </w:lvl>
  </w:abstractNum>
  <w:abstractNum w:abstractNumId="32" w15:restartNumberingAfterBreak="0">
    <w:nsid w:val="5DE0305A"/>
    <w:multiLevelType w:val="hybridMultilevel"/>
    <w:tmpl w:val="EC0C2202"/>
    <w:lvl w:ilvl="0" w:tplc="B43AA2E0">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3" w15:restartNumberingAfterBreak="0">
    <w:nsid w:val="61F52C8E"/>
    <w:multiLevelType w:val="hybridMultilevel"/>
    <w:tmpl w:val="1F22BD2A"/>
    <w:lvl w:ilvl="0" w:tplc="3F0AD950">
      <w:start w:val="1"/>
      <w:numFmt w:val="bullet"/>
      <w:lvlText w:val=""/>
      <w:lvlJc w:val="left"/>
      <w:pPr>
        <w:ind w:left="1440" w:hanging="360"/>
      </w:pPr>
      <w:rPr>
        <w:rFonts w:hint="default" w:ascii="Symbol" w:hAnsi="Symbol"/>
      </w:rPr>
    </w:lvl>
    <w:lvl w:ilvl="1" w:tplc="20000003" w:tentative="1">
      <w:start w:val="1"/>
      <w:numFmt w:val="bullet"/>
      <w:lvlText w:val="o"/>
      <w:lvlJc w:val="left"/>
      <w:pPr>
        <w:ind w:left="2160" w:hanging="360"/>
      </w:pPr>
      <w:rPr>
        <w:rFonts w:hint="default" w:ascii="Courier New" w:hAnsi="Courier New" w:cs="Courier New"/>
      </w:rPr>
    </w:lvl>
    <w:lvl w:ilvl="2" w:tplc="20000005" w:tentative="1">
      <w:start w:val="1"/>
      <w:numFmt w:val="bullet"/>
      <w:lvlText w:val=""/>
      <w:lvlJc w:val="left"/>
      <w:pPr>
        <w:ind w:left="2880" w:hanging="360"/>
      </w:pPr>
      <w:rPr>
        <w:rFonts w:hint="default" w:ascii="Wingdings" w:hAnsi="Wingdings"/>
      </w:rPr>
    </w:lvl>
    <w:lvl w:ilvl="3" w:tplc="20000001" w:tentative="1">
      <w:start w:val="1"/>
      <w:numFmt w:val="bullet"/>
      <w:lvlText w:val=""/>
      <w:lvlJc w:val="left"/>
      <w:pPr>
        <w:ind w:left="3600" w:hanging="360"/>
      </w:pPr>
      <w:rPr>
        <w:rFonts w:hint="default" w:ascii="Symbol" w:hAnsi="Symbol"/>
      </w:rPr>
    </w:lvl>
    <w:lvl w:ilvl="4" w:tplc="20000003" w:tentative="1">
      <w:start w:val="1"/>
      <w:numFmt w:val="bullet"/>
      <w:lvlText w:val="o"/>
      <w:lvlJc w:val="left"/>
      <w:pPr>
        <w:ind w:left="4320" w:hanging="360"/>
      </w:pPr>
      <w:rPr>
        <w:rFonts w:hint="default" w:ascii="Courier New" w:hAnsi="Courier New" w:cs="Courier New"/>
      </w:rPr>
    </w:lvl>
    <w:lvl w:ilvl="5" w:tplc="20000005" w:tentative="1">
      <w:start w:val="1"/>
      <w:numFmt w:val="bullet"/>
      <w:lvlText w:val=""/>
      <w:lvlJc w:val="left"/>
      <w:pPr>
        <w:ind w:left="5040" w:hanging="360"/>
      </w:pPr>
      <w:rPr>
        <w:rFonts w:hint="default" w:ascii="Wingdings" w:hAnsi="Wingdings"/>
      </w:rPr>
    </w:lvl>
    <w:lvl w:ilvl="6" w:tplc="20000001" w:tentative="1">
      <w:start w:val="1"/>
      <w:numFmt w:val="bullet"/>
      <w:lvlText w:val=""/>
      <w:lvlJc w:val="left"/>
      <w:pPr>
        <w:ind w:left="5760" w:hanging="360"/>
      </w:pPr>
      <w:rPr>
        <w:rFonts w:hint="default" w:ascii="Symbol" w:hAnsi="Symbol"/>
      </w:rPr>
    </w:lvl>
    <w:lvl w:ilvl="7" w:tplc="20000003" w:tentative="1">
      <w:start w:val="1"/>
      <w:numFmt w:val="bullet"/>
      <w:lvlText w:val="o"/>
      <w:lvlJc w:val="left"/>
      <w:pPr>
        <w:ind w:left="6480" w:hanging="360"/>
      </w:pPr>
      <w:rPr>
        <w:rFonts w:hint="default" w:ascii="Courier New" w:hAnsi="Courier New" w:cs="Courier New"/>
      </w:rPr>
    </w:lvl>
    <w:lvl w:ilvl="8" w:tplc="20000005" w:tentative="1">
      <w:start w:val="1"/>
      <w:numFmt w:val="bullet"/>
      <w:lvlText w:val=""/>
      <w:lvlJc w:val="left"/>
      <w:pPr>
        <w:ind w:left="7200" w:hanging="360"/>
      </w:pPr>
      <w:rPr>
        <w:rFonts w:hint="default" w:ascii="Wingdings" w:hAnsi="Wingdings"/>
      </w:rPr>
    </w:lvl>
  </w:abstractNum>
  <w:abstractNum w:abstractNumId="34" w15:restartNumberingAfterBreak="0">
    <w:nsid w:val="630621AE"/>
    <w:multiLevelType w:val="hybridMultilevel"/>
    <w:tmpl w:val="1CD8E1A4"/>
    <w:lvl w:ilvl="0" w:tplc="3F0AD950">
      <w:start w:val="1"/>
      <w:numFmt w:val="bullet"/>
      <w:lvlText w:val=""/>
      <w:lvlJc w:val="left"/>
      <w:pPr>
        <w:ind w:left="720" w:hanging="360"/>
      </w:pPr>
      <w:rPr>
        <w:rFonts w:hint="default" w:ascii="Symbol" w:hAnsi="Symbol"/>
        <w:b w:val="0"/>
        <w:i w:val="0"/>
        <w:strike w:val="0"/>
        <w:dstrike w:val="0"/>
        <w:color w:val="214C67"/>
        <w:sz w:val="20"/>
        <w:szCs w:val="20"/>
        <w:u w:val="none" w:color="000000"/>
        <w:bdr w:val="none" w:color="auto" w:sz="0" w:space="0"/>
        <w:shd w:val="clear" w:color="auto" w:fill="auto"/>
        <w:vertAlign w:val="baseline"/>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5" w15:restartNumberingAfterBreak="0">
    <w:nsid w:val="63B30DFA"/>
    <w:multiLevelType w:val="hybridMultilevel"/>
    <w:tmpl w:val="D56640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FF1960"/>
    <w:multiLevelType w:val="hybridMultilevel"/>
    <w:tmpl w:val="7C66B25E"/>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7" w15:restartNumberingAfterBreak="0">
    <w:nsid w:val="79FE451D"/>
    <w:multiLevelType w:val="hybridMultilevel"/>
    <w:tmpl w:val="1D6C1596"/>
    <w:lvl w:ilvl="0" w:tplc="58B8F4E2">
      <w:start w:val="13"/>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8" w15:restartNumberingAfterBreak="0">
    <w:nsid w:val="7E3F17FD"/>
    <w:multiLevelType w:val="hybridMultilevel"/>
    <w:tmpl w:val="DF94E58A"/>
    <w:lvl w:ilvl="0" w:tplc="8326AD2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FB11D2"/>
    <w:multiLevelType w:val="hybridMultilevel"/>
    <w:tmpl w:val="8D021D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FC2E89"/>
    <w:multiLevelType w:val="hybridMultilevel"/>
    <w:tmpl w:val="EAB6EC8C"/>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719330549">
    <w:abstractNumId w:val="20"/>
  </w:num>
  <w:num w:numId="2" w16cid:durableId="818768721">
    <w:abstractNumId w:val="19"/>
  </w:num>
  <w:num w:numId="3" w16cid:durableId="1204902531">
    <w:abstractNumId w:val="37"/>
  </w:num>
  <w:num w:numId="4" w16cid:durableId="1108089198">
    <w:abstractNumId w:val="0"/>
  </w:num>
  <w:num w:numId="5" w16cid:durableId="1246768358">
    <w:abstractNumId w:val="1"/>
  </w:num>
  <w:num w:numId="6" w16cid:durableId="12002080">
    <w:abstractNumId w:val="2"/>
  </w:num>
  <w:num w:numId="7" w16cid:durableId="166140967">
    <w:abstractNumId w:val="3"/>
  </w:num>
  <w:num w:numId="8" w16cid:durableId="996760826">
    <w:abstractNumId w:val="8"/>
  </w:num>
  <w:num w:numId="9" w16cid:durableId="1504781932">
    <w:abstractNumId w:val="4"/>
  </w:num>
  <w:num w:numId="10" w16cid:durableId="1905791461">
    <w:abstractNumId w:val="5"/>
  </w:num>
  <w:num w:numId="11" w16cid:durableId="1401556323">
    <w:abstractNumId w:val="6"/>
  </w:num>
  <w:num w:numId="12" w16cid:durableId="1772050830">
    <w:abstractNumId w:val="7"/>
  </w:num>
  <w:num w:numId="13" w16cid:durableId="41444397">
    <w:abstractNumId w:val="9"/>
  </w:num>
  <w:num w:numId="14" w16cid:durableId="2125146457">
    <w:abstractNumId w:val="39"/>
  </w:num>
  <w:num w:numId="15" w16cid:durableId="1436094309">
    <w:abstractNumId w:val="16"/>
  </w:num>
  <w:num w:numId="16" w16cid:durableId="1786382283">
    <w:abstractNumId w:val="10"/>
  </w:num>
  <w:num w:numId="17" w16cid:durableId="1246694701">
    <w:abstractNumId w:val="23"/>
  </w:num>
  <w:num w:numId="18" w16cid:durableId="1878463920">
    <w:abstractNumId w:val="29"/>
  </w:num>
  <w:num w:numId="19" w16cid:durableId="1294360026">
    <w:abstractNumId w:val="30"/>
  </w:num>
  <w:num w:numId="20" w16cid:durableId="1226798104">
    <w:abstractNumId w:val="11"/>
  </w:num>
  <w:num w:numId="21" w16cid:durableId="474685811">
    <w:abstractNumId w:val="18"/>
  </w:num>
  <w:num w:numId="22" w16cid:durableId="1577788034">
    <w:abstractNumId w:val="34"/>
  </w:num>
  <w:num w:numId="23" w16cid:durableId="112602123">
    <w:abstractNumId w:val="27"/>
  </w:num>
  <w:num w:numId="24" w16cid:durableId="1537431468">
    <w:abstractNumId w:val="33"/>
  </w:num>
  <w:num w:numId="25" w16cid:durableId="631011426">
    <w:abstractNumId w:val="25"/>
  </w:num>
  <w:num w:numId="26" w16cid:durableId="551700437">
    <w:abstractNumId w:val="31"/>
  </w:num>
  <w:num w:numId="27" w16cid:durableId="1885366885">
    <w:abstractNumId w:val="21"/>
  </w:num>
  <w:num w:numId="28" w16cid:durableId="1830318047">
    <w:abstractNumId w:val="17"/>
  </w:num>
  <w:num w:numId="29" w16cid:durableId="297875881">
    <w:abstractNumId w:val="12"/>
  </w:num>
  <w:num w:numId="30" w16cid:durableId="1870070967">
    <w:abstractNumId w:val="22"/>
  </w:num>
  <w:num w:numId="31" w16cid:durableId="577054481">
    <w:abstractNumId w:val="32"/>
  </w:num>
  <w:num w:numId="32" w16cid:durableId="1605071439">
    <w:abstractNumId w:val="38"/>
  </w:num>
  <w:num w:numId="33" w16cid:durableId="1741056705">
    <w:abstractNumId w:val="14"/>
  </w:num>
  <w:num w:numId="34" w16cid:durableId="212887273">
    <w:abstractNumId w:val="26"/>
  </w:num>
  <w:num w:numId="35" w16cid:durableId="2029941618">
    <w:abstractNumId w:val="15"/>
  </w:num>
  <w:num w:numId="36" w16cid:durableId="353312208">
    <w:abstractNumId w:val="35"/>
  </w:num>
  <w:num w:numId="37" w16cid:durableId="993533354">
    <w:abstractNumId w:val="36"/>
  </w:num>
  <w:num w:numId="38" w16cid:durableId="565803271">
    <w:abstractNumId w:val="24"/>
  </w:num>
  <w:num w:numId="39" w16cid:durableId="206067503">
    <w:abstractNumId w:val="40"/>
  </w:num>
  <w:num w:numId="40" w16cid:durableId="1013730117">
    <w:abstractNumId w:val="28"/>
  </w:num>
  <w:num w:numId="41" w16cid:durableId="142090526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C0C"/>
    <w:rsid w:val="000301C7"/>
    <w:rsid w:val="00035487"/>
    <w:rsid w:val="00037CFB"/>
    <w:rsid w:val="00037FC9"/>
    <w:rsid w:val="00042AFA"/>
    <w:rsid w:val="00053F42"/>
    <w:rsid w:val="000923E9"/>
    <w:rsid w:val="000950CE"/>
    <w:rsid w:val="000A552B"/>
    <w:rsid w:val="000D36D4"/>
    <w:rsid w:val="000E5B16"/>
    <w:rsid w:val="000E7D47"/>
    <w:rsid w:val="00105142"/>
    <w:rsid w:val="00105383"/>
    <w:rsid w:val="00115576"/>
    <w:rsid w:val="00120E14"/>
    <w:rsid w:val="00126955"/>
    <w:rsid w:val="00142E4A"/>
    <w:rsid w:val="00145287"/>
    <w:rsid w:val="001452C7"/>
    <w:rsid w:val="00147DE3"/>
    <w:rsid w:val="0015506D"/>
    <w:rsid w:val="00157264"/>
    <w:rsid w:val="001624CD"/>
    <w:rsid w:val="0019373D"/>
    <w:rsid w:val="00193DF5"/>
    <w:rsid w:val="001A67E8"/>
    <w:rsid w:val="001B215B"/>
    <w:rsid w:val="001C4BA7"/>
    <w:rsid w:val="001E1125"/>
    <w:rsid w:val="001E4A1E"/>
    <w:rsid w:val="001F63E4"/>
    <w:rsid w:val="002046A8"/>
    <w:rsid w:val="00220924"/>
    <w:rsid w:val="00227DD8"/>
    <w:rsid w:val="00234AE8"/>
    <w:rsid w:val="00245DB7"/>
    <w:rsid w:val="00257F3A"/>
    <w:rsid w:val="002747A7"/>
    <w:rsid w:val="00277B26"/>
    <w:rsid w:val="00282565"/>
    <w:rsid w:val="002A00B8"/>
    <w:rsid w:val="002A48C5"/>
    <w:rsid w:val="002B0DB6"/>
    <w:rsid w:val="002B4429"/>
    <w:rsid w:val="002C2199"/>
    <w:rsid w:val="002C2A9A"/>
    <w:rsid w:val="002C5F07"/>
    <w:rsid w:val="002C73EA"/>
    <w:rsid w:val="002E476B"/>
    <w:rsid w:val="002E5EF0"/>
    <w:rsid w:val="002F5F4C"/>
    <w:rsid w:val="00302643"/>
    <w:rsid w:val="00306CC2"/>
    <w:rsid w:val="00313168"/>
    <w:rsid w:val="00313786"/>
    <w:rsid w:val="00313DA6"/>
    <w:rsid w:val="0032784F"/>
    <w:rsid w:val="00353B88"/>
    <w:rsid w:val="003561D8"/>
    <w:rsid w:val="00362B6D"/>
    <w:rsid w:val="00380188"/>
    <w:rsid w:val="003918E8"/>
    <w:rsid w:val="00392902"/>
    <w:rsid w:val="003C069D"/>
    <w:rsid w:val="003F2E0B"/>
    <w:rsid w:val="00400C8A"/>
    <w:rsid w:val="00446EC6"/>
    <w:rsid w:val="00456071"/>
    <w:rsid w:val="00463834"/>
    <w:rsid w:val="004916F3"/>
    <w:rsid w:val="00497F00"/>
    <w:rsid w:val="004A479F"/>
    <w:rsid w:val="004A6F33"/>
    <w:rsid w:val="004B11D8"/>
    <w:rsid w:val="004C4797"/>
    <w:rsid w:val="004C68F7"/>
    <w:rsid w:val="004D7E1D"/>
    <w:rsid w:val="004F31AD"/>
    <w:rsid w:val="004F5326"/>
    <w:rsid w:val="00505A9F"/>
    <w:rsid w:val="00522D8A"/>
    <w:rsid w:val="00545820"/>
    <w:rsid w:val="00551AD1"/>
    <w:rsid w:val="0056463C"/>
    <w:rsid w:val="0057002D"/>
    <w:rsid w:val="00591511"/>
    <w:rsid w:val="005A2A04"/>
    <w:rsid w:val="005A6BB6"/>
    <w:rsid w:val="005A7E62"/>
    <w:rsid w:val="005B592C"/>
    <w:rsid w:val="005C05FD"/>
    <w:rsid w:val="005D0064"/>
    <w:rsid w:val="005E6611"/>
    <w:rsid w:val="005E6F1E"/>
    <w:rsid w:val="00613981"/>
    <w:rsid w:val="00617EBC"/>
    <w:rsid w:val="006223FA"/>
    <w:rsid w:val="00631E61"/>
    <w:rsid w:val="00632093"/>
    <w:rsid w:val="00633F3A"/>
    <w:rsid w:val="0064686B"/>
    <w:rsid w:val="00663206"/>
    <w:rsid w:val="006748AA"/>
    <w:rsid w:val="006842F1"/>
    <w:rsid w:val="006B1DE2"/>
    <w:rsid w:val="006C44DB"/>
    <w:rsid w:val="006E183B"/>
    <w:rsid w:val="006E7612"/>
    <w:rsid w:val="00704CFF"/>
    <w:rsid w:val="00714319"/>
    <w:rsid w:val="0071765D"/>
    <w:rsid w:val="00732BE4"/>
    <w:rsid w:val="007439FA"/>
    <w:rsid w:val="007509E2"/>
    <w:rsid w:val="0075218E"/>
    <w:rsid w:val="00761566"/>
    <w:rsid w:val="007622B4"/>
    <w:rsid w:val="007814E4"/>
    <w:rsid w:val="0079075E"/>
    <w:rsid w:val="007B2FD5"/>
    <w:rsid w:val="007B4876"/>
    <w:rsid w:val="007D1A71"/>
    <w:rsid w:val="007D3AFE"/>
    <w:rsid w:val="007E1C0C"/>
    <w:rsid w:val="007E667C"/>
    <w:rsid w:val="008032D4"/>
    <w:rsid w:val="00811110"/>
    <w:rsid w:val="0081440E"/>
    <w:rsid w:val="008155B8"/>
    <w:rsid w:val="008236F2"/>
    <w:rsid w:val="00845644"/>
    <w:rsid w:val="00847EA9"/>
    <w:rsid w:val="008521A6"/>
    <w:rsid w:val="0085370A"/>
    <w:rsid w:val="00857EEB"/>
    <w:rsid w:val="008649AC"/>
    <w:rsid w:val="00866A4D"/>
    <w:rsid w:val="008762FB"/>
    <w:rsid w:val="00876A52"/>
    <w:rsid w:val="00887823"/>
    <w:rsid w:val="00896DD3"/>
    <w:rsid w:val="0089787E"/>
    <w:rsid w:val="008A7B07"/>
    <w:rsid w:val="008B4BF0"/>
    <w:rsid w:val="008B7A76"/>
    <w:rsid w:val="008D42FB"/>
    <w:rsid w:val="008E528C"/>
    <w:rsid w:val="009009D9"/>
    <w:rsid w:val="0090203B"/>
    <w:rsid w:val="0090472D"/>
    <w:rsid w:val="00920CBA"/>
    <w:rsid w:val="00937E3D"/>
    <w:rsid w:val="00940D0A"/>
    <w:rsid w:val="00942B87"/>
    <w:rsid w:val="00953AFE"/>
    <w:rsid w:val="009634C4"/>
    <w:rsid w:val="00963D45"/>
    <w:rsid w:val="00987F46"/>
    <w:rsid w:val="00993106"/>
    <w:rsid w:val="009A5C62"/>
    <w:rsid w:val="009D0411"/>
    <w:rsid w:val="009D0423"/>
    <w:rsid w:val="009D7AFA"/>
    <w:rsid w:val="009F76AC"/>
    <w:rsid w:val="00A1148E"/>
    <w:rsid w:val="00A169AD"/>
    <w:rsid w:val="00A3364A"/>
    <w:rsid w:val="00A57229"/>
    <w:rsid w:val="00A57E22"/>
    <w:rsid w:val="00A71CA3"/>
    <w:rsid w:val="00A7681E"/>
    <w:rsid w:val="00A77E14"/>
    <w:rsid w:val="00A90A54"/>
    <w:rsid w:val="00AA23EC"/>
    <w:rsid w:val="00AA6403"/>
    <w:rsid w:val="00AB6E65"/>
    <w:rsid w:val="00AC0BAA"/>
    <w:rsid w:val="00AC167C"/>
    <w:rsid w:val="00AE22AA"/>
    <w:rsid w:val="00AE3C97"/>
    <w:rsid w:val="00AE7C42"/>
    <w:rsid w:val="00AF74D5"/>
    <w:rsid w:val="00B055A8"/>
    <w:rsid w:val="00B231EF"/>
    <w:rsid w:val="00B366A5"/>
    <w:rsid w:val="00B62CE0"/>
    <w:rsid w:val="00B821A8"/>
    <w:rsid w:val="00B84085"/>
    <w:rsid w:val="00B9274B"/>
    <w:rsid w:val="00BB6C0D"/>
    <w:rsid w:val="00BD4943"/>
    <w:rsid w:val="00BE09D8"/>
    <w:rsid w:val="00BE79FB"/>
    <w:rsid w:val="00BF0E2F"/>
    <w:rsid w:val="00BF4091"/>
    <w:rsid w:val="00BF4BD8"/>
    <w:rsid w:val="00C05F84"/>
    <w:rsid w:val="00C12B91"/>
    <w:rsid w:val="00C14232"/>
    <w:rsid w:val="00C14422"/>
    <w:rsid w:val="00C2134C"/>
    <w:rsid w:val="00C22C77"/>
    <w:rsid w:val="00C22F3E"/>
    <w:rsid w:val="00C336A5"/>
    <w:rsid w:val="00C347A3"/>
    <w:rsid w:val="00C4030A"/>
    <w:rsid w:val="00C556AC"/>
    <w:rsid w:val="00C61856"/>
    <w:rsid w:val="00C67761"/>
    <w:rsid w:val="00C71D74"/>
    <w:rsid w:val="00C7387F"/>
    <w:rsid w:val="00C75D51"/>
    <w:rsid w:val="00C77CBE"/>
    <w:rsid w:val="00C842E0"/>
    <w:rsid w:val="00CA4FEB"/>
    <w:rsid w:val="00CD2F84"/>
    <w:rsid w:val="00CD5837"/>
    <w:rsid w:val="00CE4455"/>
    <w:rsid w:val="00CF281D"/>
    <w:rsid w:val="00D03FBD"/>
    <w:rsid w:val="00D13F44"/>
    <w:rsid w:val="00D3290A"/>
    <w:rsid w:val="00D330D9"/>
    <w:rsid w:val="00D345DA"/>
    <w:rsid w:val="00D3571A"/>
    <w:rsid w:val="00D37A67"/>
    <w:rsid w:val="00D43CA6"/>
    <w:rsid w:val="00D44FEE"/>
    <w:rsid w:val="00D45C59"/>
    <w:rsid w:val="00D530C0"/>
    <w:rsid w:val="00D569C0"/>
    <w:rsid w:val="00D57806"/>
    <w:rsid w:val="00D64049"/>
    <w:rsid w:val="00D969B9"/>
    <w:rsid w:val="00DB68A3"/>
    <w:rsid w:val="00DC4D18"/>
    <w:rsid w:val="00DD2D1F"/>
    <w:rsid w:val="00DD3D84"/>
    <w:rsid w:val="00DD41DF"/>
    <w:rsid w:val="00DE31E3"/>
    <w:rsid w:val="00DF29FC"/>
    <w:rsid w:val="00DF658B"/>
    <w:rsid w:val="00E06F81"/>
    <w:rsid w:val="00E24871"/>
    <w:rsid w:val="00E54D61"/>
    <w:rsid w:val="00E7272A"/>
    <w:rsid w:val="00E865F3"/>
    <w:rsid w:val="00EA12EA"/>
    <w:rsid w:val="00EA72CC"/>
    <w:rsid w:val="00EA7E42"/>
    <w:rsid w:val="00EB6078"/>
    <w:rsid w:val="00EC1CBA"/>
    <w:rsid w:val="00ED127A"/>
    <w:rsid w:val="00ED27EB"/>
    <w:rsid w:val="00EE593B"/>
    <w:rsid w:val="00EE79FB"/>
    <w:rsid w:val="00F04EC8"/>
    <w:rsid w:val="00F21F5E"/>
    <w:rsid w:val="00F25285"/>
    <w:rsid w:val="00F308D3"/>
    <w:rsid w:val="00F30C4B"/>
    <w:rsid w:val="00F32373"/>
    <w:rsid w:val="00F32F68"/>
    <w:rsid w:val="00F558A7"/>
    <w:rsid w:val="00F65738"/>
    <w:rsid w:val="00F95406"/>
    <w:rsid w:val="00F9770B"/>
    <w:rsid w:val="00FA0FC2"/>
    <w:rsid w:val="00FA652E"/>
    <w:rsid w:val="00FB0D34"/>
    <w:rsid w:val="00FB0DB8"/>
    <w:rsid w:val="00FB4183"/>
    <w:rsid w:val="00FB5964"/>
    <w:rsid w:val="00FD4998"/>
    <w:rsid w:val="00FF0A19"/>
    <w:rsid w:val="02D8F993"/>
    <w:rsid w:val="047CB77A"/>
    <w:rsid w:val="075FEBE3"/>
    <w:rsid w:val="08A0C521"/>
    <w:rsid w:val="096853E0"/>
    <w:rsid w:val="0BDB286A"/>
    <w:rsid w:val="0BE6DE33"/>
    <w:rsid w:val="10621ABA"/>
    <w:rsid w:val="1134CC5A"/>
    <w:rsid w:val="125FD2AA"/>
    <w:rsid w:val="12E0A50D"/>
    <w:rsid w:val="1314DC56"/>
    <w:rsid w:val="14E90D0A"/>
    <w:rsid w:val="19D2E403"/>
    <w:rsid w:val="1B6144FE"/>
    <w:rsid w:val="1F692CE7"/>
    <w:rsid w:val="1FEB5C49"/>
    <w:rsid w:val="20B718ED"/>
    <w:rsid w:val="2190DF9D"/>
    <w:rsid w:val="283BD941"/>
    <w:rsid w:val="2BA79F40"/>
    <w:rsid w:val="333920D5"/>
    <w:rsid w:val="3632BB14"/>
    <w:rsid w:val="37C01325"/>
    <w:rsid w:val="37C44D2A"/>
    <w:rsid w:val="39714C42"/>
    <w:rsid w:val="3B623993"/>
    <w:rsid w:val="3BC63312"/>
    <w:rsid w:val="3C6769EB"/>
    <w:rsid w:val="3E178264"/>
    <w:rsid w:val="3E4F59F0"/>
    <w:rsid w:val="4306769F"/>
    <w:rsid w:val="439FE4AA"/>
    <w:rsid w:val="44D417B2"/>
    <w:rsid w:val="44E80E1C"/>
    <w:rsid w:val="44EA7D88"/>
    <w:rsid w:val="4897A928"/>
    <w:rsid w:val="4B2AABD7"/>
    <w:rsid w:val="4CF5F85C"/>
    <w:rsid w:val="4DD55468"/>
    <w:rsid w:val="4EACF0ED"/>
    <w:rsid w:val="4F29D215"/>
    <w:rsid w:val="52F37968"/>
    <w:rsid w:val="595F5B7D"/>
    <w:rsid w:val="5B165711"/>
    <w:rsid w:val="5BD9B7EB"/>
    <w:rsid w:val="5C7BA96C"/>
    <w:rsid w:val="5EFD6510"/>
    <w:rsid w:val="606C6004"/>
    <w:rsid w:val="6140D477"/>
    <w:rsid w:val="62730294"/>
    <w:rsid w:val="632FDDC2"/>
    <w:rsid w:val="654EAF19"/>
    <w:rsid w:val="66F9F4E4"/>
    <w:rsid w:val="68A7001C"/>
    <w:rsid w:val="6BB3C2DC"/>
    <w:rsid w:val="6DB27180"/>
    <w:rsid w:val="6E0A9FC8"/>
    <w:rsid w:val="6FE707AF"/>
    <w:rsid w:val="7070B17F"/>
    <w:rsid w:val="73466AB2"/>
    <w:rsid w:val="753E2DE3"/>
    <w:rsid w:val="7A98220C"/>
    <w:rsid w:val="7C66FA3C"/>
    <w:rsid w:val="7F226621"/>
    <w:rsid w:val="7FE637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0C464"/>
  <w15:chartTrackingRefBased/>
  <w15:docId w15:val="{ABFB0559-3F2A-434F-BFF4-AB7203639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9770B"/>
    <w:pPr>
      <w:spacing w:after="120"/>
      <w:outlineLvl w:val="0"/>
    </w:pPr>
    <w:rPr>
      <w:rFonts w:ascii="Arial Nova Light" w:hAnsi="Arial Nova Light" w:cs="Prompt"/>
      <w:color w:val="1C1C1C" w:themeColor="accent5"/>
      <w:sz w:val="22"/>
      <w:szCs w:val="22"/>
    </w:rPr>
  </w:style>
  <w:style w:type="paragraph" w:styleId="Heading1">
    <w:name w:val="heading 1"/>
    <w:basedOn w:val="Normal"/>
    <w:next w:val="Normal"/>
    <w:link w:val="Heading1Char"/>
    <w:uiPriority w:val="9"/>
    <w:qFormat/>
    <w:rsid w:val="00F9770B"/>
    <w:pPr>
      <w:spacing w:line="680" w:lineRule="exact"/>
    </w:pPr>
    <w:rPr>
      <w:rFonts w:ascii="Arial Nova" w:hAnsi="Arial Nova"/>
      <w:b/>
      <w:bCs/>
      <w:sz w:val="56"/>
      <w:szCs w:val="56"/>
    </w:rPr>
  </w:style>
  <w:style w:type="paragraph" w:styleId="Heading2">
    <w:name w:val="heading 2"/>
    <w:basedOn w:val="Heading1"/>
    <w:next w:val="Normal"/>
    <w:link w:val="Heading2Char"/>
    <w:uiPriority w:val="9"/>
    <w:unhideWhenUsed/>
    <w:qFormat/>
    <w:rsid w:val="00F9770B"/>
    <w:pPr>
      <w:outlineLvl w:val="1"/>
    </w:pPr>
    <w:rPr>
      <w:color w:val="4EC6C6" w:themeColor="accent1"/>
      <w:sz w:val="44"/>
      <w:szCs w:val="44"/>
    </w:rPr>
  </w:style>
  <w:style w:type="paragraph" w:styleId="Heading3">
    <w:name w:val="heading 3"/>
    <w:basedOn w:val="Heading2"/>
    <w:next w:val="Normal"/>
    <w:link w:val="Heading3Char"/>
    <w:uiPriority w:val="9"/>
    <w:unhideWhenUsed/>
    <w:qFormat/>
    <w:rsid w:val="00F9770B"/>
    <w:pPr>
      <w:spacing w:line="240" w:lineRule="auto"/>
      <w:outlineLvl w:val="2"/>
    </w:pPr>
    <w:rPr>
      <w:color w:val="2C2E82" w:themeColor="accent4"/>
      <w:sz w:val="28"/>
      <w:szCs w:val="28"/>
    </w:rPr>
  </w:style>
  <w:style w:type="paragraph" w:styleId="Heading4">
    <w:name w:val="heading 4"/>
    <w:basedOn w:val="Normal"/>
    <w:next w:val="Normal"/>
    <w:link w:val="Heading4Char"/>
    <w:uiPriority w:val="9"/>
    <w:unhideWhenUsed/>
    <w:qFormat/>
    <w:rsid w:val="00F9770B"/>
    <w:pPr>
      <w:spacing w:before="120"/>
      <w:outlineLvl w:val="3"/>
    </w:pPr>
    <w:rPr>
      <w:u w:val="single"/>
    </w:rPr>
  </w:style>
  <w:style w:type="paragraph" w:styleId="Heading5">
    <w:name w:val="heading 5"/>
    <w:basedOn w:val="Heading4"/>
    <w:next w:val="Normal"/>
    <w:link w:val="Heading5Char"/>
    <w:uiPriority w:val="9"/>
    <w:unhideWhenUsed/>
    <w:rsid w:val="00F9770B"/>
    <w:pPr>
      <w:spacing w:after="0"/>
      <w:outlineLvl w:val="4"/>
    </w:pPr>
    <w:rPr>
      <w:i/>
      <w:iCs/>
      <w:color w:val="4EC6C6" w:themeColor="accent1"/>
      <w:u w:val="none"/>
    </w:rPr>
  </w:style>
  <w:style w:type="paragraph" w:styleId="Heading6">
    <w:name w:val="heading 6"/>
    <w:basedOn w:val="Normal"/>
    <w:next w:val="Normal"/>
    <w:link w:val="Heading6Char"/>
    <w:uiPriority w:val="9"/>
    <w:unhideWhenUsed/>
    <w:rsid w:val="00B62CE0"/>
    <w:pPr>
      <w:keepNext/>
      <w:keepLines/>
      <w:spacing w:before="40" w:after="0"/>
      <w:outlineLvl w:val="5"/>
    </w:pPr>
    <w:rPr>
      <w:rFonts w:cstheme="majorBidi"/>
      <w:sz w:val="20"/>
      <w:szCs w:val="20"/>
    </w:rPr>
  </w:style>
  <w:style w:type="paragraph" w:styleId="Heading7">
    <w:name w:val="heading 7"/>
    <w:basedOn w:val="Normal"/>
    <w:next w:val="Normal"/>
    <w:link w:val="Heading7Char"/>
    <w:uiPriority w:val="9"/>
    <w:unhideWhenUsed/>
    <w:rsid w:val="00B62CE0"/>
    <w:pPr>
      <w:outlineLvl w:val="6"/>
    </w:pPr>
    <w:rPr>
      <w:b/>
      <w:bCs/>
      <w:sz w:val="20"/>
      <w:szCs w:val="20"/>
    </w:rPr>
  </w:style>
  <w:style w:type="paragraph" w:styleId="Heading8">
    <w:name w:val="heading 8"/>
    <w:basedOn w:val="Normal"/>
    <w:next w:val="Normal"/>
    <w:link w:val="Heading8Char"/>
    <w:uiPriority w:val="9"/>
    <w:unhideWhenUsed/>
    <w:rsid w:val="00B62CE0"/>
    <w:pPr>
      <w:outlineLvl w:val="7"/>
    </w:pPr>
    <w:rPr>
      <w:sz w:val="20"/>
      <w:szCs w:val="20"/>
      <w:u w:val="single"/>
    </w:rPr>
  </w:style>
  <w:style w:type="paragraph" w:styleId="Heading9">
    <w:name w:val="heading 9"/>
    <w:basedOn w:val="Heading8"/>
    <w:next w:val="Normal"/>
    <w:link w:val="Heading9Char"/>
    <w:uiPriority w:val="9"/>
    <w:unhideWhenUsed/>
    <w:rsid w:val="00B62CE0"/>
    <w:pPr>
      <w:outlineLvl w:val="8"/>
    </w:pPr>
    <w:rPr>
      <w:i/>
      <w:iCs/>
      <w:color w:val="808080" w:themeColor="background1" w:themeShade="80"/>
      <w:u w: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A90A54"/>
    <w:pPr>
      <w:pBdr>
        <w:top w:val="single" w:color="FFFFFF" w:themeColor="background1" w:sz="24" w:space="1"/>
        <w:left w:val="single" w:color="FFFFFF" w:themeColor="background1" w:sz="24" w:space="4"/>
        <w:bottom w:val="single" w:color="FFFFFF" w:themeColor="background1" w:sz="24" w:space="1"/>
        <w:right w:val="single" w:color="FFFFFF" w:themeColor="background1" w:sz="24" w:space="4"/>
      </w:pBdr>
      <w:shd w:val="clear" w:color="auto" w:fill="FFFFFF" w:themeFill="background1"/>
      <w:spacing w:after="240"/>
    </w:pPr>
    <w:rPr>
      <w:rFonts w:ascii="Arial Nova" w:hAnsi="Arial Nova"/>
      <w:b/>
      <w:bCs/>
      <w:sz w:val="72"/>
      <w:szCs w:val="72"/>
      <w:lang w:val="de-DE"/>
    </w:rPr>
  </w:style>
  <w:style w:type="character" w:styleId="TitleChar" w:customStyle="1">
    <w:name w:val="Title Char"/>
    <w:basedOn w:val="DefaultParagraphFont"/>
    <w:link w:val="Title"/>
    <w:uiPriority w:val="10"/>
    <w:rsid w:val="00A90A54"/>
    <w:rPr>
      <w:rFonts w:ascii="Arial Nova" w:hAnsi="Arial Nova" w:eastAsia="Times New Roman" w:cs="Open Sans"/>
      <w:b/>
      <w:bCs/>
      <w:color w:val="26282D"/>
      <w:sz w:val="72"/>
      <w:szCs w:val="72"/>
      <w:shd w:val="clear" w:color="auto" w:fill="FFFFFF" w:themeFill="background1"/>
      <w:lang w:val="de-DE" w:eastAsia="en-GB"/>
    </w:rPr>
  </w:style>
  <w:style w:type="character" w:styleId="Heading1Char" w:customStyle="1">
    <w:name w:val="Heading 1 Char"/>
    <w:basedOn w:val="DefaultParagraphFont"/>
    <w:link w:val="Heading1"/>
    <w:uiPriority w:val="9"/>
    <w:rsid w:val="00F9770B"/>
    <w:rPr>
      <w:rFonts w:ascii="Arial Nova" w:hAnsi="Arial Nova" w:cs="Prompt"/>
      <w:b/>
      <w:bCs/>
      <w:color w:val="1C1C1C" w:themeColor="accent5"/>
      <w:sz w:val="56"/>
      <w:szCs w:val="56"/>
      <w:lang w:val="en-US"/>
    </w:rPr>
  </w:style>
  <w:style w:type="character" w:styleId="Heading2Char" w:customStyle="1">
    <w:name w:val="Heading 2 Char"/>
    <w:basedOn w:val="DefaultParagraphFont"/>
    <w:link w:val="Heading2"/>
    <w:uiPriority w:val="9"/>
    <w:rsid w:val="00F9770B"/>
    <w:rPr>
      <w:rFonts w:ascii="Arial Nova" w:hAnsi="Arial Nova" w:cs="Prompt"/>
      <w:b/>
      <w:bCs/>
      <w:color w:val="4EC6C6" w:themeColor="accent1"/>
      <w:sz w:val="44"/>
      <w:szCs w:val="44"/>
      <w:lang w:val="en-US"/>
    </w:rPr>
  </w:style>
  <w:style w:type="character" w:styleId="Heading3Char" w:customStyle="1">
    <w:name w:val="Heading 3 Char"/>
    <w:basedOn w:val="DefaultParagraphFont"/>
    <w:link w:val="Heading3"/>
    <w:uiPriority w:val="9"/>
    <w:rsid w:val="00F9770B"/>
    <w:rPr>
      <w:rFonts w:ascii="Arial Nova" w:hAnsi="Arial Nova" w:cs="Prompt"/>
      <w:b/>
      <w:bCs/>
      <w:color w:val="2C2E82" w:themeColor="accent4"/>
      <w:sz w:val="28"/>
      <w:szCs w:val="28"/>
      <w:lang w:val="en-US"/>
    </w:rPr>
  </w:style>
  <w:style w:type="paragraph" w:styleId="NoSpacing">
    <w:name w:val="No Spacing"/>
    <w:basedOn w:val="Normal"/>
    <w:link w:val="NoSpacingChar"/>
    <w:uiPriority w:val="1"/>
    <w:qFormat/>
    <w:rsid w:val="00234AE8"/>
    <w:pPr>
      <w:spacing w:after="0"/>
    </w:pPr>
  </w:style>
  <w:style w:type="character" w:styleId="Heading4Char" w:customStyle="1">
    <w:name w:val="Heading 4 Char"/>
    <w:basedOn w:val="DefaultParagraphFont"/>
    <w:link w:val="Heading4"/>
    <w:uiPriority w:val="9"/>
    <w:rsid w:val="00F9770B"/>
    <w:rPr>
      <w:rFonts w:ascii="Arial Nova Light" w:hAnsi="Arial Nova Light" w:cs="Prompt"/>
      <w:color w:val="1C1C1C" w:themeColor="accent5"/>
      <w:sz w:val="22"/>
      <w:szCs w:val="22"/>
      <w:u w:val="single"/>
      <w:lang w:val="en-US"/>
    </w:rPr>
  </w:style>
  <w:style w:type="character" w:styleId="Heading5Char" w:customStyle="1">
    <w:name w:val="Heading 5 Char"/>
    <w:basedOn w:val="DefaultParagraphFont"/>
    <w:link w:val="Heading5"/>
    <w:uiPriority w:val="9"/>
    <w:rsid w:val="00F9770B"/>
    <w:rPr>
      <w:rFonts w:ascii="Arial Nova Light" w:hAnsi="Arial Nova Light" w:cs="Prompt"/>
      <w:i/>
      <w:iCs/>
      <w:color w:val="4EC6C6" w:themeColor="accent1"/>
      <w:sz w:val="22"/>
      <w:szCs w:val="22"/>
      <w:lang w:val="en-US"/>
    </w:rPr>
  </w:style>
  <w:style w:type="paragraph" w:styleId="Quote">
    <w:name w:val="Quote"/>
    <w:basedOn w:val="Normal"/>
    <w:next w:val="Normal"/>
    <w:link w:val="QuoteChar"/>
    <w:uiPriority w:val="29"/>
    <w:qFormat/>
    <w:rsid w:val="00234AE8"/>
    <w:pPr>
      <w:spacing w:before="200" w:after="160"/>
      <w:ind w:left="864" w:right="864"/>
      <w:jc w:val="center"/>
    </w:pPr>
    <w:rPr>
      <w:i/>
      <w:iCs/>
      <w:color w:val="545454" w:themeColor="text1" w:themeTint="BF"/>
    </w:rPr>
  </w:style>
  <w:style w:type="character" w:styleId="QuoteChar" w:customStyle="1">
    <w:name w:val="Quote Char"/>
    <w:basedOn w:val="DefaultParagraphFont"/>
    <w:link w:val="Quote"/>
    <w:uiPriority w:val="29"/>
    <w:rsid w:val="00234AE8"/>
    <w:rPr>
      <w:rFonts w:ascii="Arial Nova Light" w:hAnsi="Arial Nova Light" w:eastAsia="Times New Roman" w:cs="Open Sans"/>
      <w:i/>
      <w:iCs/>
      <w:color w:val="545454" w:themeColor="text1" w:themeTint="BF"/>
      <w:sz w:val="22"/>
      <w:szCs w:val="22"/>
      <w:lang w:eastAsia="en-GB"/>
    </w:rPr>
  </w:style>
  <w:style w:type="paragraph" w:styleId="IntenseQuote">
    <w:name w:val="Intense Quote"/>
    <w:basedOn w:val="Normal"/>
    <w:next w:val="Normal"/>
    <w:link w:val="IntenseQuoteChar"/>
    <w:uiPriority w:val="30"/>
    <w:qFormat/>
    <w:rsid w:val="00234AE8"/>
    <w:pPr>
      <w:pBdr>
        <w:top w:val="single" w:color="4EC6C6" w:themeColor="accent1" w:sz="4" w:space="10"/>
        <w:bottom w:val="single" w:color="4EC6C6" w:themeColor="accent1" w:sz="4" w:space="10"/>
      </w:pBdr>
      <w:spacing w:before="360" w:after="360"/>
      <w:ind w:left="864" w:right="864"/>
      <w:jc w:val="center"/>
    </w:pPr>
    <w:rPr>
      <w:i/>
      <w:iCs/>
      <w:color w:val="4EC6C6" w:themeColor="accent1"/>
    </w:rPr>
  </w:style>
  <w:style w:type="character" w:styleId="IntenseQuoteChar" w:customStyle="1">
    <w:name w:val="Intense Quote Char"/>
    <w:basedOn w:val="DefaultParagraphFont"/>
    <w:link w:val="IntenseQuote"/>
    <w:uiPriority w:val="30"/>
    <w:rsid w:val="00234AE8"/>
    <w:rPr>
      <w:rFonts w:ascii="Arial Nova Light" w:hAnsi="Arial Nova Light" w:eastAsia="Times New Roman" w:cs="Open Sans"/>
      <w:i/>
      <w:iCs/>
      <w:color w:val="4EC6C6" w:themeColor="accent1"/>
      <w:sz w:val="22"/>
      <w:szCs w:val="22"/>
      <w:lang w:eastAsia="en-GB"/>
    </w:rPr>
  </w:style>
  <w:style w:type="character" w:styleId="SubtleReference">
    <w:name w:val="Subtle Reference"/>
    <w:basedOn w:val="DefaultParagraphFont"/>
    <w:uiPriority w:val="31"/>
    <w:rsid w:val="00234AE8"/>
    <w:rPr>
      <w:smallCaps/>
      <w:color w:val="6C6C6C" w:themeColor="text1" w:themeTint="A5"/>
    </w:rPr>
  </w:style>
  <w:style w:type="character" w:styleId="IntenseReference">
    <w:name w:val="Intense Reference"/>
    <w:basedOn w:val="DefaultParagraphFont"/>
    <w:uiPriority w:val="32"/>
    <w:rsid w:val="00234AE8"/>
    <w:rPr>
      <w:b/>
      <w:bCs/>
      <w:smallCaps/>
      <w:color w:val="4EC6C6" w:themeColor="accent1"/>
      <w:spacing w:val="5"/>
    </w:rPr>
  </w:style>
  <w:style w:type="character" w:styleId="BookTitle">
    <w:name w:val="Book Title"/>
    <w:basedOn w:val="DefaultParagraphFont"/>
    <w:uiPriority w:val="33"/>
    <w:rsid w:val="00234AE8"/>
    <w:rPr>
      <w:b/>
      <w:bCs/>
      <w:i/>
      <w:iCs/>
      <w:spacing w:val="5"/>
    </w:rPr>
  </w:style>
  <w:style w:type="paragraph" w:styleId="ListParagraph">
    <w:name w:val="List Paragraph"/>
    <w:basedOn w:val="BulletList"/>
    <w:uiPriority w:val="34"/>
    <w:qFormat/>
    <w:rsid w:val="00F9770B"/>
    <w:pPr>
      <w:numPr>
        <w:numId w:val="18"/>
      </w:numPr>
      <w:spacing w:line="360" w:lineRule="auto"/>
    </w:pPr>
    <w:rPr>
      <w:rFonts w:ascii="Arial Nova Light" w:hAnsi="Arial Nova Light"/>
    </w:rPr>
  </w:style>
  <w:style w:type="character" w:styleId="Strong">
    <w:name w:val="Strong"/>
    <w:basedOn w:val="DefaultParagraphFont"/>
    <w:uiPriority w:val="22"/>
    <w:qFormat/>
    <w:rsid w:val="00234AE8"/>
    <w:rPr>
      <w:b/>
      <w:bCs/>
    </w:rPr>
  </w:style>
  <w:style w:type="character" w:styleId="IntenseEmphasis">
    <w:name w:val="Intense Emphasis"/>
    <w:basedOn w:val="DefaultParagraphFont"/>
    <w:uiPriority w:val="21"/>
    <w:qFormat/>
    <w:rsid w:val="00234AE8"/>
    <w:rPr>
      <w:i/>
      <w:iCs/>
      <w:color w:val="4EC6C6" w:themeColor="accent1"/>
    </w:rPr>
  </w:style>
  <w:style w:type="character" w:styleId="Emphasis">
    <w:name w:val="Emphasis"/>
    <w:basedOn w:val="DefaultParagraphFont"/>
    <w:uiPriority w:val="20"/>
    <w:qFormat/>
    <w:rsid w:val="00234AE8"/>
    <w:rPr>
      <w:i/>
      <w:iCs/>
    </w:rPr>
  </w:style>
  <w:style w:type="character" w:styleId="SubtleEmphasis">
    <w:name w:val="Subtle Emphasis"/>
    <w:basedOn w:val="DefaultParagraphFont"/>
    <w:uiPriority w:val="19"/>
    <w:qFormat/>
    <w:rsid w:val="00234AE8"/>
    <w:rPr>
      <w:i/>
      <w:iCs/>
      <w:color w:val="545454" w:themeColor="text1" w:themeTint="BF"/>
    </w:rPr>
  </w:style>
  <w:style w:type="paragraph" w:styleId="Subtitle">
    <w:name w:val="Subtitle"/>
    <w:basedOn w:val="Normal"/>
    <w:next w:val="Normal"/>
    <w:link w:val="SubtitleChar"/>
    <w:uiPriority w:val="11"/>
    <w:qFormat/>
    <w:rsid w:val="005E6611"/>
    <w:pPr>
      <w:numPr>
        <w:ilvl w:val="1"/>
      </w:numPr>
      <w:spacing w:after="160"/>
      <w:ind w:left="284"/>
    </w:pPr>
    <w:rPr>
      <w:rFonts w:ascii="Arial Nova" w:hAnsi="Arial Nova" w:cs="Times New Roman (Body CS)" w:eastAsiaTheme="minorEastAsia"/>
      <w:caps/>
      <w:color w:val="1C1C1C" w:themeColor="text2"/>
      <w:spacing w:val="15"/>
      <w:sz w:val="40"/>
    </w:rPr>
  </w:style>
  <w:style w:type="character" w:styleId="SubtitleChar" w:customStyle="1">
    <w:name w:val="Subtitle Char"/>
    <w:basedOn w:val="DefaultParagraphFont"/>
    <w:link w:val="Subtitle"/>
    <w:uiPriority w:val="11"/>
    <w:rsid w:val="005E6611"/>
    <w:rPr>
      <w:rFonts w:ascii="Arial Nova" w:hAnsi="Arial Nova" w:cs="Times New Roman (Body CS)" w:eastAsiaTheme="minorEastAsia"/>
      <w:caps/>
      <w:color w:val="1C1C1C" w:themeColor="text2"/>
      <w:spacing w:val="15"/>
      <w:sz w:val="40"/>
      <w:szCs w:val="22"/>
      <w:lang w:eastAsia="en-GB"/>
    </w:rPr>
  </w:style>
  <w:style w:type="paragraph" w:styleId="Caption">
    <w:name w:val="caption"/>
    <w:basedOn w:val="Normal"/>
    <w:next w:val="Normal"/>
    <w:uiPriority w:val="35"/>
    <w:unhideWhenUsed/>
    <w:qFormat/>
    <w:rsid w:val="00B62CE0"/>
    <w:rPr>
      <w:i/>
      <w:iCs/>
      <w:color w:val="1C1C1C" w:themeColor="text2"/>
      <w:sz w:val="18"/>
      <w:szCs w:val="18"/>
    </w:rPr>
  </w:style>
  <w:style w:type="character" w:styleId="Heading6Char" w:customStyle="1">
    <w:name w:val="Heading 6 Char"/>
    <w:basedOn w:val="DefaultParagraphFont"/>
    <w:link w:val="Heading6"/>
    <w:uiPriority w:val="9"/>
    <w:rsid w:val="00B62CE0"/>
    <w:rPr>
      <w:rFonts w:ascii="Arial Nova Light" w:hAnsi="Arial Nova Light" w:eastAsia="Times New Roman" w:cstheme="majorBidi"/>
      <w:color w:val="1C1C1C" w:themeColor="accent5"/>
      <w:sz w:val="20"/>
      <w:szCs w:val="20"/>
      <w:lang w:eastAsia="en-GB"/>
    </w:rPr>
  </w:style>
  <w:style w:type="character" w:styleId="Heading7Char" w:customStyle="1">
    <w:name w:val="Heading 7 Char"/>
    <w:basedOn w:val="DefaultParagraphFont"/>
    <w:link w:val="Heading7"/>
    <w:uiPriority w:val="9"/>
    <w:rsid w:val="00B62CE0"/>
    <w:rPr>
      <w:rFonts w:ascii="Arial Nova Light" w:hAnsi="Arial Nova Light" w:eastAsia="Times New Roman" w:cs="Open Sans"/>
      <w:b/>
      <w:bCs/>
      <w:color w:val="26282D"/>
      <w:sz w:val="20"/>
      <w:szCs w:val="20"/>
      <w:lang w:eastAsia="en-GB"/>
    </w:rPr>
  </w:style>
  <w:style w:type="character" w:styleId="Heading8Char" w:customStyle="1">
    <w:name w:val="Heading 8 Char"/>
    <w:basedOn w:val="DefaultParagraphFont"/>
    <w:link w:val="Heading8"/>
    <w:uiPriority w:val="9"/>
    <w:rsid w:val="00B62CE0"/>
    <w:rPr>
      <w:rFonts w:ascii="Arial Nova Light" w:hAnsi="Arial Nova Light" w:eastAsia="Times New Roman" w:cs="Open Sans"/>
      <w:color w:val="26282D"/>
      <w:sz w:val="20"/>
      <w:szCs w:val="20"/>
      <w:u w:val="single"/>
      <w:lang w:eastAsia="en-GB"/>
    </w:rPr>
  </w:style>
  <w:style w:type="character" w:styleId="Heading9Char" w:customStyle="1">
    <w:name w:val="Heading 9 Char"/>
    <w:basedOn w:val="DefaultParagraphFont"/>
    <w:link w:val="Heading9"/>
    <w:uiPriority w:val="9"/>
    <w:rsid w:val="00B62CE0"/>
    <w:rPr>
      <w:rFonts w:ascii="Arial Nova Light" w:hAnsi="Arial Nova Light" w:eastAsia="Times New Roman" w:cs="Open Sans"/>
      <w:i/>
      <w:iCs/>
      <w:color w:val="808080" w:themeColor="background1" w:themeShade="80"/>
      <w:sz w:val="20"/>
      <w:szCs w:val="20"/>
      <w:lang w:eastAsia="en-GB"/>
    </w:rPr>
  </w:style>
  <w:style w:type="character" w:styleId="NoSpacingChar" w:customStyle="1">
    <w:name w:val="No Spacing Char"/>
    <w:basedOn w:val="DefaultParagraphFont"/>
    <w:link w:val="NoSpacing"/>
    <w:uiPriority w:val="1"/>
    <w:rsid w:val="004916F3"/>
    <w:rPr>
      <w:rFonts w:ascii="Arial Nova Light" w:hAnsi="Arial Nova Light" w:eastAsia="Times New Roman" w:cs="Open Sans"/>
      <w:color w:val="26282D"/>
      <w:sz w:val="22"/>
      <w:szCs w:val="22"/>
      <w:lang w:eastAsia="en-GB"/>
    </w:rPr>
  </w:style>
  <w:style w:type="paragraph" w:styleId="Header">
    <w:name w:val="header"/>
    <w:basedOn w:val="Normal"/>
    <w:link w:val="HeaderChar"/>
    <w:uiPriority w:val="99"/>
    <w:unhideWhenUsed/>
    <w:rsid w:val="00BD4943"/>
    <w:pPr>
      <w:tabs>
        <w:tab w:val="center" w:pos="4513"/>
        <w:tab w:val="right" w:pos="9026"/>
      </w:tabs>
      <w:spacing w:after="0"/>
    </w:pPr>
  </w:style>
  <w:style w:type="character" w:styleId="HeaderChar" w:customStyle="1">
    <w:name w:val="Header Char"/>
    <w:basedOn w:val="DefaultParagraphFont"/>
    <w:link w:val="Header"/>
    <w:uiPriority w:val="99"/>
    <w:rsid w:val="00BD4943"/>
    <w:rPr>
      <w:rFonts w:ascii="Arial Nova Light" w:hAnsi="Arial Nova Light" w:eastAsia="Times New Roman" w:cs="Open Sans"/>
      <w:color w:val="26282D"/>
      <w:sz w:val="22"/>
      <w:szCs w:val="22"/>
      <w:lang w:eastAsia="en-GB"/>
    </w:rPr>
  </w:style>
  <w:style w:type="paragraph" w:styleId="Footer">
    <w:name w:val="footer"/>
    <w:basedOn w:val="Normal"/>
    <w:link w:val="FooterChar"/>
    <w:uiPriority w:val="99"/>
    <w:unhideWhenUsed/>
    <w:rsid w:val="00BD4943"/>
    <w:pPr>
      <w:tabs>
        <w:tab w:val="center" w:pos="4513"/>
        <w:tab w:val="right" w:pos="9026"/>
      </w:tabs>
      <w:spacing w:after="0"/>
    </w:pPr>
  </w:style>
  <w:style w:type="character" w:styleId="FooterChar" w:customStyle="1">
    <w:name w:val="Footer Char"/>
    <w:basedOn w:val="DefaultParagraphFont"/>
    <w:link w:val="Footer"/>
    <w:uiPriority w:val="99"/>
    <w:rsid w:val="00BD4943"/>
    <w:rPr>
      <w:rFonts w:ascii="Arial Nova Light" w:hAnsi="Arial Nova Light" w:eastAsia="Times New Roman" w:cs="Open Sans"/>
      <w:color w:val="26282D"/>
      <w:sz w:val="22"/>
      <w:szCs w:val="22"/>
      <w:lang w:eastAsia="en-GB"/>
    </w:rPr>
  </w:style>
  <w:style w:type="paragraph" w:styleId="Leadtext" w:customStyle="1">
    <w:name w:val="Lead text"/>
    <w:basedOn w:val="Heading1"/>
    <w:next w:val="Normal"/>
    <w:qFormat/>
    <w:rsid w:val="00F9770B"/>
    <w:pPr>
      <w:spacing w:line="276" w:lineRule="auto"/>
    </w:pPr>
    <w:rPr>
      <w:rFonts w:ascii="Arial Nova Light" w:hAnsi="Arial Nova Light"/>
      <w:b w:val="0"/>
      <w:bCs w:val="0"/>
      <w:sz w:val="28"/>
      <w:szCs w:val="28"/>
    </w:rPr>
  </w:style>
  <w:style w:type="paragraph" w:styleId="FootnoteText">
    <w:name w:val="footnote text"/>
    <w:basedOn w:val="Normal"/>
    <w:link w:val="FootnoteTextChar"/>
    <w:uiPriority w:val="99"/>
    <w:unhideWhenUsed/>
    <w:rsid w:val="007B2FD5"/>
    <w:pPr>
      <w:spacing w:after="0" w:line="240" w:lineRule="auto"/>
    </w:pPr>
    <w:rPr>
      <w:sz w:val="16"/>
      <w:szCs w:val="20"/>
    </w:rPr>
  </w:style>
  <w:style w:type="character" w:styleId="FootnoteTextChar" w:customStyle="1">
    <w:name w:val="Footnote Text Char"/>
    <w:basedOn w:val="DefaultParagraphFont"/>
    <w:link w:val="FootnoteText"/>
    <w:uiPriority w:val="99"/>
    <w:rsid w:val="007B2FD5"/>
    <w:rPr>
      <w:rFonts w:ascii="Arial Nova Light" w:hAnsi="Arial Nova Light" w:eastAsia="Times New Roman" w:cs="Open Sans"/>
      <w:color w:val="26282D"/>
      <w:sz w:val="16"/>
      <w:szCs w:val="20"/>
      <w:lang w:eastAsia="en-GB"/>
    </w:rPr>
  </w:style>
  <w:style w:type="character" w:styleId="FootnoteReference">
    <w:name w:val="footnote reference"/>
    <w:basedOn w:val="DefaultParagraphFont"/>
    <w:uiPriority w:val="99"/>
    <w:semiHidden/>
    <w:unhideWhenUsed/>
    <w:rsid w:val="00C556AC"/>
    <w:rPr>
      <w:vertAlign w:val="superscript"/>
    </w:rPr>
  </w:style>
  <w:style w:type="paragraph" w:styleId="BoxTableText" w:customStyle="1">
    <w:name w:val="Box/Table Text"/>
    <w:basedOn w:val="Normal"/>
    <w:link w:val="BoxTableTextChar"/>
    <w:rsid w:val="00632093"/>
    <w:pPr>
      <w:spacing w:after="0" w:line="240" w:lineRule="auto"/>
      <w:contextualSpacing/>
    </w:pPr>
    <w:rPr>
      <w:rFonts w:ascii="Arial Nova" w:hAnsi="Arial Nova" w:cs="Arial"/>
      <w:color w:val="171717" w:themeColor="background2" w:themeShade="1A"/>
      <w:sz w:val="18"/>
      <w:szCs w:val="18"/>
    </w:rPr>
  </w:style>
  <w:style w:type="paragraph" w:styleId="BoxHeadline" w:customStyle="1">
    <w:name w:val="Box Headline"/>
    <w:next w:val="BoxTableText"/>
    <w:link w:val="BoxHeadlineChar"/>
    <w:rsid w:val="00FF0A19"/>
    <w:pPr>
      <w:suppressAutoHyphens/>
      <w:spacing w:after="120" w:line="240" w:lineRule="auto"/>
    </w:pPr>
    <w:rPr>
      <w:rFonts w:ascii="Arial Nova Cond" w:hAnsi="Arial Nova Cond" w:eastAsia="Times New Roman" w:cs="Arial"/>
      <w:bCs/>
      <w:color w:val="1C1C1C" w:themeColor="text1"/>
      <w:sz w:val="26"/>
      <w:szCs w:val="26"/>
      <w:lang w:val="en-GB"/>
    </w:rPr>
  </w:style>
  <w:style w:type="character" w:styleId="BoxHeadlineChar" w:customStyle="1">
    <w:name w:val="Box Headline Char"/>
    <w:basedOn w:val="DefaultParagraphFont"/>
    <w:link w:val="BoxHeadline"/>
    <w:rsid w:val="00FF0A19"/>
    <w:rPr>
      <w:rFonts w:ascii="Arial Nova Cond" w:hAnsi="Arial Nova Cond" w:eastAsia="Times New Roman" w:cs="Arial"/>
      <w:bCs/>
      <w:color w:val="1C1C1C" w:themeColor="text1"/>
      <w:sz w:val="26"/>
      <w:szCs w:val="26"/>
      <w:lang w:val="en-GB"/>
    </w:rPr>
  </w:style>
  <w:style w:type="character" w:styleId="BoxTableTextChar" w:customStyle="1">
    <w:name w:val="Box/Table Text Char"/>
    <w:basedOn w:val="DefaultParagraphFont"/>
    <w:link w:val="BoxTableText"/>
    <w:rsid w:val="00632093"/>
    <w:rPr>
      <w:rFonts w:ascii="Arial Nova" w:hAnsi="Arial Nova" w:eastAsia="Times New Roman" w:cs="Arial"/>
      <w:color w:val="171717" w:themeColor="background2" w:themeShade="1A"/>
      <w:sz w:val="18"/>
      <w:szCs w:val="18"/>
      <w:lang w:val="en-US" w:eastAsia="en-GB"/>
    </w:rPr>
  </w:style>
  <w:style w:type="table" w:styleId="TableGrid">
    <w:name w:val="Table Grid"/>
    <w:basedOn w:val="TableNormal"/>
    <w:uiPriority w:val="59"/>
    <w:rsid w:val="00D64049"/>
    <w:pPr>
      <w:spacing w:after="0" w:line="240" w:lineRule="auto"/>
    </w:pPr>
    <w:rPr>
      <w:rFonts w:ascii="Open Sans" w:hAnsi="Open Sans"/>
      <w:sz w:val="22"/>
      <w:szCs w:val="22"/>
      <w:lang w:val="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HeaderRow1-White" w:customStyle="1">
    <w:name w:val="Table Header Row 1 - White"/>
    <w:basedOn w:val="Normal"/>
    <w:next w:val="Normal"/>
    <w:rsid w:val="00D64049"/>
    <w:pPr>
      <w:spacing w:before="60" w:after="60" w:line="240" w:lineRule="auto"/>
    </w:pPr>
    <w:rPr>
      <w:rFonts w:ascii="Arial Nova" w:hAnsi="Arial Nova" w:cs="Calibri Light"/>
      <w:b/>
      <w:bCs/>
      <w:color w:val="FFFFFF" w:themeColor="background1"/>
      <w:szCs w:val="20"/>
      <w:lang w:val="en-GB"/>
    </w:rPr>
  </w:style>
  <w:style w:type="paragraph" w:styleId="TableSub-headerRow2-Black" w:customStyle="1">
    <w:name w:val="Table Sub-header Row 2 - Black"/>
    <w:basedOn w:val="Normal"/>
    <w:next w:val="Normal"/>
    <w:rsid w:val="00D64049"/>
    <w:pPr>
      <w:spacing w:before="60" w:after="60" w:line="240" w:lineRule="auto"/>
      <w:jc w:val="center"/>
    </w:pPr>
    <w:rPr>
      <w:rFonts w:ascii="Arial Nova" w:hAnsi="Arial Nova" w:cs="Calibri Light"/>
      <w:b/>
      <w:bCs/>
      <w:color w:val="auto"/>
      <w:sz w:val="20"/>
      <w:szCs w:val="20"/>
      <w:lang w:val="en-GB"/>
    </w:rPr>
  </w:style>
  <w:style w:type="paragraph" w:styleId="Tabletext" w:customStyle="1">
    <w:name w:val="Table text"/>
    <w:basedOn w:val="Normal"/>
    <w:rsid w:val="00D64049"/>
    <w:pPr>
      <w:spacing w:before="60" w:after="60" w:line="240" w:lineRule="auto"/>
      <w:jc w:val="center"/>
    </w:pPr>
    <w:rPr>
      <w:rFonts w:cs="Calibri Light"/>
      <w:color w:val="auto"/>
      <w:sz w:val="20"/>
      <w:szCs w:val="20"/>
      <w:lang w:val="en-GB"/>
    </w:rPr>
  </w:style>
  <w:style w:type="table" w:styleId="TableGrid1" w:customStyle="1">
    <w:name w:val="Table Grid1"/>
    <w:basedOn w:val="TableNormal"/>
    <w:next w:val="TableGrid"/>
    <w:uiPriority w:val="39"/>
    <w:rsid w:val="00D6404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ulletList" w:customStyle="1">
    <w:name w:val="BulletList"/>
    <w:basedOn w:val="Normal"/>
    <w:qFormat/>
    <w:rsid w:val="00F9770B"/>
    <w:pPr>
      <w:numPr>
        <w:numId w:val="17"/>
      </w:numPr>
      <w:spacing w:after="0" w:line="240" w:lineRule="auto"/>
      <w:outlineLvl w:val="9"/>
    </w:pPr>
    <w:rPr>
      <w:rFonts w:ascii="Open Sans" w:hAnsi="Open Sans" w:cs="Open Sans"/>
      <w:color w:val="1C1C1C" w:themeColor="text1"/>
    </w:rPr>
  </w:style>
  <w:style w:type="character" w:styleId="Hyperlink">
    <w:name w:val="Hyperlink"/>
    <w:uiPriority w:val="99"/>
    <w:rsid w:val="00C347A3"/>
    <w:rPr>
      <w:color w:val="0000FF"/>
      <w:u w:val="single"/>
    </w:rPr>
  </w:style>
  <w:style w:type="character" w:styleId="CommentReference">
    <w:name w:val="annotation reference"/>
    <w:basedOn w:val="DefaultParagraphFont"/>
    <w:uiPriority w:val="99"/>
    <w:unhideWhenUsed/>
    <w:rsid w:val="00C347A3"/>
    <w:rPr>
      <w:sz w:val="16"/>
      <w:szCs w:val="16"/>
    </w:rPr>
  </w:style>
  <w:style w:type="paragraph" w:styleId="CommentText">
    <w:name w:val="annotation text"/>
    <w:basedOn w:val="Normal"/>
    <w:link w:val="CommentTextChar"/>
    <w:uiPriority w:val="99"/>
    <w:unhideWhenUsed/>
    <w:rsid w:val="00C347A3"/>
    <w:pPr>
      <w:spacing w:after="160" w:line="240" w:lineRule="auto"/>
      <w:outlineLvl w:val="9"/>
    </w:pPr>
    <w:rPr>
      <w:rFonts w:ascii="Calibri" w:hAnsi="Calibri" w:eastAsia="Calibri" w:cs="Calibri"/>
      <w:color w:val="auto"/>
      <w:sz w:val="20"/>
      <w:szCs w:val="20"/>
      <w:lang w:val="en-GB" w:eastAsia="ja-JP"/>
    </w:rPr>
  </w:style>
  <w:style w:type="character" w:styleId="CommentTextChar" w:customStyle="1">
    <w:name w:val="Comment Text Char"/>
    <w:basedOn w:val="DefaultParagraphFont"/>
    <w:link w:val="CommentText"/>
    <w:uiPriority w:val="99"/>
    <w:rsid w:val="00C347A3"/>
    <w:rPr>
      <w:rFonts w:ascii="Calibri" w:hAnsi="Calibri" w:eastAsia="Calibri" w:cs="Calibri"/>
      <w:sz w:val="20"/>
      <w:szCs w:val="20"/>
      <w:lang w:val="en-GB" w:eastAsia="ja-JP"/>
    </w:rPr>
  </w:style>
  <w:style w:type="character" w:styleId="PlaceholderText">
    <w:name w:val="Placeholder Text"/>
    <w:basedOn w:val="DefaultParagraphFont"/>
    <w:uiPriority w:val="99"/>
    <w:semiHidden/>
    <w:rsid w:val="00B366A5"/>
    <w:rPr>
      <w:color w:val="808080"/>
    </w:rPr>
  </w:style>
  <w:style w:type="paragraph" w:styleId="Revision">
    <w:name w:val="Revision"/>
    <w:hidden/>
    <w:uiPriority w:val="99"/>
    <w:semiHidden/>
    <w:rsid w:val="0019373D"/>
    <w:pPr>
      <w:spacing w:after="0" w:line="240" w:lineRule="auto"/>
    </w:pPr>
    <w:rPr>
      <w:rFonts w:ascii="Arial Nova Light" w:hAnsi="Arial Nova Light" w:cs="Prompt"/>
      <w:color w:val="1C1C1C" w:themeColor="accent5"/>
      <w:sz w:val="22"/>
      <w:szCs w:val="22"/>
    </w:rPr>
  </w:style>
  <w:style w:type="paragraph" w:styleId="CommentSubject">
    <w:name w:val="annotation subject"/>
    <w:basedOn w:val="CommentText"/>
    <w:next w:val="CommentText"/>
    <w:link w:val="CommentSubjectChar"/>
    <w:uiPriority w:val="99"/>
    <w:semiHidden/>
    <w:unhideWhenUsed/>
    <w:rsid w:val="001F63E4"/>
    <w:pPr>
      <w:spacing w:after="120"/>
      <w:outlineLvl w:val="0"/>
    </w:pPr>
    <w:rPr>
      <w:rFonts w:ascii="Arial Nova Light" w:hAnsi="Arial Nova Light" w:cs="Prompt" w:eastAsiaTheme="minorHAnsi"/>
      <w:b/>
      <w:bCs/>
      <w:color w:val="1C1C1C" w:themeColor="accent5"/>
      <w:lang w:val="en-US" w:eastAsia="en-US"/>
    </w:rPr>
  </w:style>
  <w:style w:type="character" w:styleId="CommentSubjectChar" w:customStyle="1">
    <w:name w:val="Comment Subject Char"/>
    <w:basedOn w:val="CommentTextChar"/>
    <w:link w:val="CommentSubject"/>
    <w:uiPriority w:val="99"/>
    <w:semiHidden/>
    <w:rsid w:val="001F63E4"/>
    <w:rPr>
      <w:rFonts w:ascii="Arial Nova Light" w:hAnsi="Arial Nova Light" w:eastAsia="Calibri" w:cs="Prompt"/>
      <w:b/>
      <w:bCs/>
      <w:color w:val="1C1C1C" w:themeColor="accent5"/>
      <w:sz w:val="20"/>
      <w:szCs w:val="20"/>
      <w:lang w:val="en-US" w:eastAsia="ja-JP"/>
    </w:rPr>
  </w:style>
  <w:style w:type="character" w:styleId="UnresolvedMention">
    <w:name w:val="Unresolved Mention"/>
    <w:basedOn w:val="DefaultParagraphFont"/>
    <w:uiPriority w:val="99"/>
    <w:unhideWhenUsed/>
    <w:rsid w:val="00DD41DF"/>
    <w:rPr>
      <w:color w:val="605E5C"/>
      <w:shd w:val="clear" w:color="auto" w:fill="E1DFDD"/>
    </w:rPr>
  </w:style>
  <w:style w:type="character" w:styleId="Mention">
    <w:name w:val="Mention"/>
    <w:basedOn w:val="DefaultParagraphFont"/>
    <w:uiPriority w:val="99"/>
    <w:unhideWhenUsed/>
    <w:rsid w:val="0099310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han\Downloads\RISA-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BD1AD03CBC4B1F8A22A8F6749F9111"/>
        <w:category>
          <w:name w:val="General"/>
          <w:gallery w:val="placeholder"/>
        </w:category>
        <w:types>
          <w:type w:val="bbPlcHdr"/>
        </w:types>
        <w:behaviors>
          <w:behavior w:val="content"/>
        </w:behaviors>
        <w:guid w:val="{37E2CC5A-DE88-48EF-976D-8CA9023E57D7}"/>
      </w:docPartPr>
      <w:docPartBody>
        <w:p w:rsidR="0064210A" w:rsidRDefault="00FB5964" w:rsidP="00FB5964">
          <w:pPr>
            <w:pStyle w:val="A1BD1AD03CBC4B1F8A22A8F6749F9111"/>
          </w:pPr>
          <w:r w:rsidRPr="00830EEB">
            <w:rPr>
              <w:rStyle w:val="PlaceholderText"/>
            </w:rPr>
            <w:t>Enter any content that you want to repeat, including other content controls. You can also insert this control around table rows in order to repeat parts of a table.</w:t>
          </w:r>
        </w:p>
      </w:docPartBody>
    </w:docPart>
    <w:docPart>
      <w:docPartPr>
        <w:name w:val="0A0831BDC9BD4F33AB51E7CC8B322A86"/>
        <w:category>
          <w:name w:val="General"/>
          <w:gallery w:val="placeholder"/>
        </w:category>
        <w:types>
          <w:type w:val="bbPlcHdr"/>
        </w:types>
        <w:behaviors>
          <w:behavior w:val="content"/>
        </w:behaviors>
        <w:guid w:val="{5444F071-8A85-4AF1-AA97-805002D44AE6}"/>
      </w:docPartPr>
      <w:docPartBody>
        <w:p w:rsidR="0064210A" w:rsidRDefault="00FB5964" w:rsidP="00FB5964">
          <w:pPr>
            <w:pStyle w:val="0A0831BDC9BD4F33AB51E7CC8B322A86"/>
          </w:pPr>
          <w:r w:rsidRPr="00830EEB">
            <w:rPr>
              <w:rStyle w:val="PlaceholderText"/>
            </w:rPr>
            <w:t>Enter any content that you want to repeat, including other content controls. You can also insert this control around table rows in order to repeat parts of a table.</w:t>
          </w:r>
        </w:p>
      </w:docPartBody>
    </w:docPart>
    <w:docPart>
      <w:docPartPr>
        <w:name w:val="AEFBDBD3ADE345E1A0E2D8ACA71C3CA9"/>
        <w:category>
          <w:name w:val="General"/>
          <w:gallery w:val="placeholder"/>
        </w:category>
        <w:types>
          <w:type w:val="bbPlcHdr"/>
        </w:types>
        <w:behaviors>
          <w:behavior w:val="content"/>
        </w:behaviors>
        <w:guid w:val="{3CE7467E-6D6B-4239-80D2-05CD22F72C13}"/>
      </w:docPartPr>
      <w:docPartBody>
        <w:p w:rsidR="0064210A" w:rsidRDefault="00FB5964" w:rsidP="00FB5964">
          <w:pPr>
            <w:pStyle w:val="AEFBDBD3ADE345E1A0E2D8ACA71C3CA9"/>
          </w:pPr>
          <w:r w:rsidRPr="00830EEB">
            <w:rPr>
              <w:rStyle w:val="PlaceholderText"/>
            </w:rPr>
            <w:t>Enter any content that you want to repeat, including other content controls. You can also insert this control around table rows in order to repeat parts of a table.</w:t>
          </w:r>
        </w:p>
      </w:docPartBody>
    </w:docPart>
    <w:docPart>
      <w:docPartPr>
        <w:name w:val="7671DFEC5F3C4DDE955EF34713A6312E"/>
        <w:category>
          <w:name w:val="General"/>
          <w:gallery w:val="placeholder"/>
        </w:category>
        <w:types>
          <w:type w:val="bbPlcHdr"/>
        </w:types>
        <w:behaviors>
          <w:behavior w:val="content"/>
        </w:behaviors>
        <w:guid w:val="{84419D80-6D15-4090-A33E-290C567D65A5}"/>
      </w:docPartPr>
      <w:docPartBody>
        <w:p w:rsidR="0064210A" w:rsidRDefault="00FB5964" w:rsidP="00FB5964">
          <w:pPr>
            <w:pStyle w:val="7671DFEC5F3C4DDE955EF34713A6312E"/>
          </w:pPr>
          <w:r w:rsidRPr="00830EEB">
            <w:rPr>
              <w:rStyle w:val="PlaceholderText"/>
            </w:rPr>
            <w:t>Enter any content that you want to repeat, including other content controls. You can also insert this control around table rows in order to repeat parts of a table.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ova Light">
    <w:altName w:val="Arial Nova Light"/>
    <w:charset w:val="00"/>
    <w:family w:val="swiss"/>
    <w:pitch w:val="variable"/>
    <w:sig w:usb0="0000028F" w:usb1="00000002" w:usb2="00000000" w:usb3="00000000" w:csb0="0000019F" w:csb1="00000000"/>
  </w:font>
  <w:font w:name="Prompt">
    <w:charset w:val="DE"/>
    <w:family w:val="auto"/>
    <w:pitch w:val="variable"/>
    <w:sig w:usb0="21000007" w:usb1="00000001" w:usb2="00000000" w:usb3="00000000" w:csb0="00010193" w:csb1="00000000"/>
  </w:font>
  <w:font w:name="Arial Nova">
    <w:altName w:val="Times New Roman"/>
    <w:charset w:val="00"/>
    <w:family w:val="swiss"/>
    <w:pitch w:val="variable"/>
    <w:sig w:usb0="0000028F" w:usb1="00000002" w:usb2="00000000" w:usb3="00000000" w:csb0="0000019F" w:csb1="00000000"/>
  </w:font>
  <w:font w:name="Open Sans">
    <w:altName w:val="Arial"/>
    <w:charset w:val="00"/>
    <w:family w:val="swiss"/>
    <w:pitch w:val="variable"/>
    <w:sig w:usb0="E00002EF" w:usb1="4000205B" w:usb2="00000028" w:usb3="00000000" w:csb0="0000019F" w:csb1="00000000"/>
  </w:font>
  <w:font w:name="Times New Roman (Body CS)">
    <w:charset w:val="00"/>
    <w:family w:val="roman"/>
    <w:pitch w:val="default"/>
  </w:font>
  <w:font w:name="Arial Nova Cond">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DB6"/>
    <w:rsid w:val="002B0DB6"/>
    <w:rsid w:val="0064210A"/>
    <w:rsid w:val="00B11ACE"/>
    <w:rsid w:val="00FB59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5964"/>
    <w:rPr>
      <w:color w:val="808080"/>
    </w:rPr>
  </w:style>
  <w:style w:type="paragraph" w:customStyle="1" w:styleId="A1BD1AD03CBC4B1F8A22A8F6749F9111">
    <w:name w:val="A1BD1AD03CBC4B1F8A22A8F6749F9111"/>
    <w:rsid w:val="00FB5964"/>
  </w:style>
  <w:style w:type="paragraph" w:customStyle="1" w:styleId="0A0831BDC9BD4F33AB51E7CC8B322A86">
    <w:name w:val="0A0831BDC9BD4F33AB51E7CC8B322A86"/>
    <w:rsid w:val="00FB5964"/>
  </w:style>
  <w:style w:type="paragraph" w:customStyle="1" w:styleId="AEFBDBD3ADE345E1A0E2D8ACA71C3CA9">
    <w:name w:val="AEFBDBD3ADE345E1A0E2D8ACA71C3CA9"/>
    <w:rsid w:val="00FB5964"/>
  </w:style>
  <w:style w:type="paragraph" w:customStyle="1" w:styleId="7671DFEC5F3C4DDE955EF34713A6312E">
    <w:name w:val="7671DFEC5F3C4DDE955EF34713A6312E"/>
    <w:rsid w:val="00FB59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RISA Colours">
      <a:dk1>
        <a:srgbClr val="1C1C1C"/>
      </a:dk1>
      <a:lt1>
        <a:srgbClr val="FFFFFF"/>
      </a:lt1>
      <a:dk2>
        <a:srgbClr val="1C1C1C"/>
      </a:dk2>
      <a:lt2>
        <a:srgbClr val="E7E6E6"/>
      </a:lt2>
      <a:accent1>
        <a:srgbClr val="4EC6C6"/>
      </a:accent1>
      <a:accent2>
        <a:srgbClr val="2FBCDD"/>
      </a:accent2>
      <a:accent3>
        <a:srgbClr val="8A89DB"/>
      </a:accent3>
      <a:accent4>
        <a:srgbClr val="2C2E82"/>
      </a:accent4>
      <a:accent5>
        <a:srgbClr val="1C1C1C"/>
      </a:accent5>
      <a:accent6>
        <a:srgbClr val="F9B049"/>
      </a:accent6>
      <a:hlink>
        <a:srgbClr val="F9B049"/>
      </a:hlink>
      <a:folHlink>
        <a:srgbClr val="4EC6C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xsi:nil="true"/>
    <SharedWithUsers xmlns="4b5bbecf-1dbb-4743-9668-9890082026a5">
      <UserInfo>
        <DisplayName>Christine Wamfua Mkenda</DisplayName>
        <AccountId>224</AccountId>
        <AccountType/>
      </UserInfo>
      <UserInfo>
        <DisplayName>Tara Khan</DisplayName>
        <AccountId>126</AccountId>
        <AccountType/>
      </UserInfo>
      <UserInfo>
        <DisplayName>Keira Crawford</DisplayName>
        <AccountId>121</AccountId>
        <AccountType/>
      </UserInfo>
      <UserInfo>
        <DisplayName>Irene Karimi</DisplayName>
        <AccountId>622</AccountId>
        <AccountType/>
      </UserInfo>
      <UserInfo>
        <DisplayName>Sarah Nugent</DisplayName>
        <AccountId>71</AccountId>
        <AccountType/>
      </UserInfo>
    </SharedWithUsers>
  </documentManagement>
</p:properties>
</file>

<file path=customXml/item3.xml><?xml version="1.0" encoding="utf-8"?>
<?mso-contentType ?>
<SharedContentType xmlns="Microsoft.SharePoint.Taxonomy.ContentTypeSync" SourceId="822e118f-d533-465d-b5ca-7beed2256e09" ContentTypeId="0x0101008DA58B5CA681664FAB24816C56F410850C" PreviousValue="false"/>
</file>

<file path=customXml/item4.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D40F738817273944BA1690FB08F23697" ma:contentTypeVersion="19" ma:contentTypeDescription="" ma:contentTypeScope="" ma:versionID="24e345a58d9135daf7e0260849c3eda8">
  <xsd:schema xmlns:xsd="http://www.w3.org/2001/XMLSchema" xmlns:xs="http://www.w3.org/2001/XMLSchema" xmlns:p="http://schemas.microsoft.com/office/2006/metadata/properties" xmlns:ns2="8d7096d6-fc66-4344-9e3f-2445529a09f6" xmlns:ns4="f408ea5d-e9dd-451f-ba96-917e3a336157" xmlns:ns5="4b5bbecf-1dbb-4743-9668-9890082026a5" targetNamespace="http://schemas.microsoft.com/office/2006/metadata/properties" ma:root="true" ma:fieldsID="a20d94b4775545437a31a5c6e66b8d9c" ns2:_="" ns4:_="" ns5:_="">
    <xsd:import namespace="8d7096d6-fc66-4344-9e3f-2445529a09f6"/>
    <xsd:import namespace="f408ea5d-e9dd-451f-ba96-917e3a336157"/>
    <xsd:import namespace="4b5bbecf-1dbb-4743-9668-9890082026a5"/>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5:SharedWithUsers" minOccurs="0"/>
                <xsd:element ref="ns5:SharedWithDetail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e8ad3521-7584-4629-9170-283e6f7a58a2}" ma:internalName="TaxCatchAll" ma:showField="CatchAllData" ma:web="dd81d603-a451-4c97-986f-e74f7aa5855d">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e8ad3521-7584-4629-9170-283e6f7a58a2}" ma:internalName="TaxCatchAllLabel" ma:readOnly="true" ma:showField="CatchAllDataLabel" ma:web="dd81d603-a451-4c97-986f-e74f7aa585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408ea5d-e9dd-451f-ba96-917e3a336157"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5bbecf-1dbb-4743-9668-9890082026a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EC5C47-1061-5846-BDA4-F61A292BDA55}">
  <ds:schemaRefs>
    <ds:schemaRef ds:uri="http://schemas.openxmlformats.org/officeDocument/2006/bibliography"/>
  </ds:schemaRefs>
</ds:datastoreItem>
</file>

<file path=customXml/itemProps2.xml><?xml version="1.0" encoding="utf-8"?>
<ds:datastoreItem xmlns:ds="http://schemas.openxmlformats.org/officeDocument/2006/customXml" ds:itemID="{21D1B8CD-9C52-47EC-B443-9D8D1A7E5C5B}">
  <ds:schemaRefs>
    <ds:schemaRef ds:uri="http://schemas.microsoft.com/office/2006/metadata/properties"/>
    <ds:schemaRef ds:uri="http://schemas.microsoft.com/office/infopath/2007/PartnerControls"/>
    <ds:schemaRef ds:uri="8d7096d6-fc66-4344-9e3f-2445529a09f6"/>
    <ds:schemaRef ds:uri="4b5bbecf-1dbb-4743-9668-9890082026a5"/>
  </ds:schemaRefs>
</ds:datastoreItem>
</file>

<file path=customXml/itemProps3.xml><?xml version="1.0" encoding="utf-8"?>
<ds:datastoreItem xmlns:ds="http://schemas.openxmlformats.org/officeDocument/2006/customXml" ds:itemID="{AE1E3D13-B5FB-4D1D-8307-1852C678A572}">
  <ds:schemaRefs>
    <ds:schemaRef ds:uri="Microsoft.SharePoint.Taxonomy.ContentTypeSync"/>
  </ds:schemaRefs>
</ds:datastoreItem>
</file>

<file path=customXml/itemProps4.xml><?xml version="1.0" encoding="utf-8"?>
<ds:datastoreItem xmlns:ds="http://schemas.openxmlformats.org/officeDocument/2006/customXml" ds:itemID="{A1714B06-A264-4B8A-9F8B-4B5A72EC41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f408ea5d-e9dd-451f-ba96-917e3a336157"/>
    <ds:schemaRef ds:uri="4b5bbecf-1dbb-4743-9668-989008202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A9B0765-3F00-4E7D-8709-18646462A0D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RISA-Letterhead</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Add document title here</dc:title>
  <dc:subject>sUBTITLE goes here</dc:subject>
  <dc:creator>Sarah Nugent</dc:creator>
  <keywords/>
  <dc:description/>
  <lastModifiedBy>Christine Wamfua Mkenda</lastModifiedBy>
  <revision>3</revision>
  <dcterms:created xsi:type="dcterms:W3CDTF">2022-07-13T08:43:00.0000000Z</dcterms:created>
  <dcterms:modified xsi:type="dcterms:W3CDTF">2022-07-13T10:06:54.9250910Z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Document Type">
    <vt:lpwstr/>
  </property>
  <property fmtid="{D5CDD505-2E9C-101B-9397-08002B2CF9AE}" pid="3" name="MediaServiceImageTags">
    <vt:lpwstr/>
  </property>
  <property fmtid="{D5CDD505-2E9C-101B-9397-08002B2CF9AE}" pid="4" name="ContentTypeId">
    <vt:lpwstr>0x0101008DA58B5CA681664FAB24816C56F410850C00D40F738817273944BA1690FB08F23697</vt:lpwstr>
  </property>
</Properties>
</file>